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2680589"/>
    <w:bookmarkStart w:id="1" w:name="_Toc444069188"/>
    <w:p w:rsidR="004C27D9" w:rsidRPr="00C50983" w:rsidRDefault="00255FF3" w:rsidP="000C3570">
      <w:pPr>
        <w:pStyle w:val="Title"/>
        <w:spacing w:before="180" w:after="60"/>
        <w:rPr>
          <w:caps/>
        </w:rPr>
      </w:pPr>
      <w:r>
        <w:rPr>
          <w:rFonts w:ascii="Arial Bold" w:hAnsi="Arial Bold"/>
          <w:caps/>
          <w:noProof/>
          <w:lang w:val="nl-NL" w:eastAsia="nl-NL"/>
        </w:rPr>
        <mc:AlternateContent>
          <mc:Choice Requires="wpg">
            <w:drawing>
              <wp:anchor distT="0" distB="0" distL="114300" distR="114300" simplePos="0" relativeHeight="251656704" behindDoc="0" locked="0" layoutInCell="1" allowOverlap="1" wp14:anchorId="562711F5" wp14:editId="33E8B9CC">
                <wp:simplePos x="0" y="0"/>
                <wp:positionH relativeFrom="column">
                  <wp:posOffset>0</wp:posOffset>
                </wp:positionH>
                <wp:positionV relativeFrom="paragraph">
                  <wp:posOffset>45720</wp:posOffset>
                </wp:positionV>
                <wp:extent cx="609600" cy="8587740"/>
                <wp:effectExtent l="9525" t="0" r="9525" b="0"/>
                <wp:wrapNone/>
                <wp:docPr id="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 cy="8587740"/>
                          <a:chOff x="1134" y="1206"/>
                          <a:chExt cx="960" cy="13524"/>
                        </a:xfrm>
                      </wpg:grpSpPr>
                      <wps:wsp>
                        <wps:cNvPr id="6" name="Text Box 6"/>
                        <wps:cNvSpPr txBox="1">
                          <a:spLocks noChangeArrowheads="1"/>
                        </wps:cNvSpPr>
                        <wps:spPr bwMode="auto">
                          <a:xfrm rot="-5400000">
                            <a:off x="-2732" y="10024"/>
                            <a:ext cx="8692"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43ED" w:rsidRDefault="007F43ED"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7"/>
                        <wps:cNvSpPr txBox="1">
                          <a:spLocks noChangeArrowheads="1"/>
                        </wps:cNvSpPr>
                        <wps:spPr bwMode="auto">
                          <a:xfrm rot="-5400000">
                            <a:off x="-919" y="3326"/>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43ED" w:rsidRDefault="007F43ED"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8" name="Line 8"/>
                        <wps:cNvCnPr/>
                        <wps:spPr bwMode="auto">
                          <a:xfrm flipV="1">
                            <a:off x="209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9"/>
                        <wps:cNvCnPr/>
                        <wps:spPr bwMode="auto">
                          <a:xfrm>
                            <a:off x="1134"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left:0;text-align:left;margin-left:0;margin-top:3.6pt;width:48pt;height:676.2pt;z-index:251656704" coordorigin="1134,1206" coordsize="960,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">
                <v:shapetype id="_x0000_t202" coordsize="21600,21600" o:spt="202" path="m,l,21600r21600,l21600,xe">
                  <v:stroke joinstyle="miter"/>
                  <v:path gradientshapeok="t" o:connecttype="rect"/>
                </v:shapetype>
                <v:shape id="Text Box 6" o:spid="_x0000_s1027" type="#_x0000_t202" style="position:absolute;left:-2732;top:10024;width:8692;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rsidR="007F43ED" w:rsidRDefault="007F43ED" w:rsidP="00460028">
                        <w:pPr>
                          <w:autoSpaceDE w:val="0"/>
                          <w:autoSpaceDN w:val="0"/>
                          <w:adjustRightInd w:val="0"/>
                          <w:rPr>
                            <w:i/>
                            <w:iCs/>
                            <w:color w:val="000000"/>
                            <w:sz w:val="48"/>
                            <w:szCs w:val="48"/>
                            <w:lang w:val="fr-FR"/>
                          </w:rPr>
                        </w:pPr>
                        <w:r>
                          <w:rPr>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7" o:spid="_x0000_s1028" type="#_x0000_t202" style="position:absolute;left:-919;top:3326;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rsidR="007F43ED" w:rsidRDefault="007F43ED" w:rsidP="00CD756A">
                        <w:pPr>
                          <w:autoSpaceDE w:val="0"/>
                          <w:autoSpaceDN w:val="0"/>
                          <w:adjustRightInd w:val="0"/>
                          <w:jc w:val="center"/>
                          <w:rPr>
                            <w:rFonts w:cs="Arial"/>
                            <w:color w:val="000000"/>
                          </w:rPr>
                        </w:pPr>
                        <w:r>
                          <w:rPr>
                            <w:color w:val="000000"/>
                          </w:rPr>
                          <w:t>International Association of Marine Aids to Navigation and Lighthouse Authorities</w:t>
                        </w:r>
                      </w:p>
                    </w:txbxContent>
                  </v:textbox>
                </v:shape>
                <v:line id="Line 8" o:spid="_x0000_s1029" style="position:absolute;flip:y;visibility:visible;mso-wrap-style:square" from="2094,1382" to="209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line id="Line 9" o:spid="_x0000_s1030" style="position:absolute;visibility:visible;mso-wrap-style:square" from="1134,1382" to="1134,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r>
        <w:rPr>
          <w:rFonts w:ascii="Arial Bold" w:hAnsi="Arial Bold"/>
          <w:caps/>
          <w:noProof/>
          <w:lang w:val="nl-NL" w:eastAsia="nl-NL"/>
        </w:rPr>
        <mc:AlternateContent>
          <mc:Choice Requires="wps">
            <w:drawing>
              <wp:anchor distT="0" distB="0" distL="114300" distR="114300" simplePos="0" relativeHeight="251655680" behindDoc="0" locked="0" layoutInCell="1" allowOverlap="1" wp14:anchorId="022CA021" wp14:editId="0507BD60">
                <wp:simplePos x="0" y="0"/>
                <wp:positionH relativeFrom="column">
                  <wp:posOffset>855345</wp:posOffset>
                </wp:positionH>
                <wp:positionV relativeFrom="paragraph">
                  <wp:posOffset>7433945</wp:posOffset>
                </wp:positionV>
                <wp:extent cx="4587875" cy="883920"/>
                <wp:effectExtent l="0" t="4445"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43ED" w:rsidRPr="00CD756A" w:rsidRDefault="007F43ED"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Pr="00CD756A">
                              <w:rPr>
                                <w:color w:val="000000"/>
                                <w:sz w:val="20"/>
                                <w:szCs w:val="18"/>
                              </w:rPr>
                              <w:t>, 78100</w:t>
                            </w:r>
                          </w:p>
                          <w:p w:rsidR="007F43ED" w:rsidRPr="00CD756A" w:rsidRDefault="007F43ED"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7F43ED" w:rsidRPr="00CD756A" w:rsidRDefault="007F43ED"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7F43ED" w:rsidRPr="00CD756A" w:rsidRDefault="007F43ED" w:rsidP="00070873">
                            <w:pPr>
                              <w:autoSpaceDE w:val="0"/>
                              <w:autoSpaceDN w:val="0"/>
                              <w:adjustRightInd w:val="0"/>
                              <w:jc w:val="center"/>
                              <w:rPr>
                                <w:rFonts w:cs="Arial"/>
                                <w:color w:val="000000"/>
                                <w:sz w:val="18"/>
                                <w:szCs w:val="18"/>
                              </w:rPr>
                            </w:pPr>
                            <w:proofErr w:type="gramStart"/>
                            <w:r w:rsidRPr="00CD756A">
                              <w:rPr>
                                <w:rFonts w:cs="Arial"/>
                                <w:color w:val="000000"/>
                                <w:sz w:val="20"/>
                                <w:szCs w:val="18"/>
                              </w:rPr>
                              <w:t>e-mail</w:t>
                            </w:r>
                            <w:proofErr w:type="gramEnd"/>
                            <w:r w:rsidRPr="00CD756A">
                              <w:rPr>
                                <w:rFonts w:cs="Arial"/>
                                <w:color w:val="000000"/>
                                <w:sz w:val="20"/>
                                <w:szCs w:val="18"/>
                              </w:rPr>
                              <w:t xml:space="preserve">:  </w:t>
                            </w:r>
                            <w:hyperlink r:id="rId9"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0" w:history="1">
                              <w:r w:rsidRPr="00CD756A">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67.35pt;margin-top:585.35pt;width:361.25pt;height:6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tg2vwIAAME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KlLYNr8CAADBBQAADgAAAAAAAAAAAAAAAAAuAgAAZHJzL2Uyb0RvYy54bWxQSwECLQAUAAYA&#10;CAAAACEAoTj9ZOEAAAANAQAADwAAAAAAAAAAAAAAAAAZBQAAZHJzL2Rvd25yZXYueG1sUEsFBgAA&#10;AAAEAAQA8wAAACcGAAAAAA==&#10;" filled="f" fillcolor="#0c9" stroked="f">
                <v:textbox>
                  <w:txbxContent>
                    <w:p w:rsidR="007F43ED" w:rsidRPr="00CD756A" w:rsidRDefault="007F43ED" w:rsidP="00460028">
                      <w:pPr>
                        <w:autoSpaceDE w:val="0"/>
                        <w:autoSpaceDN w:val="0"/>
                        <w:adjustRightInd w:val="0"/>
                        <w:jc w:val="center"/>
                        <w:rPr>
                          <w:rFonts w:cs="Arial"/>
                          <w:color w:val="000000"/>
                          <w:sz w:val="20"/>
                          <w:szCs w:val="18"/>
                        </w:rPr>
                      </w:pPr>
                      <w:r>
                        <w:rPr>
                          <w:color w:val="000000"/>
                          <w:sz w:val="20"/>
                          <w:szCs w:val="18"/>
                        </w:rPr>
                        <w:t xml:space="preserve">10 rue des </w:t>
                      </w:r>
                      <w:proofErr w:type="spellStart"/>
                      <w:r>
                        <w:rPr>
                          <w:color w:val="000000"/>
                          <w:sz w:val="20"/>
                          <w:szCs w:val="18"/>
                        </w:rPr>
                        <w:t>Gaudines</w:t>
                      </w:r>
                      <w:proofErr w:type="spellEnd"/>
                      <w:r w:rsidRPr="00CD756A">
                        <w:rPr>
                          <w:color w:val="000000"/>
                          <w:sz w:val="20"/>
                          <w:szCs w:val="18"/>
                        </w:rPr>
                        <w:t>, 78100</w:t>
                      </w:r>
                    </w:p>
                    <w:p w:rsidR="007F43ED" w:rsidRPr="00CD756A" w:rsidRDefault="007F43ED" w:rsidP="00460028">
                      <w:pPr>
                        <w:autoSpaceDE w:val="0"/>
                        <w:autoSpaceDN w:val="0"/>
                        <w:adjustRightInd w:val="0"/>
                        <w:jc w:val="center"/>
                        <w:rPr>
                          <w:rFonts w:cs="Arial"/>
                          <w:color w:val="000000"/>
                          <w:sz w:val="20"/>
                          <w:szCs w:val="18"/>
                        </w:rPr>
                      </w:pPr>
                      <w:r w:rsidRPr="00CD756A">
                        <w:rPr>
                          <w:b/>
                          <w:bCs/>
                          <w:caps/>
                          <w:color w:val="000000"/>
                          <w:sz w:val="20"/>
                          <w:szCs w:val="18"/>
                        </w:rPr>
                        <w:t>Saint Germain en Laye, France</w:t>
                      </w:r>
                    </w:p>
                    <w:p w:rsidR="007F43ED" w:rsidRPr="00CD756A" w:rsidRDefault="007F43ED" w:rsidP="00460028">
                      <w:pPr>
                        <w:autoSpaceDE w:val="0"/>
                        <w:autoSpaceDN w:val="0"/>
                        <w:adjustRightInd w:val="0"/>
                        <w:jc w:val="center"/>
                        <w:rPr>
                          <w:rFonts w:cs="Arial"/>
                          <w:color w:val="000000"/>
                          <w:sz w:val="20"/>
                          <w:szCs w:val="18"/>
                        </w:rPr>
                      </w:pPr>
                      <w:r w:rsidRPr="00CD756A">
                        <w:rPr>
                          <w:b/>
                          <w:bCs/>
                          <w:caps/>
                          <w:color w:val="000000"/>
                          <w:sz w:val="20"/>
                          <w:szCs w:val="18"/>
                        </w:rPr>
                        <w:t>Telephone: +33 1 34 51 70 0</w:t>
                      </w:r>
                      <w:r w:rsidRPr="00CD756A">
                        <w:rPr>
                          <w:rFonts w:cs="Arial"/>
                          <w:color w:val="000000"/>
                          <w:sz w:val="20"/>
                          <w:szCs w:val="18"/>
                        </w:rPr>
                        <w:t xml:space="preserve">1    Fax: +33 1 34 51 82 05 </w:t>
                      </w:r>
                    </w:p>
                    <w:p w:rsidR="007F43ED" w:rsidRPr="00CD756A" w:rsidRDefault="007F43ED" w:rsidP="00070873">
                      <w:pPr>
                        <w:autoSpaceDE w:val="0"/>
                        <w:autoSpaceDN w:val="0"/>
                        <w:adjustRightInd w:val="0"/>
                        <w:jc w:val="center"/>
                        <w:rPr>
                          <w:rFonts w:cs="Arial"/>
                          <w:color w:val="000000"/>
                          <w:sz w:val="18"/>
                          <w:szCs w:val="18"/>
                        </w:rPr>
                      </w:pPr>
                      <w:r w:rsidRPr="00CD756A">
                        <w:rPr>
                          <w:rFonts w:cs="Arial"/>
                          <w:color w:val="000000"/>
                          <w:sz w:val="20"/>
                          <w:szCs w:val="18"/>
                        </w:rPr>
                        <w:t xml:space="preserve">e-mail:  </w:t>
                      </w:r>
                      <w:hyperlink r:id="rId11" w:history="1">
                        <w:r w:rsidRPr="006C256B">
                          <w:rPr>
                            <w:rStyle w:val="Hyperlink"/>
                            <w:rFonts w:cs="Arial"/>
                            <w:sz w:val="20"/>
                            <w:szCs w:val="18"/>
                          </w:rPr>
                          <w:t>contact@iala-aism.org</w:t>
                        </w:r>
                      </w:hyperlink>
                      <w:r w:rsidRPr="00CD756A">
                        <w:rPr>
                          <w:rFonts w:cs="Arial"/>
                          <w:color w:val="000000"/>
                          <w:sz w:val="20"/>
                          <w:szCs w:val="18"/>
                        </w:rPr>
                        <w:t xml:space="preserve">       Internet:  </w:t>
                      </w:r>
                      <w:hyperlink r:id="rId12" w:history="1">
                        <w:r w:rsidRPr="00CD756A">
                          <w:rPr>
                            <w:rStyle w:val="Hyperlink"/>
                            <w:rFonts w:cs="Arial"/>
                            <w:sz w:val="20"/>
                            <w:szCs w:val="18"/>
                          </w:rPr>
                          <w:t>www.iala-aism.org</w:t>
                        </w:r>
                      </w:hyperlink>
                    </w:p>
                  </w:txbxContent>
                </v:textbox>
              </v:shape>
            </w:pict>
          </mc:Fallback>
        </mc:AlternateContent>
      </w:r>
      <w:r w:rsidR="00C72431" w:rsidRPr="00C50983">
        <w:rPr>
          <w:rFonts w:ascii="Arial Bold" w:hAnsi="Arial Bold"/>
          <w:caps/>
          <w:noProof/>
          <w:lang w:val="nl-NL" w:eastAsia="nl-NL"/>
        </w:rPr>
        <w:drawing>
          <wp:anchor distT="0" distB="0" distL="114300" distR="114300" simplePos="0" relativeHeight="251654656" behindDoc="0" locked="0" layoutInCell="1" allowOverlap="1" wp14:anchorId="14F8C5E0" wp14:editId="26CBDD1C">
            <wp:simplePos x="0" y="0"/>
            <wp:positionH relativeFrom="column">
              <wp:posOffset>2514600</wp:posOffset>
            </wp:positionH>
            <wp:positionV relativeFrom="paragraph">
              <wp:posOffset>4611370</wp:posOffset>
            </wp:positionV>
            <wp:extent cx="898525" cy="123698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898525" cy="1236980"/>
                    </a:xfrm>
                    <a:prstGeom prst="rect">
                      <a:avLst/>
                    </a:prstGeom>
                    <a:noFill/>
                  </pic:spPr>
                </pic:pic>
              </a:graphicData>
            </a:graphic>
          </wp:anchor>
        </w:drawing>
      </w:r>
      <w:r>
        <w:rPr>
          <w:rFonts w:ascii="Arial Bold" w:hAnsi="Arial Bold"/>
          <w:caps/>
          <w:noProof/>
          <w:lang w:val="nl-NL" w:eastAsia="nl-NL"/>
        </w:rPr>
        <mc:AlternateContent>
          <mc:Choice Requires="wps">
            <w:drawing>
              <wp:anchor distT="0" distB="0" distL="114300" distR="114300" simplePos="0" relativeHeight="251653632" behindDoc="0" locked="0" layoutInCell="1" allowOverlap="1" wp14:anchorId="75EE5558" wp14:editId="534D152E">
                <wp:simplePos x="0" y="0"/>
                <wp:positionH relativeFrom="column">
                  <wp:posOffset>1066800</wp:posOffset>
                </wp:positionH>
                <wp:positionV relativeFrom="paragraph">
                  <wp:posOffset>496570</wp:posOffset>
                </wp:positionV>
                <wp:extent cx="3657600" cy="3706495"/>
                <wp:effectExtent l="0" t="127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43ED" w:rsidRPr="00D63C6C" w:rsidRDefault="007F43ED"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7F43ED" w:rsidRPr="00A23551" w:rsidRDefault="007F43ED"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rsidR="007F43ED" w:rsidRPr="00A23551" w:rsidRDefault="007F43ED" w:rsidP="00460028">
                            <w:pPr>
                              <w:autoSpaceDE w:val="0"/>
                              <w:autoSpaceDN w:val="0"/>
                              <w:adjustRightInd w:val="0"/>
                              <w:jc w:val="center"/>
                              <w:rPr>
                                <w:rFonts w:cs="Arial"/>
                                <w:b/>
                                <w:bCs/>
                                <w:color w:val="000000"/>
                                <w:sz w:val="36"/>
                                <w:szCs w:val="36"/>
                              </w:rPr>
                            </w:pPr>
                          </w:p>
                          <w:p w:rsidR="007F43ED" w:rsidRPr="00A23551" w:rsidRDefault="007F43ED"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7F43ED" w:rsidRPr="00A23551" w:rsidRDefault="007F43ED" w:rsidP="00460028">
                            <w:pPr>
                              <w:autoSpaceDE w:val="0"/>
                              <w:autoSpaceDN w:val="0"/>
                              <w:adjustRightInd w:val="0"/>
                              <w:jc w:val="center"/>
                              <w:rPr>
                                <w:rFonts w:cs="Arial"/>
                                <w:b/>
                                <w:bCs/>
                                <w:color w:val="000000"/>
                                <w:sz w:val="36"/>
                                <w:szCs w:val="36"/>
                              </w:rPr>
                            </w:pPr>
                          </w:p>
                          <w:p w:rsidR="007F43ED" w:rsidRDefault="007F43ED" w:rsidP="00460028">
                            <w:pPr>
                              <w:autoSpaceDE w:val="0"/>
                              <w:autoSpaceDN w:val="0"/>
                              <w:adjustRightInd w:val="0"/>
                              <w:jc w:val="center"/>
                              <w:rPr>
                                <w:rFonts w:cs="Arial"/>
                                <w:b/>
                                <w:bCs/>
                                <w:color w:val="000000"/>
                                <w:sz w:val="36"/>
                                <w:szCs w:val="36"/>
                              </w:rPr>
                            </w:pPr>
                            <w:r>
                              <w:rPr>
                                <w:rFonts w:cs="Arial"/>
                                <w:b/>
                                <w:bCs/>
                                <w:color w:val="000000"/>
                                <w:sz w:val="36"/>
                                <w:szCs w:val="36"/>
                              </w:rPr>
                              <w:t>VTS Revalidation Training</w:t>
                            </w:r>
                          </w:p>
                          <w:p w:rsidR="007F43ED" w:rsidRPr="00A23551" w:rsidRDefault="007F43ED" w:rsidP="00460028">
                            <w:pPr>
                              <w:autoSpaceDE w:val="0"/>
                              <w:autoSpaceDN w:val="0"/>
                              <w:adjustRightInd w:val="0"/>
                              <w:jc w:val="center"/>
                              <w:rPr>
                                <w:rFonts w:cs="Arial"/>
                                <w:b/>
                                <w:bCs/>
                                <w:color w:val="000000"/>
                                <w:sz w:val="36"/>
                                <w:szCs w:val="36"/>
                              </w:rPr>
                            </w:pPr>
                          </w:p>
                          <w:p w:rsidR="007F43ED" w:rsidRPr="00A23551" w:rsidRDefault="007F43ED"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rsidR="007F43ED" w:rsidRPr="0044047B" w:rsidRDefault="007F43ED" w:rsidP="00460028">
                            <w:pPr>
                              <w:autoSpaceDE w:val="0"/>
                              <w:autoSpaceDN w:val="0"/>
                              <w:adjustRightInd w:val="0"/>
                              <w:jc w:val="center"/>
                              <w:rPr>
                                <w:rFonts w:cs="Arial"/>
                                <w:b/>
                                <w:bCs/>
                                <w:color w:val="000000"/>
                                <w:sz w:val="36"/>
                                <w:szCs w:val="36"/>
                                <w:highlight w:val="yellow"/>
                              </w:rPr>
                            </w:pPr>
                          </w:p>
                          <w:p w:rsidR="007F43ED" w:rsidRPr="0044047B" w:rsidRDefault="00575005"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March</w:t>
                            </w:r>
                            <w:r w:rsidR="007F43ED">
                              <w:rPr>
                                <w:rFonts w:cs="Arial"/>
                                <w:b/>
                                <w:bCs/>
                                <w:color w:val="000000"/>
                                <w:sz w:val="36"/>
                                <w:szCs w:val="36"/>
                                <w:highlight w:val="yellow"/>
                              </w:rPr>
                              <w:t xml:space="preserve"> 2016</w:t>
                            </w:r>
                          </w:p>
                          <w:p w:rsidR="007F43ED" w:rsidRDefault="007F43ED"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84pt;margin-top:39.1pt;width:4in;height:291.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" filled="f" fillcolor="#0c9" stroked="f">
                <v:textbox>
                  <w:txbxContent>
                    <w:p w:rsidR="007F43ED" w:rsidRPr="00D63C6C" w:rsidRDefault="007F43ED" w:rsidP="00460028">
                      <w:pPr>
                        <w:autoSpaceDE w:val="0"/>
                        <w:autoSpaceDN w:val="0"/>
                        <w:adjustRightInd w:val="0"/>
                        <w:jc w:val="center"/>
                        <w:rPr>
                          <w:rFonts w:cs="Arial"/>
                          <w:b/>
                          <w:bCs/>
                          <w:color w:val="000000"/>
                          <w:sz w:val="36"/>
                          <w:szCs w:val="36"/>
                        </w:rPr>
                      </w:pPr>
                      <w:r w:rsidRPr="00D63C6C">
                        <w:rPr>
                          <w:bCs/>
                          <w:color w:val="000000"/>
                          <w:sz w:val="36"/>
                          <w:szCs w:val="36"/>
                        </w:rPr>
                        <w:t>IALA Model Course</w:t>
                      </w:r>
                    </w:p>
                    <w:p w:rsidR="007F43ED" w:rsidRPr="00A23551" w:rsidRDefault="007F43ED" w:rsidP="00460028">
                      <w:pPr>
                        <w:autoSpaceDE w:val="0"/>
                        <w:autoSpaceDN w:val="0"/>
                        <w:adjustRightInd w:val="0"/>
                        <w:jc w:val="center"/>
                        <w:rPr>
                          <w:rFonts w:cs="Arial"/>
                          <w:b/>
                          <w:bCs/>
                          <w:color w:val="000000"/>
                          <w:sz w:val="36"/>
                          <w:szCs w:val="36"/>
                        </w:rPr>
                      </w:pPr>
                      <w:r w:rsidRPr="00A23551">
                        <w:rPr>
                          <w:rFonts w:cs="Arial"/>
                          <w:b/>
                          <w:bCs/>
                          <w:color w:val="000000"/>
                          <w:sz w:val="36"/>
                          <w:szCs w:val="36"/>
                        </w:rPr>
                        <w:t>V-103/</w:t>
                      </w:r>
                      <w:r>
                        <w:rPr>
                          <w:rFonts w:cs="Arial"/>
                          <w:b/>
                          <w:bCs/>
                          <w:color w:val="000000"/>
                          <w:sz w:val="36"/>
                          <w:szCs w:val="36"/>
                        </w:rPr>
                        <w:t>5</w:t>
                      </w:r>
                    </w:p>
                    <w:p w:rsidR="007F43ED" w:rsidRPr="00A23551" w:rsidRDefault="007F43ED" w:rsidP="00460028">
                      <w:pPr>
                        <w:autoSpaceDE w:val="0"/>
                        <w:autoSpaceDN w:val="0"/>
                        <w:adjustRightInd w:val="0"/>
                        <w:jc w:val="center"/>
                        <w:rPr>
                          <w:rFonts w:cs="Arial"/>
                          <w:b/>
                          <w:bCs/>
                          <w:color w:val="000000"/>
                          <w:sz w:val="36"/>
                          <w:szCs w:val="36"/>
                        </w:rPr>
                      </w:pPr>
                    </w:p>
                    <w:p w:rsidR="007F43ED" w:rsidRPr="00A23551" w:rsidRDefault="007F43ED" w:rsidP="00460028">
                      <w:pPr>
                        <w:autoSpaceDE w:val="0"/>
                        <w:autoSpaceDN w:val="0"/>
                        <w:adjustRightInd w:val="0"/>
                        <w:jc w:val="center"/>
                        <w:rPr>
                          <w:rFonts w:cs="Arial"/>
                          <w:b/>
                          <w:bCs/>
                          <w:color w:val="000000"/>
                          <w:sz w:val="36"/>
                          <w:szCs w:val="36"/>
                        </w:rPr>
                      </w:pPr>
                      <w:r w:rsidRPr="00A23551">
                        <w:rPr>
                          <w:rFonts w:cs="Arial"/>
                          <w:b/>
                          <w:bCs/>
                          <w:color w:val="000000"/>
                          <w:sz w:val="36"/>
                          <w:szCs w:val="36"/>
                        </w:rPr>
                        <w:t>On</w:t>
                      </w:r>
                    </w:p>
                    <w:p w:rsidR="007F43ED" w:rsidRPr="00A23551" w:rsidRDefault="007F43ED" w:rsidP="00460028">
                      <w:pPr>
                        <w:autoSpaceDE w:val="0"/>
                        <w:autoSpaceDN w:val="0"/>
                        <w:adjustRightInd w:val="0"/>
                        <w:jc w:val="center"/>
                        <w:rPr>
                          <w:rFonts w:cs="Arial"/>
                          <w:b/>
                          <w:bCs/>
                          <w:color w:val="000000"/>
                          <w:sz w:val="36"/>
                          <w:szCs w:val="36"/>
                        </w:rPr>
                      </w:pPr>
                    </w:p>
                    <w:p w:rsidR="007F43ED" w:rsidRDefault="007F43ED" w:rsidP="00460028">
                      <w:pPr>
                        <w:autoSpaceDE w:val="0"/>
                        <w:autoSpaceDN w:val="0"/>
                        <w:adjustRightInd w:val="0"/>
                        <w:jc w:val="center"/>
                        <w:rPr>
                          <w:rFonts w:cs="Arial"/>
                          <w:b/>
                          <w:bCs/>
                          <w:color w:val="000000"/>
                          <w:sz w:val="36"/>
                          <w:szCs w:val="36"/>
                        </w:rPr>
                      </w:pPr>
                      <w:r>
                        <w:rPr>
                          <w:rFonts w:cs="Arial"/>
                          <w:b/>
                          <w:bCs/>
                          <w:color w:val="000000"/>
                          <w:sz w:val="36"/>
                          <w:szCs w:val="36"/>
                        </w:rPr>
                        <w:t>VTS Revalidation Training</w:t>
                      </w:r>
                    </w:p>
                    <w:p w:rsidR="007F43ED" w:rsidRPr="00A23551" w:rsidRDefault="007F43ED" w:rsidP="00460028">
                      <w:pPr>
                        <w:autoSpaceDE w:val="0"/>
                        <w:autoSpaceDN w:val="0"/>
                        <w:adjustRightInd w:val="0"/>
                        <w:jc w:val="center"/>
                        <w:rPr>
                          <w:rFonts w:cs="Arial"/>
                          <w:b/>
                          <w:bCs/>
                          <w:color w:val="000000"/>
                          <w:sz w:val="36"/>
                          <w:szCs w:val="36"/>
                        </w:rPr>
                      </w:pPr>
                    </w:p>
                    <w:p w:rsidR="007F43ED" w:rsidRPr="00A23551" w:rsidRDefault="007F43ED" w:rsidP="00460028">
                      <w:pPr>
                        <w:autoSpaceDE w:val="0"/>
                        <w:autoSpaceDN w:val="0"/>
                        <w:adjustRightInd w:val="0"/>
                        <w:jc w:val="center"/>
                        <w:rPr>
                          <w:rFonts w:cs="Arial"/>
                          <w:b/>
                          <w:bCs/>
                          <w:color w:val="000000"/>
                          <w:sz w:val="36"/>
                          <w:szCs w:val="36"/>
                        </w:rPr>
                      </w:pPr>
                      <w:r w:rsidRPr="00A23551">
                        <w:rPr>
                          <w:rFonts w:cs="Arial"/>
                          <w:b/>
                          <w:bCs/>
                          <w:color w:val="000000"/>
                          <w:sz w:val="36"/>
                          <w:szCs w:val="36"/>
                        </w:rPr>
                        <w:t xml:space="preserve">Edition </w:t>
                      </w:r>
                      <w:r>
                        <w:rPr>
                          <w:rFonts w:cs="Arial"/>
                          <w:b/>
                          <w:bCs/>
                          <w:color w:val="000000"/>
                          <w:sz w:val="36"/>
                          <w:szCs w:val="36"/>
                        </w:rPr>
                        <w:t>1</w:t>
                      </w:r>
                    </w:p>
                    <w:p w:rsidR="007F43ED" w:rsidRPr="0044047B" w:rsidRDefault="007F43ED" w:rsidP="00460028">
                      <w:pPr>
                        <w:autoSpaceDE w:val="0"/>
                        <w:autoSpaceDN w:val="0"/>
                        <w:adjustRightInd w:val="0"/>
                        <w:jc w:val="center"/>
                        <w:rPr>
                          <w:rFonts w:cs="Arial"/>
                          <w:b/>
                          <w:bCs/>
                          <w:color w:val="000000"/>
                          <w:sz w:val="36"/>
                          <w:szCs w:val="36"/>
                          <w:highlight w:val="yellow"/>
                        </w:rPr>
                      </w:pPr>
                    </w:p>
                    <w:p w:rsidR="007F43ED" w:rsidRPr="0044047B" w:rsidRDefault="00575005"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March</w:t>
                      </w:r>
                      <w:r w:rsidR="007F43ED">
                        <w:rPr>
                          <w:rFonts w:cs="Arial"/>
                          <w:b/>
                          <w:bCs/>
                          <w:color w:val="000000"/>
                          <w:sz w:val="36"/>
                          <w:szCs w:val="36"/>
                          <w:highlight w:val="yellow"/>
                        </w:rPr>
                        <w:t xml:space="preserve"> 2016</w:t>
                      </w:r>
                    </w:p>
                    <w:p w:rsidR="007F43ED" w:rsidRDefault="007F43ED" w:rsidP="00460028">
                      <w:pPr>
                        <w:autoSpaceDE w:val="0"/>
                        <w:autoSpaceDN w:val="0"/>
                        <w:adjustRightInd w:val="0"/>
                        <w:jc w:val="center"/>
                        <w:rPr>
                          <w:rFonts w:cs="Arial"/>
                          <w:b/>
                          <w:bCs/>
                          <w:color w:val="000000"/>
                        </w:rPr>
                      </w:pPr>
                    </w:p>
                  </w:txbxContent>
                </v:textbox>
              </v:shape>
            </w:pict>
          </mc:Fallback>
        </mc:AlternateContent>
      </w:r>
      <w:r w:rsidR="004C27D9" w:rsidRPr="00C50983">
        <w:br w:type="page"/>
      </w:r>
      <w:bookmarkStart w:id="2" w:name="_Toc245254393"/>
      <w:r w:rsidR="004C27D9" w:rsidRPr="00C50983">
        <w:lastRenderedPageBreak/>
        <w:t>Document Revisions</w:t>
      </w:r>
      <w:bookmarkEnd w:id="0"/>
      <w:bookmarkEnd w:id="1"/>
      <w:bookmarkEnd w:id="2"/>
    </w:p>
    <w:p w:rsidR="004C27D9" w:rsidRPr="00C50983" w:rsidRDefault="004C27D9" w:rsidP="00857962">
      <w:pPr>
        <w:pStyle w:val="BodyText"/>
      </w:pPr>
      <w:r w:rsidRPr="00C50983">
        <w:t>Revisions to the IALA Document are to be noted in the table prior to the issue of a revised document.</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C27D9" w:rsidRPr="00C50983" w:rsidTr="007324AF">
        <w:trPr>
          <w:jc w:val="center"/>
        </w:trPr>
        <w:tc>
          <w:tcPr>
            <w:tcW w:w="1908" w:type="dxa"/>
          </w:tcPr>
          <w:p w:rsidR="004C27D9" w:rsidRPr="00C50983" w:rsidRDefault="004C27D9" w:rsidP="00AF615B">
            <w:pPr>
              <w:pStyle w:val="BodyText"/>
              <w:spacing w:before="120"/>
              <w:jc w:val="center"/>
              <w:rPr>
                <w:rFonts w:cs="Arial"/>
                <w:b/>
                <w:bCs/>
              </w:rPr>
            </w:pPr>
            <w:r w:rsidRPr="00C50983">
              <w:rPr>
                <w:rFonts w:cs="Arial"/>
                <w:b/>
                <w:bCs/>
              </w:rPr>
              <w:t>Date</w:t>
            </w:r>
          </w:p>
        </w:tc>
        <w:tc>
          <w:tcPr>
            <w:tcW w:w="3360" w:type="dxa"/>
          </w:tcPr>
          <w:p w:rsidR="004C27D9" w:rsidRPr="00C50983" w:rsidRDefault="004C27D9" w:rsidP="00AF615B">
            <w:pPr>
              <w:pStyle w:val="BodyText"/>
              <w:spacing w:before="120"/>
              <w:jc w:val="center"/>
              <w:rPr>
                <w:rFonts w:cs="Arial"/>
                <w:b/>
                <w:bCs/>
              </w:rPr>
            </w:pPr>
            <w:r w:rsidRPr="00C50983">
              <w:rPr>
                <w:rFonts w:cs="Arial"/>
                <w:b/>
                <w:bCs/>
              </w:rPr>
              <w:t>Page / Section Revised</w:t>
            </w:r>
          </w:p>
        </w:tc>
        <w:tc>
          <w:tcPr>
            <w:tcW w:w="4161" w:type="dxa"/>
          </w:tcPr>
          <w:p w:rsidR="004C27D9" w:rsidRPr="00C50983" w:rsidRDefault="004C27D9" w:rsidP="00AF615B">
            <w:pPr>
              <w:pStyle w:val="BodyText"/>
              <w:spacing w:before="120"/>
              <w:jc w:val="center"/>
              <w:rPr>
                <w:rFonts w:cs="Arial"/>
                <w:b/>
                <w:bCs/>
              </w:rPr>
            </w:pPr>
            <w:r w:rsidRPr="00C50983">
              <w:rPr>
                <w:rFonts w:cs="Arial"/>
                <w:b/>
                <w:bCs/>
              </w:rPr>
              <w:t>Requirement for Revision</w:t>
            </w:r>
          </w:p>
        </w:tc>
      </w:tr>
      <w:tr w:rsidR="004C27D9" w:rsidRPr="00C50983" w:rsidTr="007324AF">
        <w:trPr>
          <w:trHeight w:val="851"/>
          <w:jc w:val="center"/>
        </w:trPr>
        <w:tc>
          <w:tcPr>
            <w:tcW w:w="1908" w:type="dxa"/>
            <w:vAlign w:val="center"/>
          </w:tcPr>
          <w:p w:rsidR="004C27D9" w:rsidRPr="00C50983" w:rsidRDefault="004C27D9" w:rsidP="000C3570"/>
        </w:tc>
        <w:tc>
          <w:tcPr>
            <w:tcW w:w="3360" w:type="dxa"/>
            <w:vAlign w:val="center"/>
          </w:tcPr>
          <w:p w:rsidR="004C27D9" w:rsidRPr="00C50983" w:rsidRDefault="004C27D9" w:rsidP="000C3570"/>
        </w:tc>
        <w:tc>
          <w:tcPr>
            <w:tcW w:w="4161" w:type="dxa"/>
            <w:vAlign w:val="center"/>
          </w:tcPr>
          <w:p w:rsidR="004C27D9" w:rsidRPr="00C50983" w:rsidRDefault="004C27D9" w:rsidP="000C3570"/>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r w:rsidR="004C27D9" w:rsidRPr="00C50983" w:rsidTr="007324AF">
        <w:trPr>
          <w:trHeight w:val="851"/>
          <w:jc w:val="center"/>
        </w:trPr>
        <w:tc>
          <w:tcPr>
            <w:tcW w:w="1908" w:type="dxa"/>
            <w:vAlign w:val="center"/>
          </w:tcPr>
          <w:p w:rsidR="004C27D9" w:rsidRPr="00C50983" w:rsidRDefault="004C27D9" w:rsidP="00AF615B">
            <w:pPr>
              <w:pStyle w:val="BodyText"/>
            </w:pPr>
          </w:p>
        </w:tc>
        <w:tc>
          <w:tcPr>
            <w:tcW w:w="3360" w:type="dxa"/>
            <w:vAlign w:val="center"/>
          </w:tcPr>
          <w:p w:rsidR="004C27D9" w:rsidRPr="00C50983" w:rsidRDefault="004C27D9" w:rsidP="00AF615B">
            <w:pPr>
              <w:pStyle w:val="BodyText"/>
            </w:pPr>
          </w:p>
        </w:tc>
        <w:tc>
          <w:tcPr>
            <w:tcW w:w="4161" w:type="dxa"/>
            <w:vAlign w:val="center"/>
          </w:tcPr>
          <w:p w:rsidR="004C27D9" w:rsidRPr="00C50983" w:rsidRDefault="004C27D9" w:rsidP="00AF615B">
            <w:pPr>
              <w:pStyle w:val="BodyText"/>
            </w:pPr>
          </w:p>
        </w:tc>
      </w:tr>
    </w:tbl>
    <w:p w:rsidR="0042142B" w:rsidRPr="00C50983" w:rsidRDefault="004C27D9" w:rsidP="00EB4705">
      <w:pPr>
        <w:pStyle w:val="Title"/>
        <w:spacing w:before="0"/>
      </w:pPr>
      <w:r w:rsidRPr="00C50983">
        <w:br w:type="page"/>
      </w:r>
      <w:bookmarkStart w:id="3" w:name="_Toc245254394"/>
      <w:bookmarkStart w:id="4" w:name="_Toc432680590"/>
      <w:bookmarkStart w:id="5" w:name="_Toc444069189"/>
      <w:r w:rsidR="00084C07" w:rsidRPr="00C50983">
        <w:lastRenderedPageBreak/>
        <w:t>Table of Contents</w:t>
      </w:r>
      <w:bookmarkEnd w:id="3"/>
      <w:bookmarkEnd w:id="4"/>
      <w:bookmarkEnd w:id="5"/>
    </w:p>
    <w:sdt>
      <w:sdtPr>
        <w:rPr>
          <w:rFonts w:ascii="Arial" w:hAnsi="Arial"/>
          <w:b w:val="0"/>
          <w:bCs w:val="0"/>
          <w:color w:val="auto"/>
          <w:sz w:val="22"/>
          <w:szCs w:val="24"/>
          <w:lang w:val="en-GB"/>
        </w:rPr>
        <w:id w:val="1847898365"/>
        <w:docPartObj>
          <w:docPartGallery w:val="Table of Contents"/>
          <w:docPartUnique/>
        </w:docPartObj>
      </w:sdtPr>
      <w:sdtEndPr>
        <w:rPr>
          <w:noProof/>
        </w:rPr>
      </w:sdtEndPr>
      <w:sdtContent>
        <w:p w:rsidR="0001726E" w:rsidRPr="007F43ED" w:rsidRDefault="0001726E" w:rsidP="007F43ED">
          <w:pPr>
            <w:pStyle w:val="TOCHeading"/>
            <w:numPr>
              <w:ilvl w:val="0"/>
              <w:numId w:val="0"/>
            </w:numPr>
            <w:rPr>
              <w:rFonts w:ascii="Arial" w:hAnsi="Arial" w:cs="Arial"/>
              <w:b w:val="0"/>
              <w:color w:val="auto"/>
              <w:sz w:val="22"/>
              <w:szCs w:val="22"/>
            </w:rPr>
          </w:pPr>
        </w:p>
        <w:p w:rsidR="00E73DE4" w:rsidRDefault="0001726E">
          <w:pPr>
            <w:pStyle w:val="TOC1"/>
            <w:rPr>
              <w:rFonts w:asciiTheme="minorHAnsi" w:eastAsiaTheme="minorEastAsia" w:hAnsiTheme="minorHAnsi" w:cstheme="minorBidi"/>
              <w:bCs w:val="0"/>
              <w:caps w:val="0"/>
              <w:noProof/>
              <w:szCs w:val="22"/>
            </w:rPr>
          </w:pPr>
          <w:r>
            <w:fldChar w:fldCharType="begin"/>
          </w:r>
          <w:r>
            <w:instrText xml:space="preserve"> TOC \o "1-3" \h \z \u </w:instrText>
          </w:r>
          <w:r>
            <w:fldChar w:fldCharType="separate"/>
          </w:r>
          <w:hyperlink w:anchor="_Toc444069188" w:history="1">
            <w:r w:rsidR="00E73DE4" w:rsidRPr="004B0A70">
              <w:rPr>
                <w:rStyle w:val="Hyperlink"/>
                <w:noProof/>
              </w:rPr>
              <w:t>Document Revisions</w:t>
            </w:r>
            <w:r w:rsidR="00E73DE4">
              <w:rPr>
                <w:noProof/>
                <w:webHidden/>
              </w:rPr>
              <w:tab/>
            </w:r>
            <w:r w:rsidR="00E73DE4">
              <w:rPr>
                <w:noProof/>
                <w:webHidden/>
              </w:rPr>
              <w:fldChar w:fldCharType="begin"/>
            </w:r>
            <w:r w:rsidR="00E73DE4">
              <w:rPr>
                <w:noProof/>
                <w:webHidden/>
              </w:rPr>
              <w:instrText xml:space="preserve"> PAGEREF _Toc444069188 \h </w:instrText>
            </w:r>
            <w:r w:rsidR="00E73DE4">
              <w:rPr>
                <w:noProof/>
                <w:webHidden/>
              </w:rPr>
            </w:r>
            <w:r w:rsidR="00E73DE4">
              <w:rPr>
                <w:noProof/>
                <w:webHidden/>
              </w:rPr>
              <w:fldChar w:fldCharType="separate"/>
            </w:r>
            <w:r w:rsidR="00E73DE4">
              <w:rPr>
                <w:noProof/>
                <w:webHidden/>
              </w:rPr>
              <w:t>1</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89" w:history="1">
            <w:r w:rsidR="00E73DE4" w:rsidRPr="004B0A70">
              <w:rPr>
                <w:rStyle w:val="Hyperlink"/>
                <w:noProof/>
              </w:rPr>
              <w:t>Table of Contents</w:t>
            </w:r>
            <w:r w:rsidR="00E73DE4">
              <w:rPr>
                <w:noProof/>
                <w:webHidden/>
              </w:rPr>
              <w:tab/>
            </w:r>
            <w:r w:rsidR="00E73DE4">
              <w:rPr>
                <w:noProof/>
                <w:webHidden/>
              </w:rPr>
              <w:fldChar w:fldCharType="begin"/>
            </w:r>
            <w:r w:rsidR="00E73DE4">
              <w:rPr>
                <w:noProof/>
                <w:webHidden/>
              </w:rPr>
              <w:instrText xml:space="preserve"> PAGEREF _Toc444069189 \h </w:instrText>
            </w:r>
            <w:r w:rsidR="00E73DE4">
              <w:rPr>
                <w:noProof/>
                <w:webHidden/>
              </w:rPr>
            </w:r>
            <w:r w:rsidR="00E73DE4">
              <w:rPr>
                <w:noProof/>
                <w:webHidden/>
              </w:rPr>
              <w:fldChar w:fldCharType="separate"/>
            </w:r>
            <w:r w:rsidR="00E73DE4">
              <w:rPr>
                <w:noProof/>
                <w:webHidden/>
              </w:rPr>
              <w:t>3</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90" w:history="1">
            <w:r w:rsidR="00E73DE4" w:rsidRPr="004B0A70">
              <w:rPr>
                <w:rStyle w:val="Hyperlink"/>
                <w:noProof/>
              </w:rPr>
              <w:t>Index of Tables</w:t>
            </w:r>
            <w:r w:rsidR="00E73DE4">
              <w:rPr>
                <w:noProof/>
                <w:webHidden/>
              </w:rPr>
              <w:tab/>
            </w:r>
            <w:r w:rsidR="00E73DE4">
              <w:rPr>
                <w:noProof/>
                <w:webHidden/>
              </w:rPr>
              <w:fldChar w:fldCharType="begin"/>
            </w:r>
            <w:r w:rsidR="00E73DE4">
              <w:rPr>
                <w:noProof/>
                <w:webHidden/>
              </w:rPr>
              <w:instrText xml:space="preserve"> PAGEREF _Toc444069190 \h </w:instrText>
            </w:r>
            <w:r w:rsidR="00E73DE4">
              <w:rPr>
                <w:noProof/>
                <w:webHidden/>
              </w:rPr>
            </w:r>
            <w:r w:rsidR="00E73DE4">
              <w:rPr>
                <w:noProof/>
                <w:webHidden/>
              </w:rPr>
              <w:fldChar w:fldCharType="separate"/>
            </w:r>
            <w:r w:rsidR="00E73DE4">
              <w:rPr>
                <w:noProof/>
                <w:webHidden/>
              </w:rPr>
              <w:t>5</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91" w:history="1">
            <w:r w:rsidR="00E73DE4" w:rsidRPr="004B0A70">
              <w:rPr>
                <w:rStyle w:val="Hyperlink"/>
                <w:noProof/>
              </w:rPr>
              <w:t>Index of Figures</w:t>
            </w:r>
            <w:r w:rsidR="00E73DE4">
              <w:rPr>
                <w:noProof/>
                <w:webHidden/>
              </w:rPr>
              <w:tab/>
            </w:r>
            <w:r w:rsidR="00E73DE4">
              <w:rPr>
                <w:noProof/>
                <w:webHidden/>
              </w:rPr>
              <w:fldChar w:fldCharType="begin"/>
            </w:r>
            <w:r w:rsidR="00E73DE4">
              <w:rPr>
                <w:noProof/>
                <w:webHidden/>
              </w:rPr>
              <w:instrText xml:space="preserve"> PAGEREF _Toc444069191 \h </w:instrText>
            </w:r>
            <w:r w:rsidR="00E73DE4">
              <w:rPr>
                <w:noProof/>
                <w:webHidden/>
              </w:rPr>
            </w:r>
            <w:r w:rsidR="00E73DE4">
              <w:rPr>
                <w:noProof/>
                <w:webHidden/>
              </w:rPr>
              <w:fldChar w:fldCharType="separate"/>
            </w:r>
            <w:r w:rsidR="00E73DE4">
              <w:rPr>
                <w:noProof/>
                <w:webHidden/>
              </w:rPr>
              <w:t>6</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92" w:history="1">
            <w:r w:rsidR="00E73DE4" w:rsidRPr="004B0A70">
              <w:rPr>
                <w:rStyle w:val="Hyperlink"/>
                <w:noProof/>
              </w:rPr>
              <w:t>Foreword</w:t>
            </w:r>
            <w:r w:rsidR="00E73DE4">
              <w:rPr>
                <w:noProof/>
                <w:webHidden/>
              </w:rPr>
              <w:tab/>
            </w:r>
            <w:r w:rsidR="00E73DE4">
              <w:rPr>
                <w:noProof/>
                <w:webHidden/>
              </w:rPr>
              <w:fldChar w:fldCharType="begin"/>
            </w:r>
            <w:r w:rsidR="00E73DE4">
              <w:rPr>
                <w:noProof/>
                <w:webHidden/>
              </w:rPr>
              <w:instrText xml:space="preserve"> PAGEREF _Toc444069192 \h </w:instrText>
            </w:r>
            <w:r w:rsidR="00E73DE4">
              <w:rPr>
                <w:noProof/>
                <w:webHidden/>
              </w:rPr>
            </w:r>
            <w:r w:rsidR="00E73DE4">
              <w:rPr>
                <w:noProof/>
                <w:webHidden/>
              </w:rPr>
              <w:fldChar w:fldCharType="separate"/>
            </w:r>
            <w:r w:rsidR="00E73DE4">
              <w:rPr>
                <w:noProof/>
                <w:webHidden/>
              </w:rPr>
              <w:t>7</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93" w:history="1">
            <w:r w:rsidR="00E73DE4" w:rsidRPr="004B0A70">
              <w:rPr>
                <w:rStyle w:val="Hyperlink"/>
                <w:noProof/>
              </w:rPr>
              <w:t>PART A – COURSE OVERVIEW</w:t>
            </w:r>
            <w:r w:rsidR="00E73DE4">
              <w:rPr>
                <w:noProof/>
                <w:webHidden/>
              </w:rPr>
              <w:tab/>
            </w:r>
            <w:r w:rsidR="00E73DE4">
              <w:rPr>
                <w:noProof/>
                <w:webHidden/>
              </w:rPr>
              <w:fldChar w:fldCharType="begin"/>
            </w:r>
            <w:r w:rsidR="00E73DE4">
              <w:rPr>
                <w:noProof/>
                <w:webHidden/>
              </w:rPr>
              <w:instrText xml:space="preserve"> PAGEREF _Toc444069193 \h </w:instrText>
            </w:r>
            <w:r w:rsidR="00E73DE4">
              <w:rPr>
                <w:noProof/>
                <w:webHidden/>
              </w:rPr>
            </w:r>
            <w:r w:rsidR="00E73DE4">
              <w:rPr>
                <w:noProof/>
                <w:webHidden/>
              </w:rPr>
              <w:fldChar w:fldCharType="separate"/>
            </w:r>
            <w:r w:rsidR="00E73DE4">
              <w:rPr>
                <w:noProof/>
                <w:webHidden/>
              </w:rPr>
              <w:t>8</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94" w:history="1">
            <w:r w:rsidR="00E73DE4" w:rsidRPr="004B0A70">
              <w:rPr>
                <w:rStyle w:val="Hyperlink"/>
                <w:noProof/>
              </w:rPr>
              <w:t xml:space="preserve">1 </w:t>
            </w:r>
            <w:r w:rsidR="00E73DE4">
              <w:rPr>
                <w:rFonts w:asciiTheme="minorHAnsi" w:eastAsiaTheme="minorEastAsia" w:hAnsiTheme="minorHAnsi" w:cstheme="minorBidi"/>
                <w:bCs w:val="0"/>
                <w:caps w:val="0"/>
                <w:noProof/>
                <w:szCs w:val="22"/>
              </w:rPr>
              <w:tab/>
            </w:r>
            <w:r w:rsidR="00E73DE4" w:rsidRPr="004B0A70">
              <w:rPr>
                <w:rStyle w:val="Hyperlink"/>
                <w:noProof/>
              </w:rPr>
              <w:t>INTRODUCTION</w:t>
            </w:r>
            <w:r w:rsidR="00E73DE4">
              <w:rPr>
                <w:noProof/>
                <w:webHidden/>
              </w:rPr>
              <w:tab/>
            </w:r>
            <w:r w:rsidR="00E73DE4">
              <w:rPr>
                <w:noProof/>
                <w:webHidden/>
              </w:rPr>
              <w:fldChar w:fldCharType="begin"/>
            </w:r>
            <w:r w:rsidR="00E73DE4">
              <w:rPr>
                <w:noProof/>
                <w:webHidden/>
              </w:rPr>
              <w:instrText xml:space="preserve"> PAGEREF _Toc444069194 \h </w:instrText>
            </w:r>
            <w:r w:rsidR="00E73DE4">
              <w:rPr>
                <w:noProof/>
                <w:webHidden/>
              </w:rPr>
            </w:r>
            <w:r w:rsidR="00E73DE4">
              <w:rPr>
                <w:noProof/>
                <w:webHidden/>
              </w:rPr>
              <w:fldChar w:fldCharType="separate"/>
            </w:r>
            <w:r w:rsidR="00E73DE4">
              <w:rPr>
                <w:noProof/>
                <w:webHidden/>
              </w:rPr>
              <w:t>8</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195" w:history="1">
            <w:r w:rsidR="00E73DE4" w:rsidRPr="004B0A70">
              <w:rPr>
                <w:rStyle w:val="Hyperlink"/>
                <w:noProof/>
                <w:lang w:eastAsia="de-DE"/>
              </w:rPr>
              <w:t>1.1</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Purpose of the Model Course</w:t>
            </w:r>
            <w:r w:rsidR="00E73DE4">
              <w:rPr>
                <w:noProof/>
                <w:webHidden/>
              </w:rPr>
              <w:tab/>
            </w:r>
            <w:r w:rsidR="00E73DE4">
              <w:rPr>
                <w:noProof/>
                <w:webHidden/>
              </w:rPr>
              <w:fldChar w:fldCharType="begin"/>
            </w:r>
            <w:r w:rsidR="00E73DE4">
              <w:rPr>
                <w:noProof/>
                <w:webHidden/>
              </w:rPr>
              <w:instrText xml:space="preserve"> PAGEREF _Toc444069195 \h </w:instrText>
            </w:r>
            <w:r w:rsidR="00E73DE4">
              <w:rPr>
                <w:noProof/>
                <w:webHidden/>
              </w:rPr>
            </w:r>
            <w:r w:rsidR="00E73DE4">
              <w:rPr>
                <w:noProof/>
                <w:webHidden/>
              </w:rPr>
              <w:fldChar w:fldCharType="separate"/>
            </w:r>
            <w:r w:rsidR="00E73DE4">
              <w:rPr>
                <w:noProof/>
                <w:webHidden/>
              </w:rPr>
              <w:t>8</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196" w:history="1">
            <w:r w:rsidR="00E73DE4" w:rsidRPr="004B0A70">
              <w:rPr>
                <w:rStyle w:val="Hyperlink"/>
                <w:noProof/>
              </w:rPr>
              <w:t>1.2</w:t>
            </w:r>
            <w:r w:rsidR="00E73DE4">
              <w:rPr>
                <w:rFonts w:asciiTheme="minorHAnsi" w:eastAsiaTheme="minorEastAsia" w:hAnsiTheme="minorHAnsi" w:cstheme="minorBidi"/>
                <w:bCs w:val="0"/>
                <w:noProof/>
                <w:szCs w:val="22"/>
                <w:lang w:eastAsia="en-GB"/>
              </w:rPr>
              <w:tab/>
            </w:r>
            <w:r w:rsidR="00E73DE4" w:rsidRPr="004B0A70">
              <w:rPr>
                <w:rStyle w:val="Hyperlink"/>
                <w:noProof/>
              </w:rPr>
              <w:t>Use of the Model Course</w:t>
            </w:r>
            <w:r w:rsidR="00E73DE4">
              <w:rPr>
                <w:noProof/>
                <w:webHidden/>
              </w:rPr>
              <w:tab/>
            </w:r>
            <w:r w:rsidR="00E73DE4">
              <w:rPr>
                <w:noProof/>
                <w:webHidden/>
              </w:rPr>
              <w:fldChar w:fldCharType="begin"/>
            </w:r>
            <w:r w:rsidR="00E73DE4">
              <w:rPr>
                <w:noProof/>
                <w:webHidden/>
              </w:rPr>
              <w:instrText xml:space="preserve"> PAGEREF _Toc444069196 \h </w:instrText>
            </w:r>
            <w:r w:rsidR="00E73DE4">
              <w:rPr>
                <w:noProof/>
                <w:webHidden/>
              </w:rPr>
            </w:r>
            <w:r w:rsidR="00E73DE4">
              <w:rPr>
                <w:noProof/>
                <w:webHidden/>
              </w:rPr>
              <w:fldChar w:fldCharType="separate"/>
            </w:r>
            <w:r w:rsidR="00E73DE4">
              <w:rPr>
                <w:noProof/>
                <w:webHidden/>
              </w:rPr>
              <w:t>9</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197" w:history="1">
            <w:r w:rsidR="00E73DE4" w:rsidRPr="004B0A70">
              <w:rPr>
                <w:rStyle w:val="Hyperlink"/>
                <w:noProof/>
              </w:rPr>
              <w:t>1.3</w:t>
            </w:r>
            <w:r w:rsidR="00E73DE4">
              <w:rPr>
                <w:rFonts w:asciiTheme="minorHAnsi" w:eastAsiaTheme="minorEastAsia" w:hAnsiTheme="minorHAnsi" w:cstheme="minorBidi"/>
                <w:bCs w:val="0"/>
                <w:noProof/>
                <w:szCs w:val="22"/>
                <w:lang w:eastAsia="en-GB"/>
              </w:rPr>
              <w:tab/>
            </w:r>
            <w:r w:rsidR="00E73DE4" w:rsidRPr="004B0A70">
              <w:rPr>
                <w:rStyle w:val="Hyperlink"/>
                <w:noProof/>
              </w:rPr>
              <w:t>Revalidation process for VTS qualifications</w:t>
            </w:r>
            <w:r w:rsidR="00E73DE4">
              <w:rPr>
                <w:noProof/>
                <w:webHidden/>
              </w:rPr>
              <w:tab/>
            </w:r>
            <w:r w:rsidR="00E73DE4">
              <w:rPr>
                <w:noProof/>
                <w:webHidden/>
              </w:rPr>
              <w:fldChar w:fldCharType="begin"/>
            </w:r>
            <w:r w:rsidR="00E73DE4">
              <w:rPr>
                <w:noProof/>
                <w:webHidden/>
              </w:rPr>
              <w:instrText xml:space="preserve"> PAGEREF _Toc444069197 \h </w:instrText>
            </w:r>
            <w:r w:rsidR="00E73DE4">
              <w:rPr>
                <w:noProof/>
                <w:webHidden/>
              </w:rPr>
            </w:r>
            <w:r w:rsidR="00E73DE4">
              <w:rPr>
                <w:noProof/>
                <w:webHidden/>
              </w:rPr>
              <w:fldChar w:fldCharType="separate"/>
            </w:r>
            <w:r w:rsidR="00E73DE4">
              <w:rPr>
                <w:noProof/>
                <w:webHidden/>
              </w:rPr>
              <w:t>10</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98" w:history="1">
            <w:r w:rsidR="00E73DE4">
              <w:rPr>
                <w:noProof/>
                <w:webHidden/>
              </w:rPr>
              <w:tab/>
            </w:r>
            <w:r w:rsidR="00E73DE4">
              <w:rPr>
                <w:noProof/>
                <w:webHidden/>
              </w:rPr>
              <w:fldChar w:fldCharType="begin"/>
            </w:r>
            <w:r w:rsidR="00E73DE4">
              <w:rPr>
                <w:noProof/>
                <w:webHidden/>
              </w:rPr>
              <w:instrText xml:space="preserve"> PAGEREF _Toc444069198 \h </w:instrText>
            </w:r>
            <w:r w:rsidR="00E73DE4">
              <w:rPr>
                <w:noProof/>
                <w:webHidden/>
              </w:rPr>
            </w:r>
            <w:r w:rsidR="00E73DE4">
              <w:rPr>
                <w:noProof/>
                <w:webHidden/>
              </w:rPr>
              <w:fldChar w:fldCharType="separate"/>
            </w:r>
            <w:r w:rsidR="00E73DE4">
              <w:rPr>
                <w:noProof/>
                <w:webHidden/>
              </w:rPr>
              <w:t>10</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199" w:history="1">
            <w:r w:rsidR="00E73DE4" w:rsidRPr="004B0A70">
              <w:rPr>
                <w:rStyle w:val="Hyperlink"/>
                <w:noProof/>
              </w:rPr>
              <w:t>PART B - DELIVERY OF THE MODEL COURSE</w:t>
            </w:r>
            <w:r w:rsidR="00E73DE4">
              <w:rPr>
                <w:noProof/>
                <w:webHidden/>
              </w:rPr>
              <w:tab/>
            </w:r>
            <w:r w:rsidR="00E73DE4">
              <w:rPr>
                <w:noProof/>
                <w:webHidden/>
              </w:rPr>
              <w:fldChar w:fldCharType="begin"/>
            </w:r>
            <w:r w:rsidR="00E73DE4">
              <w:rPr>
                <w:noProof/>
                <w:webHidden/>
              </w:rPr>
              <w:instrText xml:space="preserve"> PAGEREF _Toc444069199 \h </w:instrText>
            </w:r>
            <w:r w:rsidR="00E73DE4">
              <w:rPr>
                <w:noProof/>
                <w:webHidden/>
              </w:rPr>
            </w:r>
            <w:r w:rsidR="00E73DE4">
              <w:rPr>
                <w:noProof/>
                <w:webHidden/>
              </w:rPr>
              <w:fldChar w:fldCharType="separate"/>
            </w:r>
            <w:r w:rsidR="00E73DE4">
              <w:rPr>
                <w:noProof/>
                <w:webHidden/>
              </w:rPr>
              <w:t>11</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00" w:history="1">
            <w:r w:rsidR="00E73DE4" w:rsidRPr="004B0A70">
              <w:rPr>
                <w:rStyle w:val="Hyperlink"/>
                <w:noProof/>
              </w:rPr>
              <w:t>1</w:t>
            </w:r>
            <w:r w:rsidR="00E73DE4">
              <w:rPr>
                <w:rFonts w:asciiTheme="minorHAnsi" w:eastAsiaTheme="minorEastAsia" w:hAnsiTheme="minorHAnsi" w:cstheme="minorBidi"/>
                <w:bCs w:val="0"/>
                <w:caps w:val="0"/>
                <w:noProof/>
                <w:szCs w:val="22"/>
              </w:rPr>
              <w:tab/>
            </w:r>
            <w:r w:rsidR="00E73DE4" w:rsidRPr="004B0A70">
              <w:rPr>
                <w:rStyle w:val="Hyperlink"/>
                <w:noProof/>
              </w:rPr>
              <w:t>Introduction</w:t>
            </w:r>
            <w:r w:rsidR="00E73DE4">
              <w:rPr>
                <w:noProof/>
                <w:webHidden/>
              </w:rPr>
              <w:tab/>
            </w:r>
            <w:r w:rsidR="00E73DE4">
              <w:rPr>
                <w:noProof/>
                <w:webHidden/>
              </w:rPr>
              <w:fldChar w:fldCharType="begin"/>
            </w:r>
            <w:r w:rsidR="00E73DE4">
              <w:rPr>
                <w:noProof/>
                <w:webHidden/>
              </w:rPr>
              <w:instrText xml:space="preserve"> PAGEREF _Toc444069200 \h </w:instrText>
            </w:r>
            <w:r w:rsidR="00E73DE4">
              <w:rPr>
                <w:noProof/>
                <w:webHidden/>
              </w:rPr>
            </w:r>
            <w:r w:rsidR="00E73DE4">
              <w:rPr>
                <w:noProof/>
                <w:webHidden/>
              </w:rPr>
              <w:fldChar w:fldCharType="separate"/>
            </w:r>
            <w:r w:rsidR="00E73DE4">
              <w:rPr>
                <w:noProof/>
                <w:webHidden/>
              </w:rPr>
              <w:t>11</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01" w:history="1">
            <w:r w:rsidR="00E73DE4" w:rsidRPr="004B0A70">
              <w:rPr>
                <w:rStyle w:val="Hyperlink"/>
                <w:noProof/>
              </w:rPr>
              <w:t>2</w:t>
            </w:r>
            <w:r w:rsidR="00E73DE4">
              <w:rPr>
                <w:rFonts w:asciiTheme="minorHAnsi" w:eastAsiaTheme="minorEastAsia" w:hAnsiTheme="minorHAnsi" w:cstheme="minorBidi"/>
                <w:bCs w:val="0"/>
                <w:caps w:val="0"/>
                <w:noProof/>
                <w:szCs w:val="22"/>
              </w:rPr>
              <w:tab/>
            </w:r>
            <w:r w:rsidR="00E73DE4" w:rsidRPr="004B0A70">
              <w:rPr>
                <w:rStyle w:val="Hyperlink"/>
                <w:noProof/>
              </w:rPr>
              <w:t>IMPLEMENTATION</w:t>
            </w:r>
            <w:r w:rsidR="00E73DE4">
              <w:rPr>
                <w:noProof/>
                <w:webHidden/>
              </w:rPr>
              <w:tab/>
            </w:r>
            <w:r w:rsidR="00E73DE4">
              <w:rPr>
                <w:noProof/>
                <w:webHidden/>
              </w:rPr>
              <w:fldChar w:fldCharType="begin"/>
            </w:r>
            <w:r w:rsidR="00E73DE4">
              <w:rPr>
                <w:noProof/>
                <w:webHidden/>
              </w:rPr>
              <w:instrText xml:space="preserve"> PAGEREF _Toc444069201 \h </w:instrText>
            </w:r>
            <w:r w:rsidR="00E73DE4">
              <w:rPr>
                <w:noProof/>
                <w:webHidden/>
              </w:rPr>
            </w:r>
            <w:r w:rsidR="00E73DE4">
              <w:rPr>
                <w:noProof/>
                <w:webHidden/>
              </w:rPr>
              <w:fldChar w:fldCharType="separate"/>
            </w:r>
            <w:r w:rsidR="00E73DE4">
              <w:rPr>
                <w:noProof/>
                <w:webHidden/>
              </w:rPr>
              <w:t>11</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02" w:history="1">
            <w:r w:rsidR="00E73DE4" w:rsidRPr="004B0A70">
              <w:rPr>
                <w:rStyle w:val="Hyperlink"/>
                <w:noProof/>
              </w:rPr>
              <w:t>3</w:t>
            </w:r>
            <w:r w:rsidR="00E73DE4">
              <w:rPr>
                <w:rFonts w:asciiTheme="minorHAnsi" w:eastAsiaTheme="minorEastAsia" w:hAnsiTheme="minorHAnsi" w:cstheme="minorBidi"/>
                <w:bCs w:val="0"/>
                <w:caps w:val="0"/>
                <w:noProof/>
                <w:szCs w:val="22"/>
              </w:rPr>
              <w:tab/>
            </w:r>
            <w:r w:rsidR="00E73DE4" w:rsidRPr="004B0A70">
              <w:rPr>
                <w:rStyle w:val="Hyperlink"/>
                <w:noProof/>
              </w:rPr>
              <w:t>VALIDATION</w:t>
            </w:r>
            <w:r w:rsidR="00E73DE4">
              <w:rPr>
                <w:noProof/>
                <w:webHidden/>
              </w:rPr>
              <w:tab/>
            </w:r>
            <w:r w:rsidR="00E73DE4">
              <w:rPr>
                <w:noProof/>
                <w:webHidden/>
              </w:rPr>
              <w:fldChar w:fldCharType="begin"/>
            </w:r>
            <w:r w:rsidR="00E73DE4">
              <w:rPr>
                <w:noProof/>
                <w:webHidden/>
              </w:rPr>
              <w:instrText xml:space="preserve"> PAGEREF _Toc444069202 \h </w:instrText>
            </w:r>
            <w:r w:rsidR="00E73DE4">
              <w:rPr>
                <w:noProof/>
                <w:webHidden/>
              </w:rPr>
            </w:r>
            <w:r w:rsidR="00E73DE4">
              <w:rPr>
                <w:noProof/>
                <w:webHidden/>
              </w:rPr>
              <w:fldChar w:fldCharType="separate"/>
            </w:r>
            <w:r w:rsidR="00E73DE4">
              <w:rPr>
                <w:noProof/>
                <w:webHidden/>
              </w:rPr>
              <w:t>12</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03" w:history="1">
            <w:r w:rsidR="00E73DE4" w:rsidRPr="004B0A70">
              <w:rPr>
                <w:rStyle w:val="Hyperlink"/>
                <w:noProof/>
              </w:rPr>
              <w:t>4</w:t>
            </w:r>
            <w:r w:rsidR="00E73DE4">
              <w:rPr>
                <w:rFonts w:asciiTheme="minorHAnsi" w:eastAsiaTheme="minorEastAsia" w:hAnsiTheme="minorHAnsi" w:cstheme="minorBidi"/>
                <w:bCs w:val="0"/>
                <w:caps w:val="0"/>
                <w:noProof/>
                <w:szCs w:val="22"/>
              </w:rPr>
              <w:tab/>
            </w:r>
            <w:r w:rsidR="00E73DE4" w:rsidRPr="004B0A70">
              <w:rPr>
                <w:rStyle w:val="Hyperlink"/>
                <w:noProof/>
              </w:rPr>
              <w:t>training programme</w:t>
            </w:r>
            <w:r w:rsidR="00E73DE4">
              <w:rPr>
                <w:noProof/>
                <w:webHidden/>
              </w:rPr>
              <w:tab/>
            </w:r>
            <w:r w:rsidR="00E73DE4">
              <w:rPr>
                <w:noProof/>
                <w:webHidden/>
              </w:rPr>
              <w:fldChar w:fldCharType="begin"/>
            </w:r>
            <w:r w:rsidR="00E73DE4">
              <w:rPr>
                <w:noProof/>
                <w:webHidden/>
              </w:rPr>
              <w:instrText xml:space="preserve"> PAGEREF _Toc444069203 \h </w:instrText>
            </w:r>
            <w:r w:rsidR="00E73DE4">
              <w:rPr>
                <w:noProof/>
                <w:webHidden/>
              </w:rPr>
            </w:r>
            <w:r w:rsidR="00E73DE4">
              <w:rPr>
                <w:noProof/>
                <w:webHidden/>
              </w:rPr>
              <w:fldChar w:fldCharType="separate"/>
            </w:r>
            <w:r w:rsidR="00E73DE4">
              <w:rPr>
                <w:noProof/>
                <w:webHidden/>
              </w:rPr>
              <w:t>12</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04" w:history="1">
            <w:r w:rsidR="00E73DE4" w:rsidRPr="004B0A70">
              <w:rPr>
                <w:rStyle w:val="Hyperlink"/>
                <w:noProof/>
                <w:lang w:eastAsia="de-DE"/>
              </w:rPr>
              <w:t>4.1</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General principles</w:t>
            </w:r>
            <w:r w:rsidR="00E73DE4">
              <w:rPr>
                <w:noProof/>
                <w:webHidden/>
              </w:rPr>
              <w:tab/>
            </w:r>
            <w:r w:rsidR="00E73DE4">
              <w:rPr>
                <w:noProof/>
                <w:webHidden/>
              </w:rPr>
              <w:fldChar w:fldCharType="begin"/>
            </w:r>
            <w:r w:rsidR="00E73DE4">
              <w:rPr>
                <w:noProof/>
                <w:webHidden/>
              </w:rPr>
              <w:instrText xml:space="preserve"> PAGEREF _Toc444069204 \h </w:instrText>
            </w:r>
            <w:r w:rsidR="00E73DE4">
              <w:rPr>
                <w:noProof/>
                <w:webHidden/>
              </w:rPr>
            </w:r>
            <w:r w:rsidR="00E73DE4">
              <w:rPr>
                <w:noProof/>
                <w:webHidden/>
              </w:rPr>
              <w:fldChar w:fldCharType="separate"/>
            </w:r>
            <w:r w:rsidR="00E73DE4">
              <w:rPr>
                <w:noProof/>
                <w:webHidden/>
              </w:rPr>
              <w:t>12</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05" w:history="1">
            <w:r w:rsidR="00E73DE4" w:rsidRPr="004B0A70">
              <w:rPr>
                <w:rStyle w:val="Hyperlink"/>
                <w:noProof/>
                <w:lang w:eastAsia="de-DE"/>
              </w:rPr>
              <w:t>4.2</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Training needs analysis</w:t>
            </w:r>
            <w:r w:rsidR="00E73DE4">
              <w:rPr>
                <w:noProof/>
                <w:webHidden/>
              </w:rPr>
              <w:tab/>
            </w:r>
            <w:r w:rsidR="00E73DE4">
              <w:rPr>
                <w:noProof/>
                <w:webHidden/>
              </w:rPr>
              <w:fldChar w:fldCharType="begin"/>
            </w:r>
            <w:r w:rsidR="00E73DE4">
              <w:rPr>
                <w:noProof/>
                <w:webHidden/>
              </w:rPr>
              <w:instrText xml:space="preserve"> PAGEREF _Toc444069205 \h </w:instrText>
            </w:r>
            <w:r w:rsidR="00E73DE4">
              <w:rPr>
                <w:noProof/>
                <w:webHidden/>
              </w:rPr>
            </w:r>
            <w:r w:rsidR="00E73DE4">
              <w:rPr>
                <w:noProof/>
                <w:webHidden/>
              </w:rPr>
              <w:fldChar w:fldCharType="separate"/>
            </w:r>
            <w:r w:rsidR="00E73DE4">
              <w:rPr>
                <w:noProof/>
                <w:webHidden/>
              </w:rPr>
              <w:t>13</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06" w:history="1">
            <w:r w:rsidR="00E73DE4" w:rsidRPr="004B0A70">
              <w:rPr>
                <w:rStyle w:val="Hyperlink"/>
                <w:noProof/>
                <w:lang w:eastAsia="de-DE"/>
              </w:rPr>
              <w:t>4.3</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Course intake – limitations</w:t>
            </w:r>
            <w:r w:rsidR="00E73DE4">
              <w:rPr>
                <w:noProof/>
                <w:webHidden/>
              </w:rPr>
              <w:tab/>
            </w:r>
            <w:r w:rsidR="00E73DE4">
              <w:rPr>
                <w:noProof/>
                <w:webHidden/>
              </w:rPr>
              <w:fldChar w:fldCharType="begin"/>
            </w:r>
            <w:r w:rsidR="00E73DE4">
              <w:rPr>
                <w:noProof/>
                <w:webHidden/>
              </w:rPr>
              <w:instrText xml:space="preserve"> PAGEREF _Toc444069206 \h </w:instrText>
            </w:r>
            <w:r w:rsidR="00E73DE4">
              <w:rPr>
                <w:noProof/>
                <w:webHidden/>
              </w:rPr>
            </w:r>
            <w:r w:rsidR="00E73DE4">
              <w:rPr>
                <w:noProof/>
                <w:webHidden/>
              </w:rPr>
              <w:fldChar w:fldCharType="separate"/>
            </w:r>
            <w:r w:rsidR="00E73DE4">
              <w:rPr>
                <w:noProof/>
                <w:webHidden/>
              </w:rPr>
              <w:t>16</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07" w:history="1">
            <w:r w:rsidR="00E73DE4" w:rsidRPr="004B0A70">
              <w:rPr>
                <w:rStyle w:val="Hyperlink"/>
                <w:noProof/>
              </w:rPr>
              <w:t>4.4</w:t>
            </w:r>
            <w:r w:rsidR="00E73DE4">
              <w:rPr>
                <w:rFonts w:asciiTheme="minorHAnsi" w:eastAsiaTheme="minorEastAsia" w:hAnsiTheme="minorHAnsi" w:cstheme="minorBidi"/>
                <w:bCs w:val="0"/>
                <w:noProof/>
                <w:szCs w:val="22"/>
                <w:lang w:eastAsia="en-GB"/>
              </w:rPr>
              <w:tab/>
            </w:r>
            <w:r w:rsidR="00E73DE4" w:rsidRPr="004B0A70">
              <w:rPr>
                <w:rStyle w:val="Hyperlink"/>
                <w:noProof/>
              </w:rPr>
              <w:t>Staff requirements</w:t>
            </w:r>
            <w:r w:rsidR="00E73DE4">
              <w:rPr>
                <w:noProof/>
                <w:webHidden/>
              </w:rPr>
              <w:tab/>
            </w:r>
            <w:r w:rsidR="00E73DE4">
              <w:rPr>
                <w:noProof/>
                <w:webHidden/>
              </w:rPr>
              <w:fldChar w:fldCharType="begin"/>
            </w:r>
            <w:r w:rsidR="00E73DE4">
              <w:rPr>
                <w:noProof/>
                <w:webHidden/>
              </w:rPr>
              <w:instrText xml:space="preserve"> PAGEREF _Toc444069207 \h </w:instrText>
            </w:r>
            <w:r w:rsidR="00E73DE4">
              <w:rPr>
                <w:noProof/>
                <w:webHidden/>
              </w:rPr>
            </w:r>
            <w:r w:rsidR="00E73DE4">
              <w:rPr>
                <w:noProof/>
                <w:webHidden/>
              </w:rPr>
              <w:fldChar w:fldCharType="separate"/>
            </w:r>
            <w:r w:rsidR="00E73DE4">
              <w:rPr>
                <w:noProof/>
                <w:webHidden/>
              </w:rPr>
              <w:t>16</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08" w:history="1">
            <w:r w:rsidR="00E73DE4" w:rsidRPr="004B0A70">
              <w:rPr>
                <w:rStyle w:val="Hyperlink"/>
                <w:noProof/>
              </w:rPr>
              <w:t>5</w:t>
            </w:r>
            <w:r w:rsidR="00E73DE4">
              <w:rPr>
                <w:rFonts w:asciiTheme="minorHAnsi" w:eastAsiaTheme="minorEastAsia" w:hAnsiTheme="minorHAnsi" w:cstheme="minorBidi"/>
                <w:bCs w:val="0"/>
                <w:caps w:val="0"/>
                <w:noProof/>
                <w:szCs w:val="22"/>
              </w:rPr>
              <w:tab/>
            </w:r>
            <w:r w:rsidR="00E73DE4" w:rsidRPr="004B0A70">
              <w:rPr>
                <w:rStyle w:val="Hyperlink"/>
                <w:noProof/>
              </w:rPr>
              <w:t>ASSESSMENT</w:t>
            </w:r>
            <w:r w:rsidR="00E73DE4">
              <w:rPr>
                <w:noProof/>
                <w:webHidden/>
              </w:rPr>
              <w:tab/>
            </w:r>
            <w:r w:rsidR="00E73DE4">
              <w:rPr>
                <w:noProof/>
                <w:webHidden/>
              </w:rPr>
              <w:fldChar w:fldCharType="begin"/>
            </w:r>
            <w:r w:rsidR="00E73DE4">
              <w:rPr>
                <w:noProof/>
                <w:webHidden/>
              </w:rPr>
              <w:instrText xml:space="preserve"> PAGEREF _Toc444069208 \h </w:instrText>
            </w:r>
            <w:r w:rsidR="00E73DE4">
              <w:rPr>
                <w:noProof/>
                <w:webHidden/>
              </w:rPr>
            </w:r>
            <w:r w:rsidR="00E73DE4">
              <w:rPr>
                <w:noProof/>
                <w:webHidden/>
              </w:rPr>
              <w:fldChar w:fldCharType="separate"/>
            </w:r>
            <w:r w:rsidR="00E73DE4">
              <w:rPr>
                <w:noProof/>
                <w:webHidden/>
              </w:rPr>
              <w:t>16</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09" w:history="1">
            <w:r w:rsidR="00E73DE4" w:rsidRPr="004B0A70">
              <w:rPr>
                <w:rStyle w:val="Hyperlink"/>
                <w:noProof/>
              </w:rPr>
              <w:t>PART C - COURSE FRAMEWORK</w:t>
            </w:r>
            <w:r w:rsidR="00E73DE4">
              <w:rPr>
                <w:noProof/>
                <w:webHidden/>
              </w:rPr>
              <w:tab/>
            </w:r>
            <w:r w:rsidR="00E73DE4">
              <w:rPr>
                <w:noProof/>
                <w:webHidden/>
              </w:rPr>
              <w:fldChar w:fldCharType="begin"/>
            </w:r>
            <w:r w:rsidR="00E73DE4">
              <w:rPr>
                <w:noProof/>
                <w:webHidden/>
              </w:rPr>
              <w:instrText xml:space="preserve"> PAGEREF _Toc444069209 \h </w:instrText>
            </w:r>
            <w:r w:rsidR="00E73DE4">
              <w:rPr>
                <w:noProof/>
                <w:webHidden/>
              </w:rPr>
            </w:r>
            <w:r w:rsidR="00E73DE4">
              <w:rPr>
                <w:noProof/>
                <w:webHidden/>
              </w:rPr>
              <w:fldChar w:fldCharType="separate"/>
            </w:r>
            <w:r w:rsidR="00E73DE4">
              <w:rPr>
                <w:noProof/>
                <w:webHidden/>
              </w:rPr>
              <w:t>17</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10" w:history="1">
            <w:r w:rsidR="00E73DE4" w:rsidRPr="004B0A70">
              <w:rPr>
                <w:rStyle w:val="Hyperlink"/>
                <w:noProof/>
              </w:rPr>
              <w:t>1</w:t>
            </w:r>
            <w:r w:rsidR="00E73DE4">
              <w:rPr>
                <w:rFonts w:asciiTheme="minorHAnsi" w:eastAsiaTheme="minorEastAsia" w:hAnsiTheme="minorHAnsi" w:cstheme="minorBidi"/>
                <w:bCs w:val="0"/>
                <w:caps w:val="0"/>
                <w:noProof/>
                <w:szCs w:val="22"/>
              </w:rPr>
              <w:tab/>
            </w:r>
            <w:r w:rsidR="00E73DE4" w:rsidRPr="004B0A70">
              <w:rPr>
                <w:rStyle w:val="Hyperlink"/>
                <w:noProof/>
              </w:rPr>
              <w:t>RECURRENT TRAINING</w:t>
            </w:r>
            <w:r w:rsidR="00E73DE4">
              <w:rPr>
                <w:noProof/>
                <w:webHidden/>
              </w:rPr>
              <w:tab/>
            </w:r>
            <w:r w:rsidR="00E73DE4">
              <w:rPr>
                <w:noProof/>
                <w:webHidden/>
              </w:rPr>
              <w:fldChar w:fldCharType="begin"/>
            </w:r>
            <w:r w:rsidR="00E73DE4">
              <w:rPr>
                <w:noProof/>
                <w:webHidden/>
              </w:rPr>
              <w:instrText xml:space="preserve"> PAGEREF _Toc444069210 \h </w:instrText>
            </w:r>
            <w:r w:rsidR="00E73DE4">
              <w:rPr>
                <w:noProof/>
                <w:webHidden/>
              </w:rPr>
            </w:r>
            <w:r w:rsidR="00E73DE4">
              <w:rPr>
                <w:noProof/>
                <w:webHidden/>
              </w:rPr>
              <w:fldChar w:fldCharType="separate"/>
            </w:r>
            <w:r w:rsidR="00E73DE4">
              <w:rPr>
                <w:noProof/>
                <w:webHidden/>
              </w:rPr>
              <w:t>17</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1" w:history="1">
            <w:r w:rsidR="00E73DE4" w:rsidRPr="004B0A70">
              <w:rPr>
                <w:rStyle w:val="Hyperlink"/>
                <w:noProof/>
                <w:lang w:eastAsia="de-DE"/>
              </w:rPr>
              <w:t>1.1</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Introduction</w:t>
            </w:r>
            <w:r w:rsidR="00E73DE4">
              <w:rPr>
                <w:noProof/>
                <w:webHidden/>
              </w:rPr>
              <w:tab/>
            </w:r>
            <w:r w:rsidR="00E73DE4">
              <w:rPr>
                <w:noProof/>
                <w:webHidden/>
              </w:rPr>
              <w:fldChar w:fldCharType="begin"/>
            </w:r>
            <w:r w:rsidR="00E73DE4">
              <w:rPr>
                <w:noProof/>
                <w:webHidden/>
              </w:rPr>
              <w:instrText xml:space="preserve"> PAGEREF _Toc444069211 \h </w:instrText>
            </w:r>
            <w:r w:rsidR="00E73DE4">
              <w:rPr>
                <w:noProof/>
                <w:webHidden/>
              </w:rPr>
            </w:r>
            <w:r w:rsidR="00E73DE4">
              <w:rPr>
                <w:noProof/>
                <w:webHidden/>
              </w:rPr>
              <w:fldChar w:fldCharType="separate"/>
            </w:r>
            <w:r w:rsidR="00E73DE4">
              <w:rPr>
                <w:noProof/>
                <w:webHidden/>
              </w:rPr>
              <w:t>17</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2" w:history="1">
            <w:r w:rsidR="00E73DE4" w:rsidRPr="004B0A70">
              <w:rPr>
                <w:rStyle w:val="Hyperlink"/>
                <w:noProof/>
                <w:lang w:eastAsia="de-DE"/>
              </w:rPr>
              <w:t>1.2</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Course structure</w:t>
            </w:r>
            <w:r w:rsidR="00E73DE4">
              <w:rPr>
                <w:noProof/>
                <w:webHidden/>
              </w:rPr>
              <w:tab/>
            </w:r>
            <w:r w:rsidR="00E73DE4">
              <w:rPr>
                <w:noProof/>
                <w:webHidden/>
              </w:rPr>
              <w:fldChar w:fldCharType="begin"/>
            </w:r>
            <w:r w:rsidR="00E73DE4">
              <w:rPr>
                <w:noProof/>
                <w:webHidden/>
              </w:rPr>
              <w:instrText xml:space="preserve"> PAGEREF _Toc444069212 \h </w:instrText>
            </w:r>
            <w:r w:rsidR="00E73DE4">
              <w:rPr>
                <w:noProof/>
                <w:webHidden/>
              </w:rPr>
            </w:r>
            <w:r w:rsidR="00E73DE4">
              <w:rPr>
                <w:noProof/>
                <w:webHidden/>
              </w:rPr>
              <w:fldChar w:fldCharType="separate"/>
            </w:r>
            <w:r w:rsidR="00E73DE4">
              <w:rPr>
                <w:noProof/>
                <w:webHidden/>
              </w:rPr>
              <w:t>17</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3" w:history="1">
            <w:r w:rsidR="00E73DE4" w:rsidRPr="004B0A70">
              <w:rPr>
                <w:rStyle w:val="Hyperlink"/>
                <w:noProof/>
                <w:lang w:eastAsia="de-DE"/>
              </w:rPr>
              <w:t>1.3</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Entry Standard</w:t>
            </w:r>
            <w:r w:rsidR="00E73DE4">
              <w:rPr>
                <w:noProof/>
                <w:webHidden/>
              </w:rPr>
              <w:tab/>
            </w:r>
            <w:r w:rsidR="00E73DE4">
              <w:rPr>
                <w:noProof/>
                <w:webHidden/>
              </w:rPr>
              <w:fldChar w:fldCharType="begin"/>
            </w:r>
            <w:r w:rsidR="00E73DE4">
              <w:rPr>
                <w:noProof/>
                <w:webHidden/>
              </w:rPr>
              <w:instrText xml:space="preserve"> PAGEREF _Toc444069213 \h </w:instrText>
            </w:r>
            <w:r w:rsidR="00E73DE4">
              <w:rPr>
                <w:noProof/>
                <w:webHidden/>
              </w:rPr>
            </w:r>
            <w:r w:rsidR="00E73DE4">
              <w:rPr>
                <w:noProof/>
                <w:webHidden/>
              </w:rPr>
              <w:fldChar w:fldCharType="separate"/>
            </w:r>
            <w:r w:rsidR="00E73DE4">
              <w:rPr>
                <w:noProof/>
                <w:webHidden/>
              </w:rPr>
              <w:t>18</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4" w:history="1">
            <w:r w:rsidR="00E73DE4" w:rsidRPr="004B0A70">
              <w:rPr>
                <w:rStyle w:val="Hyperlink"/>
                <w:noProof/>
                <w:lang w:eastAsia="de-DE"/>
              </w:rPr>
              <w:t>1.4</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Frequency and duration</w:t>
            </w:r>
            <w:r w:rsidR="00E73DE4">
              <w:rPr>
                <w:noProof/>
                <w:webHidden/>
              </w:rPr>
              <w:tab/>
            </w:r>
            <w:r w:rsidR="00E73DE4">
              <w:rPr>
                <w:noProof/>
                <w:webHidden/>
              </w:rPr>
              <w:fldChar w:fldCharType="begin"/>
            </w:r>
            <w:r w:rsidR="00E73DE4">
              <w:rPr>
                <w:noProof/>
                <w:webHidden/>
              </w:rPr>
              <w:instrText xml:space="preserve"> PAGEREF _Toc444069214 \h </w:instrText>
            </w:r>
            <w:r w:rsidR="00E73DE4">
              <w:rPr>
                <w:noProof/>
                <w:webHidden/>
              </w:rPr>
            </w:r>
            <w:r w:rsidR="00E73DE4">
              <w:rPr>
                <w:noProof/>
                <w:webHidden/>
              </w:rPr>
              <w:fldChar w:fldCharType="separate"/>
            </w:r>
            <w:r w:rsidR="00E73DE4">
              <w:rPr>
                <w:noProof/>
                <w:webHidden/>
              </w:rPr>
              <w:t>19</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5" w:history="1">
            <w:r w:rsidR="00E73DE4" w:rsidRPr="004B0A70">
              <w:rPr>
                <w:rStyle w:val="Hyperlink"/>
                <w:noProof/>
                <w:lang w:eastAsia="de-DE"/>
              </w:rPr>
              <w:t>1.5</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Assessment</w:t>
            </w:r>
            <w:r w:rsidR="00E73DE4">
              <w:rPr>
                <w:noProof/>
                <w:webHidden/>
              </w:rPr>
              <w:tab/>
            </w:r>
            <w:r w:rsidR="00E73DE4">
              <w:rPr>
                <w:noProof/>
                <w:webHidden/>
              </w:rPr>
              <w:fldChar w:fldCharType="begin"/>
            </w:r>
            <w:r w:rsidR="00E73DE4">
              <w:rPr>
                <w:noProof/>
                <w:webHidden/>
              </w:rPr>
              <w:instrText xml:space="preserve"> PAGEREF _Toc444069215 \h </w:instrText>
            </w:r>
            <w:r w:rsidR="00E73DE4">
              <w:rPr>
                <w:noProof/>
                <w:webHidden/>
              </w:rPr>
            </w:r>
            <w:r w:rsidR="00E73DE4">
              <w:rPr>
                <w:noProof/>
                <w:webHidden/>
              </w:rPr>
              <w:fldChar w:fldCharType="separate"/>
            </w:r>
            <w:r w:rsidR="00E73DE4">
              <w:rPr>
                <w:noProof/>
                <w:webHidden/>
              </w:rPr>
              <w:t>19</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6" w:history="1">
            <w:r w:rsidR="00E73DE4" w:rsidRPr="004B0A70">
              <w:rPr>
                <w:rStyle w:val="Hyperlink"/>
                <w:noProof/>
                <w:lang w:eastAsia="de-DE"/>
              </w:rPr>
              <w:t>1.6</w:t>
            </w:r>
            <w:r w:rsidR="00E73DE4">
              <w:rPr>
                <w:rFonts w:asciiTheme="minorHAnsi" w:eastAsiaTheme="minorEastAsia" w:hAnsiTheme="minorHAnsi" w:cstheme="minorBidi"/>
                <w:bCs w:val="0"/>
                <w:noProof/>
                <w:szCs w:val="22"/>
                <w:lang w:eastAsia="en-GB"/>
              </w:rPr>
              <w:tab/>
            </w:r>
            <w:r w:rsidR="00E73DE4" w:rsidRPr="004B0A70">
              <w:rPr>
                <w:rStyle w:val="Hyperlink"/>
                <w:noProof/>
              </w:rPr>
              <w:t>Certification</w:t>
            </w:r>
            <w:r w:rsidR="00E73DE4">
              <w:rPr>
                <w:noProof/>
                <w:webHidden/>
              </w:rPr>
              <w:tab/>
            </w:r>
            <w:r w:rsidR="00E73DE4">
              <w:rPr>
                <w:noProof/>
                <w:webHidden/>
              </w:rPr>
              <w:fldChar w:fldCharType="begin"/>
            </w:r>
            <w:r w:rsidR="00E73DE4">
              <w:rPr>
                <w:noProof/>
                <w:webHidden/>
              </w:rPr>
              <w:instrText xml:space="preserve"> PAGEREF _Toc444069216 \h </w:instrText>
            </w:r>
            <w:r w:rsidR="00E73DE4">
              <w:rPr>
                <w:noProof/>
                <w:webHidden/>
              </w:rPr>
            </w:r>
            <w:r w:rsidR="00E73DE4">
              <w:rPr>
                <w:noProof/>
                <w:webHidden/>
              </w:rPr>
              <w:fldChar w:fldCharType="separate"/>
            </w:r>
            <w:r w:rsidR="00E73DE4">
              <w:rPr>
                <w:noProof/>
                <w:webHidden/>
              </w:rPr>
              <w:t>19</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17" w:history="1">
            <w:r w:rsidR="00E73DE4" w:rsidRPr="004B0A70">
              <w:rPr>
                <w:rStyle w:val="Hyperlink"/>
                <w:noProof/>
              </w:rPr>
              <w:t>2</w:t>
            </w:r>
            <w:r w:rsidR="00E73DE4">
              <w:rPr>
                <w:rFonts w:asciiTheme="minorHAnsi" w:eastAsiaTheme="minorEastAsia" w:hAnsiTheme="minorHAnsi" w:cstheme="minorBidi"/>
                <w:bCs w:val="0"/>
                <w:caps w:val="0"/>
                <w:noProof/>
                <w:szCs w:val="22"/>
              </w:rPr>
              <w:tab/>
            </w:r>
            <w:r w:rsidR="00E73DE4" w:rsidRPr="004B0A70">
              <w:rPr>
                <w:rStyle w:val="Hyperlink"/>
                <w:noProof/>
              </w:rPr>
              <w:t>ADAPTATION TRAINING</w:t>
            </w:r>
            <w:r w:rsidR="00E73DE4">
              <w:rPr>
                <w:noProof/>
                <w:webHidden/>
              </w:rPr>
              <w:tab/>
            </w:r>
            <w:r w:rsidR="00E73DE4">
              <w:rPr>
                <w:noProof/>
                <w:webHidden/>
              </w:rPr>
              <w:fldChar w:fldCharType="begin"/>
            </w:r>
            <w:r w:rsidR="00E73DE4">
              <w:rPr>
                <w:noProof/>
                <w:webHidden/>
              </w:rPr>
              <w:instrText xml:space="preserve"> PAGEREF _Toc444069217 \h </w:instrText>
            </w:r>
            <w:r w:rsidR="00E73DE4">
              <w:rPr>
                <w:noProof/>
                <w:webHidden/>
              </w:rPr>
            </w:r>
            <w:r w:rsidR="00E73DE4">
              <w:rPr>
                <w:noProof/>
                <w:webHidden/>
              </w:rPr>
              <w:fldChar w:fldCharType="separate"/>
            </w:r>
            <w:r w:rsidR="00E73DE4">
              <w:rPr>
                <w:noProof/>
                <w:webHidden/>
              </w:rPr>
              <w:t>20</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8" w:history="1">
            <w:r w:rsidR="00E73DE4" w:rsidRPr="004B0A70">
              <w:rPr>
                <w:rStyle w:val="Hyperlink"/>
                <w:rFonts w:eastAsia="SimSun"/>
                <w:noProof/>
                <w:lang w:eastAsia="de-DE"/>
              </w:rPr>
              <w:t>2.1</w:t>
            </w:r>
            <w:r w:rsidR="00E73DE4">
              <w:rPr>
                <w:rFonts w:asciiTheme="minorHAnsi" w:eastAsiaTheme="minorEastAsia" w:hAnsiTheme="minorHAnsi" w:cstheme="minorBidi"/>
                <w:bCs w:val="0"/>
                <w:noProof/>
                <w:szCs w:val="22"/>
                <w:lang w:eastAsia="en-GB"/>
              </w:rPr>
              <w:tab/>
            </w:r>
            <w:r w:rsidR="00E73DE4" w:rsidRPr="004B0A70">
              <w:rPr>
                <w:rStyle w:val="Hyperlink"/>
                <w:rFonts w:eastAsia="SimSun"/>
                <w:noProof/>
                <w:lang w:eastAsia="de-DE"/>
              </w:rPr>
              <w:t>Introduction</w:t>
            </w:r>
            <w:r w:rsidR="00E73DE4">
              <w:rPr>
                <w:noProof/>
                <w:webHidden/>
              </w:rPr>
              <w:tab/>
            </w:r>
            <w:r w:rsidR="00E73DE4">
              <w:rPr>
                <w:noProof/>
                <w:webHidden/>
              </w:rPr>
              <w:fldChar w:fldCharType="begin"/>
            </w:r>
            <w:r w:rsidR="00E73DE4">
              <w:rPr>
                <w:noProof/>
                <w:webHidden/>
              </w:rPr>
              <w:instrText xml:space="preserve"> PAGEREF _Toc444069218 \h </w:instrText>
            </w:r>
            <w:r w:rsidR="00E73DE4">
              <w:rPr>
                <w:noProof/>
                <w:webHidden/>
              </w:rPr>
            </w:r>
            <w:r w:rsidR="00E73DE4">
              <w:rPr>
                <w:noProof/>
                <w:webHidden/>
              </w:rPr>
              <w:fldChar w:fldCharType="separate"/>
            </w:r>
            <w:r w:rsidR="00E73DE4">
              <w:rPr>
                <w:noProof/>
                <w:webHidden/>
              </w:rPr>
              <w:t>20</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19" w:history="1">
            <w:r w:rsidR="00E73DE4" w:rsidRPr="004B0A70">
              <w:rPr>
                <w:rStyle w:val="Hyperlink"/>
                <w:rFonts w:eastAsia="SimSun"/>
                <w:noProof/>
                <w:lang w:eastAsia="de-DE"/>
              </w:rPr>
              <w:t>2.2</w:t>
            </w:r>
            <w:r w:rsidR="00E73DE4">
              <w:rPr>
                <w:rFonts w:asciiTheme="minorHAnsi" w:eastAsiaTheme="minorEastAsia" w:hAnsiTheme="minorHAnsi" w:cstheme="minorBidi"/>
                <w:bCs w:val="0"/>
                <w:noProof/>
                <w:szCs w:val="22"/>
                <w:lang w:eastAsia="en-GB"/>
              </w:rPr>
              <w:tab/>
            </w:r>
            <w:r w:rsidR="00E73DE4" w:rsidRPr="004B0A70">
              <w:rPr>
                <w:rStyle w:val="Hyperlink"/>
                <w:rFonts w:eastAsia="SimSun"/>
                <w:noProof/>
                <w:lang w:eastAsia="de-DE"/>
              </w:rPr>
              <w:t>Course structure</w:t>
            </w:r>
            <w:r w:rsidR="00E73DE4">
              <w:rPr>
                <w:noProof/>
                <w:webHidden/>
              </w:rPr>
              <w:tab/>
            </w:r>
            <w:r w:rsidR="00E73DE4">
              <w:rPr>
                <w:noProof/>
                <w:webHidden/>
              </w:rPr>
              <w:fldChar w:fldCharType="begin"/>
            </w:r>
            <w:r w:rsidR="00E73DE4">
              <w:rPr>
                <w:noProof/>
                <w:webHidden/>
              </w:rPr>
              <w:instrText xml:space="preserve"> PAGEREF _Toc444069219 \h </w:instrText>
            </w:r>
            <w:r w:rsidR="00E73DE4">
              <w:rPr>
                <w:noProof/>
                <w:webHidden/>
              </w:rPr>
            </w:r>
            <w:r w:rsidR="00E73DE4">
              <w:rPr>
                <w:noProof/>
                <w:webHidden/>
              </w:rPr>
              <w:fldChar w:fldCharType="separate"/>
            </w:r>
            <w:r w:rsidR="00E73DE4">
              <w:rPr>
                <w:noProof/>
                <w:webHidden/>
              </w:rPr>
              <w:t>20</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0" w:history="1">
            <w:r w:rsidR="00E73DE4" w:rsidRPr="004B0A70">
              <w:rPr>
                <w:rStyle w:val="Hyperlink"/>
                <w:rFonts w:eastAsia="SimSun"/>
                <w:noProof/>
                <w:lang w:eastAsia="de-DE"/>
              </w:rPr>
              <w:t>2.3</w:t>
            </w:r>
            <w:r w:rsidR="00E73DE4">
              <w:rPr>
                <w:rFonts w:asciiTheme="minorHAnsi" w:eastAsiaTheme="minorEastAsia" w:hAnsiTheme="minorHAnsi" w:cstheme="minorBidi"/>
                <w:bCs w:val="0"/>
                <w:noProof/>
                <w:szCs w:val="22"/>
                <w:lang w:eastAsia="en-GB"/>
              </w:rPr>
              <w:tab/>
            </w:r>
            <w:r w:rsidR="00E73DE4" w:rsidRPr="004B0A70">
              <w:rPr>
                <w:rStyle w:val="Hyperlink"/>
                <w:rFonts w:eastAsia="SimSun"/>
                <w:noProof/>
                <w:lang w:eastAsia="de-DE"/>
              </w:rPr>
              <w:t>Entry standard</w:t>
            </w:r>
            <w:r w:rsidR="00E73DE4">
              <w:rPr>
                <w:noProof/>
                <w:webHidden/>
              </w:rPr>
              <w:tab/>
            </w:r>
            <w:r w:rsidR="00E73DE4">
              <w:rPr>
                <w:noProof/>
                <w:webHidden/>
              </w:rPr>
              <w:fldChar w:fldCharType="begin"/>
            </w:r>
            <w:r w:rsidR="00E73DE4">
              <w:rPr>
                <w:noProof/>
                <w:webHidden/>
              </w:rPr>
              <w:instrText xml:space="preserve"> PAGEREF _Toc444069220 \h </w:instrText>
            </w:r>
            <w:r w:rsidR="00E73DE4">
              <w:rPr>
                <w:noProof/>
                <w:webHidden/>
              </w:rPr>
            </w:r>
            <w:r w:rsidR="00E73DE4">
              <w:rPr>
                <w:noProof/>
                <w:webHidden/>
              </w:rPr>
              <w:fldChar w:fldCharType="separate"/>
            </w:r>
            <w:r w:rsidR="00E73DE4">
              <w:rPr>
                <w:noProof/>
                <w:webHidden/>
              </w:rPr>
              <w:t>20</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1" w:history="1">
            <w:r w:rsidR="00E73DE4" w:rsidRPr="004B0A70">
              <w:rPr>
                <w:rStyle w:val="Hyperlink"/>
                <w:rFonts w:eastAsia="SimSun"/>
                <w:noProof/>
                <w:lang w:eastAsia="de-DE"/>
              </w:rPr>
              <w:t>2.4</w:t>
            </w:r>
            <w:r w:rsidR="00E73DE4">
              <w:rPr>
                <w:rFonts w:asciiTheme="minorHAnsi" w:eastAsiaTheme="minorEastAsia" w:hAnsiTheme="minorHAnsi" w:cstheme="minorBidi"/>
                <w:bCs w:val="0"/>
                <w:noProof/>
                <w:szCs w:val="22"/>
                <w:lang w:eastAsia="en-GB"/>
              </w:rPr>
              <w:tab/>
            </w:r>
            <w:r w:rsidR="00E73DE4" w:rsidRPr="004B0A70">
              <w:rPr>
                <w:rStyle w:val="Hyperlink"/>
                <w:rFonts w:eastAsia="SimSun"/>
                <w:noProof/>
                <w:lang w:eastAsia="de-DE"/>
              </w:rPr>
              <w:t>Frequency and duration</w:t>
            </w:r>
            <w:r w:rsidR="00E73DE4">
              <w:rPr>
                <w:noProof/>
                <w:webHidden/>
              </w:rPr>
              <w:tab/>
            </w:r>
            <w:r w:rsidR="00E73DE4">
              <w:rPr>
                <w:noProof/>
                <w:webHidden/>
              </w:rPr>
              <w:fldChar w:fldCharType="begin"/>
            </w:r>
            <w:r w:rsidR="00E73DE4">
              <w:rPr>
                <w:noProof/>
                <w:webHidden/>
              </w:rPr>
              <w:instrText xml:space="preserve"> PAGEREF _Toc444069221 \h </w:instrText>
            </w:r>
            <w:r w:rsidR="00E73DE4">
              <w:rPr>
                <w:noProof/>
                <w:webHidden/>
              </w:rPr>
            </w:r>
            <w:r w:rsidR="00E73DE4">
              <w:rPr>
                <w:noProof/>
                <w:webHidden/>
              </w:rPr>
              <w:fldChar w:fldCharType="separate"/>
            </w:r>
            <w:r w:rsidR="00E73DE4">
              <w:rPr>
                <w:noProof/>
                <w:webHidden/>
              </w:rPr>
              <w:t>20</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2" w:history="1">
            <w:r w:rsidR="00E73DE4" w:rsidRPr="004B0A70">
              <w:rPr>
                <w:rStyle w:val="Hyperlink"/>
                <w:rFonts w:eastAsia="SimSun"/>
                <w:noProof/>
                <w:lang w:eastAsia="de-DE"/>
              </w:rPr>
              <w:t>2.5</w:t>
            </w:r>
            <w:r w:rsidR="00E73DE4">
              <w:rPr>
                <w:rFonts w:asciiTheme="minorHAnsi" w:eastAsiaTheme="minorEastAsia" w:hAnsiTheme="minorHAnsi" w:cstheme="minorBidi"/>
                <w:bCs w:val="0"/>
                <w:noProof/>
                <w:szCs w:val="22"/>
                <w:lang w:eastAsia="en-GB"/>
              </w:rPr>
              <w:tab/>
            </w:r>
            <w:r w:rsidR="00E73DE4" w:rsidRPr="004B0A70">
              <w:rPr>
                <w:rStyle w:val="Hyperlink"/>
                <w:rFonts w:eastAsia="SimSun"/>
                <w:noProof/>
                <w:lang w:eastAsia="de-DE"/>
              </w:rPr>
              <w:t>Certification</w:t>
            </w:r>
            <w:r w:rsidR="00E73DE4">
              <w:rPr>
                <w:noProof/>
                <w:webHidden/>
              </w:rPr>
              <w:tab/>
            </w:r>
            <w:r w:rsidR="00E73DE4">
              <w:rPr>
                <w:noProof/>
                <w:webHidden/>
              </w:rPr>
              <w:fldChar w:fldCharType="begin"/>
            </w:r>
            <w:r w:rsidR="00E73DE4">
              <w:rPr>
                <w:noProof/>
                <w:webHidden/>
              </w:rPr>
              <w:instrText xml:space="preserve"> PAGEREF _Toc444069222 \h </w:instrText>
            </w:r>
            <w:r w:rsidR="00E73DE4">
              <w:rPr>
                <w:noProof/>
                <w:webHidden/>
              </w:rPr>
            </w:r>
            <w:r w:rsidR="00E73DE4">
              <w:rPr>
                <w:noProof/>
                <w:webHidden/>
              </w:rPr>
              <w:fldChar w:fldCharType="separate"/>
            </w:r>
            <w:r w:rsidR="00E73DE4">
              <w:rPr>
                <w:noProof/>
                <w:webHidden/>
              </w:rPr>
              <w:t>21</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23" w:history="1">
            <w:r w:rsidR="00E73DE4" w:rsidRPr="004B0A70">
              <w:rPr>
                <w:rStyle w:val="Hyperlink"/>
                <w:noProof/>
              </w:rPr>
              <w:t>3</w:t>
            </w:r>
            <w:r w:rsidR="00E73DE4">
              <w:rPr>
                <w:rFonts w:asciiTheme="minorHAnsi" w:eastAsiaTheme="minorEastAsia" w:hAnsiTheme="minorHAnsi" w:cstheme="minorBidi"/>
                <w:bCs w:val="0"/>
                <w:caps w:val="0"/>
                <w:noProof/>
                <w:szCs w:val="22"/>
              </w:rPr>
              <w:tab/>
            </w:r>
            <w:r w:rsidR="00E73DE4" w:rsidRPr="004B0A70">
              <w:rPr>
                <w:rStyle w:val="Hyperlink"/>
                <w:noProof/>
              </w:rPr>
              <w:t>UPDATING TRAINING</w:t>
            </w:r>
            <w:r w:rsidR="00E73DE4">
              <w:rPr>
                <w:noProof/>
                <w:webHidden/>
              </w:rPr>
              <w:tab/>
            </w:r>
            <w:r w:rsidR="00E73DE4">
              <w:rPr>
                <w:noProof/>
                <w:webHidden/>
              </w:rPr>
              <w:fldChar w:fldCharType="begin"/>
            </w:r>
            <w:r w:rsidR="00E73DE4">
              <w:rPr>
                <w:noProof/>
                <w:webHidden/>
              </w:rPr>
              <w:instrText xml:space="preserve"> PAGEREF _Toc444069223 \h </w:instrText>
            </w:r>
            <w:r w:rsidR="00E73DE4">
              <w:rPr>
                <w:noProof/>
                <w:webHidden/>
              </w:rPr>
            </w:r>
            <w:r w:rsidR="00E73DE4">
              <w:rPr>
                <w:noProof/>
                <w:webHidden/>
              </w:rPr>
              <w:fldChar w:fldCharType="separate"/>
            </w:r>
            <w:r w:rsidR="00E73DE4">
              <w:rPr>
                <w:noProof/>
                <w:webHidden/>
              </w:rPr>
              <w:t>22</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4" w:history="1">
            <w:r w:rsidR="00E73DE4" w:rsidRPr="004B0A70">
              <w:rPr>
                <w:rStyle w:val="Hyperlink"/>
                <w:noProof/>
                <w:lang w:eastAsia="de-DE"/>
              </w:rPr>
              <w:t>3.1</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Introduction</w:t>
            </w:r>
            <w:r w:rsidR="00E73DE4">
              <w:rPr>
                <w:noProof/>
                <w:webHidden/>
              </w:rPr>
              <w:tab/>
            </w:r>
            <w:r w:rsidR="00E73DE4">
              <w:rPr>
                <w:noProof/>
                <w:webHidden/>
              </w:rPr>
              <w:fldChar w:fldCharType="begin"/>
            </w:r>
            <w:r w:rsidR="00E73DE4">
              <w:rPr>
                <w:noProof/>
                <w:webHidden/>
              </w:rPr>
              <w:instrText xml:space="preserve"> PAGEREF _Toc444069224 \h </w:instrText>
            </w:r>
            <w:r w:rsidR="00E73DE4">
              <w:rPr>
                <w:noProof/>
                <w:webHidden/>
              </w:rPr>
            </w:r>
            <w:r w:rsidR="00E73DE4">
              <w:rPr>
                <w:noProof/>
                <w:webHidden/>
              </w:rPr>
              <w:fldChar w:fldCharType="separate"/>
            </w:r>
            <w:r w:rsidR="00E73DE4">
              <w:rPr>
                <w:noProof/>
                <w:webHidden/>
              </w:rPr>
              <w:t>22</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5" w:history="1">
            <w:r w:rsidR="00E73DE4" w:rsidRPr="004B0A70">
              <w:rPr>
                <w:rStyle w:val="Hyperlink"/>
                <w:noProof/>
                <w:lang w:eastAsia="de-DE"/>
              </w:rPr>
              <w:t>3.2</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Course structure</w:t>
            </w:r>
            <w:r w:rsidR="00E73DE4">
              <w:rPr>
                <w:noProof/>
                <w:webHidden/>
              </w:rPr>
              <w:tab/>
            </w:r>
            <w:r w:rsidR="00E73DE4">
              <w:rPr>
                <w:noProof/>
                <w:webHidden/>
              </w:rPr>
              <w:fldChar w:fldCharType="begin"/>
            </w:r>
            <w:r w:rsidR="00E73DE4">
              <w:rPr>
                <w:noProof/>
                <w:webHidden/>
              </w:rPr>
              <w:instrText xml:space="preserve"> PAGEREF _Toc444069225 \h </w:instrText>
            </w:r>
            <w:r w:rsidR="00E73DE4">
              <w:rPr>
                <w:noProof/>
                <w:webHidden/>
              </w:rPr>
            </w:r>
            <w:r w:rsidR="00E73DE4">
              <w:rPr>
                <w:noProof/>
                <w:webHidden/>
              </w:rPr>
              <w:fldChar w:fldCharType="separate"/>
            </w:r>
            <w:r w:rsidR="00E73DE4">
              <w:rPr>
                <w:noProof/>
                <w:webHidden/>
              </w:rPr>
              <w:t>22</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6" w:history="1">
            <w:r w:rsidR="00E73DE4" w:rsidRPr="004B0A70">
              <w:rPr>
                <w:rStyle w:val="Hyperlink"/>
                <w:noProof/>
                <w:lang w:eastAsia="de-DE"/>
              </w:rPr>
              <w:t>3.3</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Entry Standard</w:t>
            </w:r>
            <w:r w:rsidR="00E73DE4">
              <w:rPr>
                <w:noProof/>
                <w:webHidden/>
              </w:rPr>
              <w:tab/>
            </w:r>
            <w:r w:rsidR="00E73DE4">
              <w:rPr>
                <w:noProof/>
                <w:webHidden/>
              </w:rPr>
              <w:fldChar w:fldCharType="begin"/>
            </w:r>
            <w:r w:rsidR="00E73DE4">
              <w:rPr>
                <w:noProof/>
                <w:webHidden/>
              </w:rPr>
              <w:instrText xml:space="preserve"> PAGEREF _Toc444069226 \h </w:instrText>
            </w:r>
            <w:r w:rsidR="00E73DE4">
              <w:rPr>
                <w:noProof/>
                <w:webHidden/>
              </w:rPr>
            </w:r>
            <w:r w:rsidR="00E73DE4">
              <w:rPr>
                <w:noProof/>
                <w:webHidden/>
              </w:rPr>
              <w:fldChar w:fldCharType="separate"/>
            </w:r>
            <w:r w:rsidR="00E73DE4">
              <w:rPr>
                <w:noProof/>
                <w:webHidden/>
              </w:rPr>
              <w:t>23</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7" w:history="1">
            <w:r w:rsidR="00E73DE4" w:rsidRPr="004B0A70">
              <w:rPr>
                <w:rStyle w:val="Hyperlink"/>
                <w:noProof/>
                <w:lang w:eastAsia="de-DE"/>
              </w:rPr>
              <w:t>3.4</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Frequency and duration</w:t>
            </w:r>
            <w:r w:rsidR="00E73DE4">
              <w:rPr>
                <w:noProof/>
                <w:webHidden/>
              </w:rPr>
              <w:tab/>
            </w:r>
            <w:r w:rsidR="00E73DE4">
              <w:rPr>
                <w:noProof/>
                <w:webHidden/>
              </w:rPr>
              <w:fldChar w:fldCharType="begin"/>
            </w:r>
            <w:r w:rsidR="00E73DE4">
              <w:rPr>
                <w:noProof/>
                <w:webHidden/>
              </w:rPr>
              <w:instrText xml:space="preserve"> PAGEREF _Toc444069227 \h </w:instrText>
            </w:r>
            <w:r w:rsidR="00E73DE4">
              <w:rPr>
                <w:noProof/>
                <w:webHidden/>
              </w:rPr>
            </w:r>
            <w:r w:rsidR="00E73DE4">
              <w:rPr>
                <w:noProof/>
                <w:webHidden/>
              </w:rPr>
              <w:fldChar w:fldCharType="separate"/>
            </w:r>
            <w:r w:rsidR="00E73DE4">
              <w:rPr>
                <w:noProof/>
                <w:webHidden/>
              </w:rPr>
              <w:t>23</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28" w:history="1">
            <w:r w:rsidR="00E73DE4" w:rsidRPr="004B0A70">
              <w:rPr>
                <w:rStyle w:val="Hyperlink"/>
                <w:noProof/>
                <w:lang w:eastAsia="de-DE"/>
              </w:rPr>
              <w:t>3.5</w:t>
            </w:r>
            <w:r w:rsidR="00E73DE4">
              <w:rPr>
                <w:rFonts w:asciiTheme="minorHAnsi" w:eastAsiaTheme="minorEastAsia" w:hAnsiTheme="minorHAnsi" w:cstheme="minorBidi"/>
                <w:bCs w:val="0"/>
                <w:noProof/>
                <w:szCs w:val="22"/>
                <w:lang w:eastAsia="en-GB"/>
              </w:rPr>
              <w:tab/>
            </w:r>
            <w:r w:rsidR="00E73DE4" w:rsidRPr="004B0A70">
              <w:rPr>
                <w:rStyle w:val="Hyperlink"/>
                <w:noProof/>
                <w:lang w:eastAsia="de-DE"/>
              </w:rPr>
              <w:t>Frequency and duration</w:t>
            </w:r>
            <w:r w:rsidR="00E73DE4">
              <w:rPr>
                <w:noProof/>
                <w:webHidden/>
              </w:rPr>
              <w:tab/>
            </w:r>
            <w:r w:rsidR="00E73DE4">
              <w:rPr>
                <w:noProof/>
                <w:webHidden/>
              </w:rPr>
              <w:fldChar w:fldCharType="begin"/>
            </w:r>
            <w:r w:rsidR="00E73DE4">
              <w:rPr>
                <w:noProof/>
                <w:webHidden/>
              </w:rPr>
              <w:instrText xml:space="preserve"> PAGEREF _Toc444069228 \h </w:instrText>
            </w:r>
            <w:r w:rsidR="00E73DE4">
              <w:rPr>
                <w:noProof/>
                <w:webHidden/>
              </w:rPr>
            </w:r>
            <w:r w:rsidR="00E73DE4">
              <w:rPr>
                <w:noProof/>
                <w:webHidden/>
              </w:rPr>
              <w:fldChar w:fldCharType="separate"/>
            </w:r>
            <w:r w:rsidR="00E73DE4">
              <w:rPr>
                <w:noProof/>
                <w:webHidden/>
              </w:rPr>
              <w:t>23</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29" w:history="1">
            <w:r w:rsidR="00E73DE4" w:rsidRPr="004B0A70">
              <w:rPr>
                <w:rStyle w:val="Hyperlink"/>
                <w:b/>
                <w:noProof/>
                <w:kern w:val="28"/>
                <w:lang w:eastAsia="de-DE"/>
              </w:rPr>
              <w:t>4</w:t>
            </w:r>
            <w:r w:rsidR="00E73DE4">
              <w:rPr>
                <w:rFonts w:asciiTheme="minorHAnsi" w:eastAsiaTheme="minorEastAsia" w:hAnsiTheme="minorHAnsi" w:cstheme="minorBidi"/>
                <w:bCs w:val="0"/>
                <w:caps w:val="0"/>
                <w:noProof/>
                <w:szCs w:val="22"/>
              </w:rPr>
              <w:tab/>
            </w:r>
            <w:r w:rsidR="00E73DE4" w:rsidRPr="004B0A70">
              <w:rPr>
                <w:rStyle w:val="Hyperlink"/>
                <w:b/>
                <w:noProof/>
                <w:kern w:val="28"/>
                <w:lang w:eastAsia="de-DE"/>
              </w:rPr>
              <w:t>References</w:t>
            </w:r>
            <w:r w:rsidR="00E73DE4">
              <w:rPr>
                <w:noProof/>
                <w:webHidden/>
              </w:rPr>
              <w:tab/>
            </w:r>
            <w:r w:rsidR="00E73DE4">
              <w:rPr>
                <w:noProof/>
                <w:webHidden/>
              </w:rPr>
              <w:fldChar w:fldCharType="begin"/>
            </w:r>
            <w:r w:rsidR="00E73DE4">
              <w:rPr>
                <w:noProof/>
                <w:webHidden/>
              </w:rPr>
              <w:instrText xml:space="preserve"> PAGEREF _Toc444069229 \h </w:instrText>
            </w:r>
            <w:r w:rsidR="00E73DE4">
              <w:rPr>
                <w:noProof/>
                <w:webHidden/>
              </w:rPr>
            </w:r>
            <w:r w:rsidR="00E73DE4">
              <w:rPr>
                <w:noProof/>
                <w:webHidden/>
              </w:rPr>
              <w:fldChar w:fldCharType="separate"/>
            </w:r>
            <w:r w:rsidR="00E73DE4">
              <w:rPr>
                <w:noProof/>
                <w:webHidden/>
              </w:rPr>
              <w:t>24</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30" w:history="1">
            <w:r w:rsidR="00E73DE4" w:rsidRPr="004B0A70">
              <w:rPr>
                <w:rStyle w:val="Hyperlink"/>
                <w:rFonts w:eastAsia="SimSun"/>
                <w:noProof/>
                <w:lang w:eastAsia="de-DE"/>
              </w:rPr>
              <w:t>ANNEX A</w:t>
            </w:r>
            <w:r w:rsidR="00E73DE4">
              <w:rPr>
                <w:noProof/>
                <w:webHidden/>
              </w:rPr>
              <w:tab/>
            </w:r>
            <w:r w:rsidR="00E73DE4">
              <w:rPr>
                <w:noProof/>
                <w:webHidden/>
              </w:rPr>
              <w:fldChar w:fldCharType="begin"/>
            </w:r>
            <w:r w:rsidR="00E73DE4">
              <w:rPr>
                <w:noProof/>
                <w:webHidden/>
              </w:rPr>
              <w:instrText xml:space="preserve"> PAGEREF _Toc444069230 \h </w:instrText>
            </w:r>
            <w:r w:rsidR="00E73DE4">
              <w:rPr>
                <w:noProof/>
                <w:webHidden/>
              </w:rPr>
            </w:r>
            <w:r w:rsidR="00E73DE4">
              <w:rPr>
                <w:noProof/>
                <w:webHidden/>
              </w:rPr>
              <w:fldChar w:fldCharType="separate"/>
            </w:r>
            <w:r w:rsidR="00E73DE4">
              <w:rPr>
                <w:noProof/>
                <w:webHidden/>
              </w:rPr>
              <w:t>25</w:t>
            </w:r>
            <w:r w:rsidR="00E73DE4">
              <w:rPr>
                <w:noProof/>
                <w:webHidden/>
              </w:rPr>
              <w:fldChar w:fldCharType="end"/>
            </w:r>
          </w:hyperlink>
        </w:p>
        <w:p w:rsidR="00E73DE4" w:rsidRDefault="008E3EC8">
          <w:pPr>
            <w:pStyle w:val="TOC1"/>
            <w:rPr>
              <w:rFonts w:asciiTheme="minorHAnsi" w:eastAsiaTheme="minorEastAsia" w:hAnsiTheme="minorHAnsi" w:cstheme="minorBidi"/>
              <w:bCs w:val="0"/>
              <w:caps w:val="0"/>
              <w:noProof/>
              <w:szCs w:val="22"/>
            </w:rPr>
          </w:pPr>
          <w:hyperlink w:anchor="_Toc444069231" w:history="1">
            <w:r w:rsidR="00E73DE4" w:rsidRPr="004B0A70">
              <w:rPr>
                <w:rStyle w:val="Hyperlink"/>
                <w:rFonts w:eastAsia="SimSun"/>
                <w:noProof/>
              </w:rPr>
              <w:t>1</w:t>
            </w:r>
            <w:r w:rsidR="00E73DE4">
              <w:rPr>
                <w:rFonts w:asciiTheme="minorHAnsi" w:eastAsiaTheme="minorEastAsia" w:hAnsiTheme="minorHAnsi" w:cstheme="minorBidi"/>
                <w:bCs w:val="0"/>
                <w:caps w:val="0"/>
                <w:noProof/>
                <w:szCs w:val="22"/>
              </w:rPr>
              <w:tab/>
            </w:r>
            <w:r w:rsidR="00E73DE4" w:rsidRPr="004B0A70">
              <w:rPr>
                <w:rStyle w:val="Hyperlink"/>
                <w:rFonts w:eastAsia="SimSun"/>
                <w:noProof/>
              </w:rPr>
              <w:t>sample recurrent training programmeS</w:t>
            </w:r>
            <w:r w:rsidR="00E73DE4">
              <w:rPr>
                <w:noProof/>
                <w:webHidden/>
              </w:rPr>
              <w:tab/>
            </w:r>
            <w:r w:rsidR="00E73DE4">
              <w:rPr>
                <w:noProof/>
                <w:webHidden/>
              </w:rPr>
              <w:fldChar w:fldCharType="begin"/>
            </w:r>
            <w:r w:rsidR="00E73DE4">
              <w:rPr>
                <w:noProof/>
                <w:webHidden/>
              </w:rPr>
              <w:instrText xml:space="preserve"> PAGEREF _Toc444069231 \h </w:instrText>
            </w:r>
            <w:r w:rsidR="00E73DE4">
              <w:rPr>
                <w:noProof/>
                <w:webHidden/>
              </w:rPr>
            </w:r>
            <w:r w:rsidR="00E73DE4">
              <w:rPr>
                <w:noProof/>
                <w:webHidden/>
              </w:rPr>
              <w:fldChar w:fldCharType="separate"/>
            </w:r>
            <w:r w:rsidR="00E73DE4">
              <w:rPr>
                <w:noProof/>
                <w:webHidden/>
              </w:rPr>
              <w:t>25</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32" w:history="1">
            <w:r w:rsidR="00E73DE4" w:rsidRPr="004B0A70">
              <w:rPr>
                <w:rStyle w:val="Hyperlink"/>
                <w:rFonts w:eastAsia="SimSun"/>
                <w:noProof/>
              </w:rPr>
              <w:t>1.1</w:t>
            </w:r>
            <w:r w:rsidR="00E73DE4">
              <w:rPr>
                <w:rFonts w:asciiTheme="minorHAnsi" w:eastAsiaTheme="minorEastAsia" w:hAnsiTheme="minorHAnsi" w:cstheme="minorBidi"/>
                <w:bCs w:val="0"/>
                <w:noProof/>
                <w:szCs w:val="22"/>
                <w:lang w:eastAsia="en-GB"/>
              </w:rPr>
              <w:tab/>
            </w:r>
            <w:r w:rsidR="00E73DE4" w:rsidRPr="004B0A70">
              <w:rPr>
                <w:rStyle w:val="Hyperlink"/>
                <w:rFonts w:eastAsia="SimSun"/>
                <w:noProof/>
              </w:rPr>
              <w:t>Sample recurrent training programme conducted over three years</w:t>
            </w:r>
            <w:r w:rsidR="00E73DE4">
              <w:rPr>
                <w:noProof/>
                <w:webHidden/>
              </w:rPr>
              <w:tab/>
            </w:r>
            <w:r w:rsidR="00E73DE4">
              <w:rPr>
                <w:noProof/>
                <w:webHidden/>
              </w:rPr>
              <w:fldChar w:fldCharType="begin"/>
            </w:r>
            <w:r w:rsidR="00E73DE4">
              <w:rPr>
                <w:noProof/>
                <w:webHidden/>
              </w:rPr>
              <w:instrText xml:space="preserve"> PAGEREF _Toc444069232 \h </w:instrText>
            </w:r>
            <w:r w:rsidR="00E73DE4">
              <w:rPr>
                <w:noProof/>
                <w:webHidden/>
              </w:rPr>
            </w:r>
            <w:r w:rsidR="00E73DE4">
              <w:rPr>
                <w:noProof/>
                <w:webHidden/>
              </w:rPr>
              <w:fldChar w:fldCharType="separate"/>
            </w:r>
            <w:r w:rsidR="00E73DE4">
              <w:rPr>
                <w:noProof/>
                <w:webHidden/>
              </w:rPr>
              <w:t>25</w:t>
            </w:r>
            <w:r w:rsidR="00E73DE4">
              <w:rPr>
                <w:noProof/>
                <w:webHidden/>
              </w:rPr>
              <w:fldChar w:fldCharType="end"/>
            </w:r>
          </w:hyperlink>
        </w:p>
        <w:p w:rsidR="00E73DE4" w:rsidRDefault="008E3EC8">
          <w:pPr>
            <w:pStyle w:val="TOC2"/>
            <w:rPr>
              <w:rFonts w:asciiTheme="minorHAnsi" w:eastAsiaTheme="minorEastAsia" w:hAnsiTheme="minorHAnsi" w:cstheme="minorBidi"/>
              <w:bCs w:val="0"/>
              <w:noProof/>
              <w:szCs w:val="22"/>
              <w:lang w:eastAsia="en-GB"/>
            </w:rPr>
          </w:pPr>
          <w:hyperlink w:anchor="_Toc444069233" w:history="1">
            <w:r w:rsidR="00E73DE4" w:rsidRPr="004B0A70">
              <w:rPr>
                <w:rStyle w:val="Hyperlink"/>
                <w:rFonts w:eastAsia="SimSun"/>
                <w:noProof/>
              </w:rPr>
              <w:t>1.2</w:t>
            </w:r>
            <w:r w:rsidR="00E73DE4">
              <w:rPr>
                <w:rFonts w:asciiTheme="minorHAnsi" w:eastAsiaTheme="minorEastAsia" w:hAnsiTheme="minorHAnsi" w:cstheme="minorBidi"/>
                <w:bCs w:val="0"/>
                <w:noProof/>
                <w:szCs w:val="22"/>
                <w:lang w:eastAsia="en-GB"/>
              </w:rPr>
              <w:tab/>
            </w:r>
            <w:r w:rsidR="00E73DE4" w:rsidRPr="004B0A70">
              <w:rPr>
                <w:rStyle w:val="Hyperlink"/>
                <w:rFonts w:eastAsia="SimSun"/>
                <w:noProof/>
              </w:rPr>
              <w:t>Sample recurrent training programme conducted over three years</w:t>
            </w:r>
            <w:r w:rsidR="00E73DE4">
              <w:rPr>
                <w:noProof/>
                <w:webHidden/>
              </w:rPr>
              <w:tab/>
            </w:r>
            <w:r w:rsidR="00E73DE4">
              <w:rPr>
                <w:noProof/>
                <w:webHidden/>
              </w:rPr>
              <w:fldChar w:fldCharType="begin"/>
            </w:r>
            <w:r w:rsidR="00E73DE4">
              <w:rPr>
                <w:noProof/>
                <w:webHidden/>
              </w:rPr>
              <w:instrText xml:space="preserve"> PAGEREF _Toc444069233 \h </w:instrText>
            </w:r>
            <w:r w:rsidR="00E73DE4">
              <w:rPr>
                <w:noProof/>
                <w:webHidden/>
              </w:rPr>
            </w:r>
            <w:r w:rsidR="00E73DE4">
              <w:rPr>
                <w:noProof/>
                <w:webHidden/>
              </w:rPr>
              <w:fldChar w:fldCharType="separate"/>
            </w:r>
            <w:r w:rsidR="00E73DE4">
              <w:rPr>
                <w:noProof/>
                <w:webHidden/>
              </w:rPr>
              <w:t>28</w:t>
            </w:r>
            <w:r w:rsidR="00E73DE4">
              <w:rPr>
                <w:noProof/>
                <w:webHidden/>
              </w:rPr>
              <w:fldChar w:fldCharType="end"/>
            </w:r>
          </w:hyperlink>
        </w:p>
        <w:p w:rsidR="0001726E" w:rsidRDefault="0001726E">
          <w:r>
            <w:rPr>
              <w:b/>
              <w:bCs/>
              <w:noProof/>
            </w:rPr>
            <w:fldChar w:fldCharType="end"/>
          </w:r>
        </w:p>
      </w:sdtContent>
    </w:sdt>
    <w:p w:rsidR="00EB4705" w:rsidRDefault="00E96003" w:rsidP="00EB4705">
      <w:pPr>
        <w:pStyle w:val="TOC1"/>
        <w:rPr>
          <w:rFonts w:asciiTheme="minorHAnsi" w:eastAsiaTheme="minorEastAsia" w:hAnsiTheme="minorHAnsi" w:cstheme="minorBidi"/>
          <w:bCs w:val="0"/>
          <w:noProof/>
          <w:szCs w:val="22"/>
        </w:rPr>
      </w:pPr>
      <w:r w:rsidRPr="00C50983">
        <w:rPr>
          <w:b/>
        </w:rPr>
        <w:fldChar w:fldCharType="begin"/>
      </w:r>
      <w:r w:rsidR="004C27D9" w:rsidRPr="00C50983">
        <w:instrText xml:space="preserve"> TOC \o "2-3" \h \z \t "Heading 1,1,Title,1,Appendix,5" </w:instrText>
      </w:r>
      <w:r w:rsidRPr="00C50983">
        <w:rPr>
          <w:b/>
        </w:rPr>
        <w:fldChar w:fldCharType="separate"/>
      </w:r>
    </w:p>
    <w:p w:rsidR="00935E77" w:rsidRDefault="00935E77">
      <w:pPr>
        <w:pStyle w:val="TOC2"/>
        <w:rPr>
          <w:rFonts w:asciiTheme="minorHAnsi" w:eastAsiaTheme="minorEastAsia" w:hAnsiTheme="minorHAnsi" w:cstheme="minorBidi"/>
          <w:bCs w:val="0"/>
          <w:noProof/>
          <w:szCs w:val="22"/>
          <w:lang w:eastAsia="en-GB"/>
        </w:rPr>
      </w:pPr>
    </w:p>
    <w:p w:rsidR="004C27D9" w:rsidRPr="00C50983" w:rsidRDefault="00E96003" w:rsidP="002D4569">
      <w:pPr>
        <w:pStyle w:val="BodyText"/>
      </w:pPr>
      <w:r w:rsidRPr="00C50983">
        <w:rPr>
          <w:bCs/>
          <w:caps/>
        </w:rPr>
        <w:fldChar w:fldCharType="end"/>
      </w:r>
    </w:p>
    <w:p w:rsidR="00EB4705" w:rsidRDefault="00EB4705" w:rsidP="008A50BC">
      <w:pPr>
        <w:jc w:val="both"/>
        <w:rPr>
          <w:rFonts w:cs="Arial"/>
          <w:b/>
          <w:bCs/>
          <w:kern w:val="28"/>
          <w:sz w:val="32"/>
          <w:szCs w:val="32"/>
        </w:rPr>
      </w:pPr>
      <w:bookmarkStart w:id="6" w:name="_Toc245254395"/>
      <w:r>
        <w:br w:type="page"/>
      </w:r>
    </w:p>
    <w:p w:rsidR="004C27D9" w:rsidRPr="00C50983" w:rsidRDefault="004C27D9" w:rsidP="008A50BC">
      <w:pPr>
        <w:pStyle w:val="Title"/>
        <w:jc w:val="both"/>
      </w:pPr>
      <w:bookmarkStart w:id="7" w:name="_Toc432680591"/>
      <w:bookmarkStart w:id="8" w:name="_Toc444069190"/>
      <w:r w:rsidRPr="00C50983">
        <w:lastRenderedPageBreak/>
        <w:t>Index of Tables</w:t>
      </w:r>
      <w:bookmarkEnd w:id="6"/>
      <w:bookmarkEnd w:id="7"/>
      <w:bookmarkEnd w:id="8"/>
    </w:p>
    <w:p w:rsidR="00AC66AF" w:rsidRPr="00AC66AF" w:rsidRDefault="00AC66AF" w:rsidP="008A50BC">
      <w:pPr>
        <w:pStyle w:val="TableofFigures"/>
        <w:jc w:val="both"/>
      </w:pPr>
      <w:r w:rsidRPr="00AC66AF">
        <w:t xml:space="preserve">Table 1 – possible subject headings for recurrent training </w:t>
      </w:r>
    </w:p>
    <w:p w:rsidR="00AC66AF" w:rsidRPr="00AC66AF" w:rsidRDefault="00AC66AF" w:rsidP="00AC66AF">
      <w:r w:rsidRPr="00AC66AF">
        <w:t>Table 2 – sample schedule of recurrent training</w:t>
      </w:r>
    </w:p>
    <w:p w:rsidR="00935E77" w:rsidRDefault="00E96003" w:rsidP="008A50BC">
      <w:pPr>
        <w:pStyle w:val="TableofFigures"/>
        <w:jc w:val="both"/>
        <w:rPr>
          <w:rFonts w:asciiTheme="minorHAnsi" w:eastAsiaTheme="minorEastAsia" w:hAnsiTheme="minorHAnsi" w:cstheme="minorBidi"/>
          <w:noProof/>
          <w:szCs w:val="22"/>
          <w:lang w:eastAsia="en-GB"/>
        </w:rPr>
      </w:pPr>
      <w:r w:rsidRPr="00C50983">
        <w:fldChar w:fldCharType="begin"/>
      </w:r>
      <w:r w:rsidR="004C27D9" w:rsidRPr="00C50983">
        <w:instrText xml:space="preserve"> TOC \h \z \t "Table_#" \c </w:instrText>
      </w:r>
      <w:r w:rsidRPr="00C50983">
        <w:fldChar w:fldCharType="separate"/>
      </w:r>
    </w:p>
    <w:p w:rsidR="00AC66AF" w:rsidRDefault="00E96003" w:rsidP="008A50BC">
      <w:pPr>
        <w:pStyle w:val="BodyText"/>
      </w:pPr>
      <w:r w:rsidRPr="00C50983">
        <w:fldChar w:fldCharType="end"/>
      </w:r>
    </w:p>
    <w:p w:rsidR="00AC66AF" w:rsidRDefault="00AC66AF">
      <w:r>
        <w:br w:type="page"/>
      </w:r>
    </w:p>
    <w:p w:rsidR="00AC66AF" w:rsidRPr="00C50983" w:rsidRDefault="00AC66AF" w:rsidP="00AC66AF">
      <w:pPr>
        <w:pStyle w:val="Title"/>
        <w:jc w:val="both"/>
      </w:pPr>
      <w:bookmarkStart w:id="9" w:name="_Toc444069191"/>
      <w:r w:rsidRPr="00C50983">
        <w:lastRenderedPageBreak/>
        <w:t xml:space="preserve">Index of </w:t>
      </w:r>
      <w:r>
        <w:t>Figures</w:t>
      </w:r>
      <w:bookmarkEnd w:id="9"/>
    </w:p>
    <w:p w:rsidR="00AC66AF" w:rsidRPr="00AC66AF" w:rsidRDefault="00AC66AF" w:rsidP="00AC66AF">
      <w:pPr>
        <w:pStyle w:val="BodyText"/>
      </w:pPr>
      <w:r w:rsidRPr="00AC66AF">
        <w:t>Figure 1 – process for the revalidation of VTS qualifications</w:t>
      </w:r>
    </w:p>
    <w:p w:rsidR="00AC66AF" w:rsidRPr="00AC66AF" w:rsidRDefault="00AC66AF" w:rsidP="00AC66AF">
      <w:pPr>
        <w:pStyle w:val="BodyText"/>
      </w:pPr>
      <w:r w:rsidRPr="00AC66AF">
        <w:t>Figure 2 – training needs analysis</w:t>
      </w:r>
    </w:p>
    <w:p w:rsidR="00AC66AF" w:rsidRPr="00AC66AF" w:rsidRDefault="00AC66AF" w:rsidP="00AC66AF">
      <w:pPr>
        <w:pStyle w:val="BodyText"/>
        <w:rPr>
          <w:i/>
        </w:rPr>
      </w:pPr>
    </w:p>
    <w:p w:rsidR="004C27D9" w:rsidRPr="00C50983" w:rsidRDefault="004C27D9" w:rsidP="008A50BC">
      <w:pPr>
        <w:pStyle w:val="Title"/>
        <w:jc w:val="both"/>
      </w:pPr>
      <w:r w:rsidRPr="00C50983">
        <w:br w:type="page"/>
      </w:r>
      <w:bookmarkStart w:id="10" w:name="_Toc240600169"/>
      <w:bookmarkStart w:id="11" w:name="_Toc245254396"/>
      <w:bookmarkStart w:id="12" w:name="_Toc432680592"/>
      <w:bookmarkStart w:id="13" w:name="_Toc444069192"/>
      <w:bookmarkStart w:id="14" w:name="_Toc111617353"/>
      <w:bookmarkStart w:id="15" w:name="_Toc111617354"/>
      <w:r w:rsidR="0042142B" w:rsidRPr="00C50983">
        <w:lastRenderedPageBreak/>
        <w:t>Foreword</w:t>
      </w:r>
      <w:bookmarkEnd w:id="10"/>
      <w:bookmarkEnd w:id="11"/>
      <w:bookmarkEnd w:id="12"/>
      <w:bookmarkEnd w:id="13"/>
    </w:p>
    <w:p w:rsidR="004C27D9" w:rsidRPr="00DE284E" w:rsidRDefault="004C27D9" w:rsidP="008A50BC">
      <w:pPr>
        <w:pStyle w:val="BodyText"/>
      </w:pPr>
      <w:r w:rsidRPr="00DE284E">
        <w:t xml:space="preserve">The International Association of Marine Aids to Navigation and Lighthouse Authorities has been associated with Vessel Traffic Services since 1955 and recognises the importance of </w:t>
      </w:r>
      <w:r w:rsidR="00335E77" w:rsidRPr="00DE284E">
        <w:t>the training and education of</w:t>
      </w:r>
      <w:r w:rsidR="00D76F45" w:rsidRPr="00DE284E">
        <w:t xml:space="preserve"> </w:t>
      </w:r>
      <w:r w:rsidR="00B71E6B">
        <w:t>personnel</w:t>
      </w:r>
      <w:r w:rsidR="00D76F45" w:rsidRPr="00DE284E">
        <w:t xml:space="preserve"> </w:t>
      </w:r>
      <w:r w:rsidRPr="00DE284E">
        <w:t>to the development of efficient Vessel Traffic Services worldwide.</w:t>
      </w:r>
    </w:p>
    <w:p w:rsidR="004C27D9" w:rsidRPr="00DE284E" w:rsidRDefault="004C27D9" w:rsidP="008A50BC">
      <w:pPr>
        <w:pStyle w:val="BodyText"/>
      </w:pPr>
      <w:r w:rsidRPr="00DE284E">
        <w:t xml:space="preserve">Taking into account the International Convention on Standards of Training, Certification and </w:t>
      </w:r>
      <w:proofErr w:type="spellStart"/>
      <w:r w:rsidRPr="00DE284E">
        <w:t>Watchkeeping</w:t>
      </w:r>
      <w:proofErr w:type="spellEnd"/>
      <w:r w:rsidRPr="00DE284E">
        <w:t xml:space="preserve"> of Seafarers, 1978, as amended in 1995</w:t>
      </w:r>
      <w:r w:rsidR="00B47952">
        <w:t xml:space="preserve"> and 2010</w:t>
      </w:r>
      <w:r w:rsidRPr="00DE284E">
        <w:t xml:space="preserve"> (STCW Convention), the Seafarer’s Training, Certification and </w:t>
      </w:r>
      <w:proofErr w:type="spellStart"/>
      <w:r w:rsidRPr="00DE284E">
        <w:t>Watchkeeping</w:t>
      </w:r>
      <w:proofErr w:type="spellEnd"/>
      <w:r w:rsidRPr="00DE284E">
        <w:t xml:space="preserve"> Code (STCW Code) and STCW 95 Resolution 10, IALA has adopted Recommendation V-103 on Standards of Training and Certification of VTS personnel.</w:t>
      </w:r>
    </w:p>
    <w:p w:rsidR="006F052A" w:rsidRPr="00DE284E" w:rsidRDefault="006F052A" w:rsidP="006F052A">
      <w:pPr>
        <w:jc w:val="both"/>
        <w:rPr>
          <w:lang w:eastAsia="de-DE"/>
        </w:rPr>
      </w:pPr>
      <w:r w:rsidRPr="00DE284E">
        <w:rPr>
          <w:lang w:eastAsia="de-DE"/>
        </w:rPr>
        <w:t>Competent Authorities are encouraged to adopt these model courses as part of the basis for mandatory training in a manner consistent with their domestic legal framework.</w:t>
      </w:r>
    </w:p>
    <w:p w:rsidR="006F052A" w:rsidRPr="00DE284E" w:rsidRDefault="006F052A" w:rsidP="008A50BC">
      <w:pPr>
        <w:pStyle w:val="BodyText"/>
      </w:pPr>
    </w:p>
    <w:p w:rsidR="004C27D9" w:rsidRPr="00DE284E" w:rsidRDefault="004C27D9" w:rsidP="008A50BC">
      <w:pPr>
        <w:pStyle w:val="BodyText"/>
      </w:pPr>
      <w:r w:rsidRPr="00DE284E">
        <w:t>The model courses developed</w:t>
      </w:r>
      <w:r w:rsidR="00EA6FDD" w:rsidRPr="00DE284E">
        <w:t xml:space="preserve"> </w:t>
      </w:r>
      <w:r w:rsidRPr="00DE284E">
        <w:t>by IALA for VTS personnel are:</w:t>
      </w:r>
    </w:p>
    <w:p w:rsidR="004C27D9" w:rsidRPr="00DE284E" w:rsidRDefault="004C27D9" w:rsidP="00761614">
      <w:pPr>
        <w:pStyle w:val="ListBullet"/>
        <w:numPr>
          <w:ilvl w:val="0"/>
          <w:numId w:val="9"/>
        </w:numPr>
        <w:jc w:val="both"/>
      </w:pPr>
      <w:r w:rsidRPr="00DE284E">
        <w:t>Model Course V-103/1 - VTS Operator Training</w:t>
      </w:r>
    </w:p>
    <w:p w:rsidR="004C27D9" w:rsidRPr="00DE284E" w:rsidRDefault="004C27D9" w:rsidP="00761614">
      <w:pPr>
        <w:pStyle w:val="ListBullet"/>
        <w:numPr>
          <w:ilvl w:val="0"/>
          <w:numId w:val="9"/>
        </w:numPr>
        <w:jc w:val="both"/>
      </w:pPr>
      <w:r w:rsidRPr="00DE284E">
        <w:t>Model Course V-103/2 - VTS Supervisor Training</w:t>
      </w:r>
    </w:p>
    <w:p w:rsidR="004C27D9" w:rsidRPr="00DE284E" w:rsidRDefault="004C27D9" w:rsidP="00761614">
      <w:pPr>
        <w:pStyle w:val="ListBullet"/>
        <w:numPr>
          <w:ilvl w:val="0"/>
          <w:numId w:val="9"/>
        </w:numPr>
        <w:jc w:val="both"/>
      </w:pPr>
      <w:r w:rsidRPr="00DE284E">
        <w:t xml:space="preserve">Model Course V-103/3 - </w:t>
      </w:r>
      <w:r w:rsidR="008F49A0" w:rsidRPr="00DE284E">
        <w:t xml:space="preserve">VTS </w:t>
      </w:r>
      <w:r w:rsidRPr="00DE284E">
        <w:t>On-the-Job Training</w:t>
      </w:r>
    </w:p>
    <w:p w:rsidR="004C27D9" w:rsidRPr="00DE284E" w:rsidRDefault="004C27D9" w:rsidP="00761614">
      <w:pPr>
        <w:pStyle w:val="ListBullet"/>
        <w:numPr>
          <w:ilvl w:val="0"/>
          <w:numId w:val="9"/>
        </w:numPr>
        <w:jc w:val="both"/>
      </w:pPr>
      <w:r w:rsidRPr="00DE284E">
        <w:t xml:space="preserve">Model Course V-103/4 - </w:t>
      </w:r>
      <w:r w:rsidR="008F49A0" w:rsidRPr="00DE284E">
        <w:t xml:space="preserve">VTS </w:t>
      </w:r>
      <w:r w:rsidRPr="00DE284E">
        <w:t>On-the-Job Training Instructor</w:t>
      </w:r>
    </w:p>
    <w:p w:rsidR="0055445C" w:rsidRPr="00DE284E" w:rsidRDefault="007664C4" w:rsidP="00761614">
      <w:pPr>
        <w:pStyle w:val="ListBullet"/>
        <w:numPr>
          <w:ilvl w:val="0"/>
          <w:numId w:val="9"/>
        </w:numPr>
        <w:jc w:val="both"/>
      </w:pPr>
      <w:r w:rsidRPr="00DE284E">
        <w:t>Model Course V-103/5 -</w:t>
      </w:r>
      <w:r w:rsidR="0055445C" w:rsidRPr="00DE284E">
        <w:t xml:space="preserve"> VTS Revalidation </w:t>
      </w:r>
      <w:r w:rsidR="00A221EA" w:rsidRPr="00DE284E">
        <w:t>Process</w:t>
      </w:r>
    </w:p>
    <w:p w:rsidR="004C27D9" w:rsidRPr="00DE284E" w:rsidRDefault="004C27D9" w:rsidP="008A50BC">
      <w:pPr>
        <w:pStyle w:val="BodyText"/>
      </w:pPr>
      <w:r w:rsidRPr="00DE284E">
        <w:t xml:space="preserve">These model courses are intended to provide </w:t>
      </w:r>
      <w:r w:rsidR="00335E77" w:rsidRPr="00DE284E">
        <w:t>Competent Authorities</w:t>
      </w:r>
      <w:r w:rsidR="007664C4" w:rsidRPr="00DE284E">
        <w:t xml:space="preserve">, </w:t>
      </w:r>
      <w:r w:rsidR="00335E77" w:rsidRPr="00DE284E">
        <w:t xml:space="preserve">Accredited Training Organisations </w:t>
      </w:r>
      <w:r w:rsidRPr="00DE284E">
        <w:t xml:space="preserve">and other appropriate authorities charged with the provision of vessel traffic services with specific guidance on the training of VTS </w:t>
      </w:r>
      <w:r w:rsidR="00335E77" w:rsidRPr="00DE284E">
        <w:t>personnel.</w:t>
      </w:r>
      <w:r w:rsidRPr="00DE284E">
        <w:t xml:space="preserve">  </w:t>
      </w:r>
      <w:r w:rsidR="00335E77" w:rsidRPr="00DE284E">
        <w:t xml:space="preserve">Assistance </w:t>
      </w:r>
      <w:r w:rsidRPr="00DE284E">
        <w:t xml:space="preserve">in implementing any </w:t>
      </w:r>
      <w:r w:rsidR="00335E77" w:rsidRPr="00DE284E">
        <w:t xml:space="preserve">model </w:t>
      </w:r>
      <w:r w:rsidRPr="00DE284E">
        <w:t>course may be obtained through IALA at the following address:</w:t>
      </w:r>
    </w:p>
    <w:p w:rsidR="004C27D9" w:rsidRPr="00DE284E" w:rsidRDefault="004C27D9" w:rsidP="008A50BC">
      <w:pPr>
        <w:pStyle w:val="BodyText"/>
      </w:pPr>
    </w:p>
    <w:p w:rsidR="004C27D9" w:rsidRPr="00DE284E" w:rsidRDefault="004C27D9" w:rsidP="008A50BC">
      <w:pPr>
        <w:pStyle w:val="BodyText"/>
        <w:tabs>
          <w:tab w:val="left" w:pos="5670"/>
        </w:tabs>
        <w:spacing w:after="0"/>
      </w:pPr>
    </w:p>
    <w:p w:rsidR="004C27D9" w:rsidRPr="00DE284E" w:rsidRDefault="004C27D9" w:rsidP="008A50BC">
      <w:pPr>
        <w:pStyle w:val="BodyText"/>
        <w:tabs>
          <w:tab w:val="left" w:pos="5670"/>
        </w:tabs>
        <w:spacing w:after="0"/>
      </w:pPr>
      <w:r w:rsidRPr="00DE284E">
        <w:t>The Secretary General,</w:t>
      </w:r>
      <w:r w:rsidRPr="00DE284E">
        <w:tab/>
      </w:r>
    </w:p>
    <w:p w:rsidR="004C27D9" w:rsidRPr="00DE284E" w:rsidRDefault="004C27D9" w:rsidP="008A50BC">
      <w:pPr>
        <w:pStyle w:val="BodyText"/>
        <w:tabs>
          <w:tab w:val="left" w:pos="5280"/>
          <w:tab w:val="left" w:pos="6663"/>
        </w:tabs>
        <w:spacing w:after="0"/>
      </w:pPr>
      <w:r w:rsidRPr="00DE284E">
        <w:t>IALA,</w:t>
      </w:r>
      <w:r w:rsidRPr="00DE284E">
        <w:tab/>
        <w:t>Tel:</w:t>
      </w:r>
      <w:r w:rsidRPr="00DE284E">
        <w:tab/>
        <w:t>+33 34 51 70 01</w:t>
      </w:r>
    </w:p>
    <w:p w:rsidR="004C27D9" w:rsidRPr="00DE284E" w:rsidRDefault="007664C4" w:rsidP="008A50BC">
      <w:pPr>
        <w:pStyle w:val="BodyText"/>
        <w:tabs>
          <w:tab w:val="left" w:pos="5280"/>
          <w:tab w:val="left" w:pos="6663"/>
        </w:tabs>
        <w:spacing w:after="0"/>
      </w:pPr>
      <w:r w:rsidRPr="00DE284E">
        <w:t xml:space="preserve">10 rue des </w:t>
      </w:r>
      <w:proofErr w:type="spellStart"/>
      <w:r w:rsidRPr="00DE284E">
        <w:t>Gaudines</w:t>
      </w:r>
      <w:proofErr w:type="spellEnd"/>
      <w:r w:rsidR="004C27D9" w:rsidRPr="00DE284E">
        <w:t>,</w:t>
      </w:r>
      <w:r w:rsidR="004C27D9" w:rsidRPr="00DE284E">
        <w:tab/>
        <w:t>Fax</w:t>
      </w:r>
      <w:r w:rsidR="004C27D9" w:rsidRPr="00DE284E">
        <w:tab/>
        <w:t>+33 34 51 82 05</w:t>
      </w:r>
    </w:p>
    <w:p w:rsidR="004C27D9" w:rsidRPr="00DE284E" w:rsidRDefault="004C27D9" w:rsidP="008A50BC">
      <w:pPr>
        <w:tabs>
          <w:tab w:val="left" w:pos="5280"/>
          <w:tab w:val="left" w:pos="6663"/>
        </w:tabs>
        <w:spacing w:line="276" w:lineRule="auto"/>
        <w:jc w:val="both"/>
      </w:pPr>
      <w:proofErr w:type="gramStart"/>
      <w:r w:rsidRPr="00DE284E">
        <w:t xml:space="preserve">78100 Saint </w:t>
      </w:r>
      <w:proofErr w:type="spellStart"/>
      <w:r w:rsidRPr="00DE284E">
        <w:t>Germain</w:t>
      </w:r>
      <w:proofErr w:type="spellEnd"/>
      <w:r w:rsidRPr="00DE284E">
        <w:t xml:space="preserve"> </w:t>
      </w:r>
      <w:proofErr w:type="spellStart"/>
      <w:r w:rsidRPr="00DE284E">
        <w:t>en</w:t>
      </w:r>
      <w:proofErr w:type="spellEnd"/>
      <w:r w:rsidRPr="00DE284E">
        <w:t xml:space="preserve"> </w:t>
      </w:r>
      <w:proofErr w:type="spellStart"/>
      <w:r w:rsidRPr="00DE284E">
        <w:t>Laye</w:t>
      </w:r>
      <w:proofErr w:type="spellEnd"/>
      <w:r w:rsidRPr="00DE284E">
        <w:tab/>
        <w:t>e-mail:</w:t>
      </w:r>
      <w:r w:rsidRPr="00DE284E">
        <w:tab/>
      </w:r>
      <w:hyperlink r:id="rId14" w:history="1">
        <w:r w:rsidR="007664C4" w:rsidRPr="00DE284E">
          <w:rPr>
            <w:rStyle w:val="Hyperlink"/>
          </w:rPr>
          <w:t>contact@iala-aism.org</w:t>
        </w:r>
        <w:proofErr w:type="gramEnd"/>
      </w:hyperlink>
      <w:r w:rsidR="007664C4" w:rsidRPr="00DE284E">
        <w:t xml:space="preserve"> </w:t>
      </w:r>
    </w:p>
    <w:p w:rsidR="004C27D9" w:rsidRPr="00DE284E" w:rsidRDefault="004C27D9" w:rsidP="008A50BC">
      <w:pPr>
        <w:tabs>
          <w:tab w:val="left" w:pos="5280"/>
          <w:tab w:val="left" w:pos="6663"/>
        </w:tabs>
        <w:spacing w:line="276" w:lineRule="auto"/>
        <w:jc w:val="both"/>
      </w:pPr>
      <w:r w:rsidRPr="00DE284E">
        <w:t>France</w:t>
      </w:r>
      <w:r w:rsidRPr="00DE284E">
        <w:tab/>
        <w:t>internet</w:t>
      </w:r>
      <w:r w:rsidRPr="00DE284E">
        <w:tab/>
      </w:r>
      <w:hyperlink r:id="rId15" w:history="1">
        <w:r w:rsidRPr="00DE284E">
          <w:rPr>
            <w:rStyle w:val="Hyperlink"/>
            <w:rFonts w:cs="Arial"/>
            <w:sz w:val="20"/>
            <w:szCs w:val="18"/>
          </w:rPr>
          <w:t>www.iala-aism.org</w:t>
        </w:r>
      </w:hyperlink>
    </w:p>
    <w:bookmarkEnd w:id="14"/>
    <w:p w:rsidR="004C27D9" w:rsidRPr="00DE284E" w:rsidRDefault="004C27D9" w:rsidP="008A50BC">
      <w:pPr>
        <w:spacing w:after="200" w:line="276" w:lineRule="auto"/>
        <w:jc w:val="both"/>
      </w:pPr>
    </w:p>
    <w:p w:rsidR="00CA0B30" w:rsidRPr="00DE284E" w:rsidRDefault="004C27D9" w:rsidP="008A50BC">
      <w:pPr>
        <w:pStyle w:val="Title"/>
        <w:spacing w:before="180" w:after="60"/>
        <w:jc w:val="both"/>
        <w:rPr>
          <w:caps/>
        </w:rPr>
      </w:pPr>
      <w:r w:rsidRPr="00DE284E">
        <w:br w:type="page"/>
      </w:r>
      <w:bookmarkEnd w:id="15"/>
    </w:p>
    <w:p w:rsidR="00F81C0E" w:rsidRPr="00DE284E" w:rsidRDefault="00F81C0E" w:rsidP="008A50BC">
      <w:pPr>
        <w:pStyle w:val="Title"/>
        <w:spacing w:before="180" w:after="60"/>
        <w:jc w:val="both"/>
        <w:rPr>
          <w:caps/>
        </w:rPr>
      </w:pPr>
      <w:bookmarkStart w:id="16" w:name="_Toc432680593"/>
      <w:bookmarkStart w:id="17" w:name="_Toc444069193"/>
      <w:bookmarkStart w:id="18" w:name="_Toc414767068"/>
      <w:bookmarkStart w:id="19" w:name="_Toc443306604"/>
      <w:bookmarkStart w:id="20" w:name="_Toc446918263"/>
      <w:bookmarkStart w:id="21" w:name="_Toc111617355"/>
      <w:r w:rsidRPr="00DE284E">
        <w:lastRenderedPageBreak/>
        <w:t>PART A – COURSE OVERVIEW</w:t>
      </w:r>
      <w:bookmarkEnd w:id="16"/>
      <w:bookmarkEnd w:id="17"/>
    </w:p>
    <w:p w:rsidR="004C27D9" w:rsidRPr="00DE284E" w:rsidRDefault="009D153D" w:rsidP="009D153D">
      <w:pPr>
        <w:pStyle w:val="Heading1"/>
        <w:numPr>
          <w:ilvl w:val="0"/>
          <w:numId w:val="0"/>
        </w:numPr>
        <w:jc w:val="both"/>
      </w:pPr>
      <w:bookmarkStart w:id="22" w:name="_Toc432680594"/>
      <w:bookmarkStart w:id="23" w:name="_Toc444069194"/>
      <w:r>
        <w:t xml:space="preserve">1 </w:t>
      </w:r>
      <w:r>
        <w:tab/>
      </w:r>
      <w:r w:rsidR="0036434F" w:rsidRPr="00DE284E">
        <w:t>INTRODUCTION</w:t>
      </w:r>
      <w:bookmarkEnd w:id="22"/>
      <w:bookmarkEnd w:id="23"/>
    </w:p>
    <w:p w:rsidR="006D6A4D" w:rsidRDefault="00B238AD" w:rsidP="006D6A4D">
      <w:pPr>
        <w:pStyle w:val="BodyText"/>
      </w:pPr>
      <w:r w:rsidRPr="00DE284E">
        <w:t xml:space="preserve">IALA Recommendation V-103 on the </w:t>
      </w:r>
      <w:r w:rsidR="00B71E6B">
        <w:t>Standards for Training and Certification of VTS P</w:t>
      </w:r>
      <w:r w:rsidRPr="00DE284E">
        <w:t>ersonnel recommends that a</w:t>
      </w:r>
      <w:r w:rsidR="00FC65AC" w:rsidRPr="00DE284E">
        <w:t xml:space="preserve">n assessment of the performance of each VTSO should be carried out by a VTS Supervisor/Manager at regular intervals, preferably annually, to ensure that the standards set by the Competent Authority for </w:t>
      </w:r>
      <w:r w:rsidR="00A64D93">
        <w:t>VTS</w:t>
      </w:r>
      <w:r w:rsidR="00FC65AC" w:rsidRPr="00DE284E">
        <w:t xml:space="preserve"> qualifications are continuing to be met. </w:t>
      </w:r>
    </w:p>
    <w:p w:rsidR="00B238AD" w:rsidRPr="00DE284E" w:rsidRDefault="006D6A4D" w:rsidP="00FC65AC">
      <w:pPr>
        <w:pStyle w:val="BodyText"/>
      </w:pPr>
      <w:r w:rsidRPr="00DE284E">
        <w:t xml:space="preserve">IMO Resolution </w:t>
      </w:r>
      <w:proofErr w:type="gramStart"/>
      <w:r w:rsidRPr="00DE284E">
        <w:t>A.857(</w:t>
      </w:r>
      <w:proofErr w:type="gramEnd"/>
      <w:r w:rsidRPr="00DE284E">
        <w:t xml:space="preserve">20) states that once suitably qualified and trained </w:t>
      </w:r>
      <w:r>
        <w:t>VTSOs</w:t>
      </w:r>
      <w:r w:rsidRPr="00DE284E">
        <w:t xml:space="preserve"> are performing on the job, their performance must be observed and monitored to ensure that it continues to meet the established standards.</w:t>
      </w:r>
    </w:p>
    <w:p w:rsidR="00B238AD" w:rsidRPr="00DE284E" w:rsidRDefault="00B238AD" w:rsidP="0023398A">
      <w:pPr>
        <w:pStyle w:val="BodyText"/>
      </w:pPr>
      <w:r w:rsidRPr="00DE284E">
        <w:t xml:space="preserve">Further, to ensure the continued maintenance of a VTS </w:t>
      </w:r>
      <w:r w:rsidR="00B248BC">
        <w:t>qualification</w:t>
      </w:r>
      <w:r w:rsidRPr="00DE284E">
        <w:t xml:space="preserve">, the Competent Authority should implement a process of </w:t>
      </w:r>
      <w:r w:rsidR="007F63DF">
        <w:t>r</w:t>
      </w:r>
      <w:r w:rsidRPr="00DE284E">
        <w:t xml:space="preserve">evalidation </w:t>
      </w:r>
      <w:r w:rsidR="007F63DF">
        <w:t>t</w:t>
      </w:r>
      <w:r w:rsidRPr="00DE284E">
        <w:t xml:space="preserve">raining. </w:t>
      </w:r>
      <w:r w:rsidR="00575005">
        <w:t>Within this model course, r</w:t>
      </w:r>
      <w:r w:rsidRPr="00DE284E">
        <w:t xml:space="preserve">evalidation </w:t>
      </w:r>
      <w:r w:rsidR="007F63DF">
        <w:t>t</w:t>
      </w:r>
      <w:r w:rsidRPr="00DE284E">
        <w:t xml:space="preserve">raining consists of periodic </w:t>
      </w:r>
      <w:r w:rsidR="007F63DF">
        <w:t>r</w:t>
      </w:r>
      <w:r w:rsidRPr="00DE284E">
        <w:t xml:space="preserve">ecurrent </w:t>
      </w:r>
      <w:r w:rsidR="007F63DF">
        <w:t>t</w:t>
      </w:r>
      <w:r w:rsidRPr="00DE284E">
        <w:t xml:space="preserve">raining. </w:t>
      </w:r>
      <w:r w:rsidRPr="00FF6F2A">
        <w:t xml:space="preserve">This should be supplemented by </w:t>
      </w:r>
      <w:r w:rsidR="007F63DF" w:rsidRPr="00FF6F2A">
        <w:t>a</w:t>
      </w:r>
      <w:r w:rsidRPr="00FF6F2A">
        <w:t xml:space="preserve">daptation </w:t>
      </w:r>
      <w:r w:rsidR="007F63DF" w:rsidRPr="00FF6F2A">
        <w:t>t</w:t>
      </w:r>
      <w:r w:rsidRPr="00FF6F2A">
        <w:t xml:space="preserve">raining and/or </w:t>
      </w:r>
      <w:r w:rsidR="007F63DF" w:rsidRPr="00FF6F2A">
        <w:t>u</w:t>
      </w:r>
      <w:r w:rsidRPr="00FF6F2A">
        <w:t xml:space="preserve">pdating </w:t>
      </w:r>
      <w:r w:rsidR="007F63DF" w:rsidRPr="00FF6F2A">
        <w:t>t</w:t>
      </w:r>
      <w:r w:rsidRPr="00FF6F2A">
        <w:t>raining as deemed necessary. Each ty</w:t>
      </w:r>
      <w:r w:rsidRPr="00DE284E">
        <w:t xml:space="preserve">pe of training should include a relevant method of assessment. </w:t>
      </w:r>
    </w:p>
    <w:p w:rsidR="00FC65AC" w:rsidRPr="00DE284E" w:rsidRDefault="00FC65AC" w:rsidP="00FC65AC"/>
    <w:p w:rsidR="001C7926" w:rsidRPr="00DE284E" w:rsidRDefault="001C7926" w:rsidP="008A50BC">
      <w:pPr>
        <w:pStyle w:val="Heading2"/>
        <w:jc w:val="both"/>
        <w:rPr>
          <w:lang w:eastAsia="de-DE"/>
        </w:rPr>
      </w:pPr>
      <w:bookmarkStart w:id="24" w:name="_Toc432680595"/>
      <w:bookmarkStart w:id="25" w:name="_Toc444069195"/>
      <w:r w:rsidRPr="00DE284E">
        <w:rPr>
          <w:lang w:eastAsia="de-DE"/>
        </w:rPr>
        <w:t>Purpose of the Model Course</w:t>
      </w:r>
      <w:bookmarkEnd w:id="24"/>
      <w:bookmarkEnd w:id="25"/>
    </w:p>
    <w:p w:rsidR="005245D4" w:rsidRPr="00DE284E" w:rsidRDefault="00DA6522" w:rsidP="008A50BC">
      <w:pPr>
        <w:pStyle w:val="BodyText"/>
      </w:pPr>
      <w:r w:rsidRPr="00DE284E">
        <w:t xml:space="preserve">This </w:t>
      </w:r>
      <w:r w:rsidR="007F63DF">
        <w:t>m</w:t>
      </w:r>
      <w:r w:rsidRPr="00DE284E">
        <w:t xml:space="preserve">odel </w:t>
      </w:r>
      <w:r w:rsidR="007F63DF">
        <w:t>c</w:t>
      </w:r>
      <w:r w:rsidRPr="00DE284E">
        <w:t xml:space="preserve">ourse is intended to provide guidance </w:t>
      </w:r>
      <w:r w:rsidR="00E754D0" w:rsidRPr="00DE284E">
        <w:t xml:space="preserve">to </w:t>
      </w:r>
      <w:r w:rsidRPr="00DE284E">
        <w:t xml:space="preserve">Competent Authorities </w:t>
      </w:r>
      <w:r w:rsidR="0044059B" w:rsidRPr="00DE284E">
        <w:t xml:space="preserve">on how to </w:t>
      </w:r>
      <w:r w:rsidR="00B70BE1" w:rsidRPr="00DE284E">
        <w:t xml:space="preserve">maintain </w:t>
      </w:r>
      <w:r w:rsidR="005245D4" w:rsidRPr="00DE284E">
        <w:t xml:space="preserve">and improve </w:t>
      </w:r>
      <w:r w:rsidR="00B70BE1" w:rsidRPr="00DE284E">
        <w:t>the quality of performance of their VTSOs</w:t>
      </w:r>
      <w:r w:rsidR="007F63DF">
        <w:t>,</w:t>
      </w:r>
      <w:r w:rsidR="00B70BE1" w:rsidRPr="00DE284E">
        <w:t xml:space="preserve"> by means of </w:t>
      </w:r>
      <w:r w:rsidR="00B238AD" w:rsidRPr="00DE284E">
        <w:t>training</w:t>
      </w:r>
      <w:r w:rsidR="007F63DF">
        <w:t>,</w:t>
      </w:r>
      <w:r w:rsidR="00B238AD" w:rsidRPr="00DE284E">
        <w:t xml:space="preserve"> in order to enable the </w:t>
      </w:r>
      <w:r w:rsidR="0044059B" w:rsidRPr="00DE284E">
        <w:t>revalidat</w:t>
      </w:r>
      <w:r w:rsidR="00B70BE1" w:rsidRPr="00DE284E">
        <w:t>ion of</w:t>
      </w:r>
      <w:r w:rsidR="0044059B" w:rsidRPr="00DE284E">
        <w:t xml:space="preserve"> the </w:t>
      </w:r>
      <w:r w:rsidR="00B248BC">
        <w:t xml:space="preserve">qualifications contained within the </w:t>
      </w:r>
      <w:r w:rsidR="00B238AD" w:rsidRPr="00DE284E">
        <w:t xml:space="preserve">VTS </w:t>
      </w:r>
      <w:r w:rsidR="00B70BE1" w:rsidRPr="00DE284E">
        <w:t>certification log</w:t>
      </w:r>
      <w:r w:rsidR="0044059B" w:rsidRPr="00DE284E">
        <w:t xml:space="preserve">. </w:t>
      </w:r>
      <w:r w:rsidR="00B70BE1" w:rsidRPr="00DE284E">
        <w:t xml:space="preserve">An optimal level of performance can be assured by a </w:t>
      </w:r>
      <w:r w:rsidR="005245D4" w:rsidRPr="00DE284E">
        <w:t xml:space="preserve">well-developed </w:t>
      </w:r>
      <w:r w:rsidR="00B70BE1" w:rsidRPr="00DE284E">
        <w:t xml:space="preserve">system of </w:t>
      </w:r>
      <w:r w:rsidR="007F63DF">
        <w:t xml:space="preserve">IALA V-103/1 </w:t>
      </w:r>
      <w:r w:rsidR="00B238AD" w:rsidRPr="00DE284E">
        <w:t>VTS Operator</w:t>
      </w:r>
      <w:r w:rsidR="007F63DF">
        <w:t xml:space="preserve"> training</w:t>
      </w:r>
      <w:r w:rsidR="00B238AD" w:rsidRPr="00DE284E">
        <w:t xml:space="preserve"> supplemented by</w:t>
      </w:r>
      <w:r w:rsidR="005245D4" w:rsidRPr="00DE284E">
        <w:t xml:space="preserve"> </w:t>
      </w:r>
      <w:r w:rsidR="00B238AD" w:rsidRPr="00DE284E">
        <w:t xml:space="preserve">periodic </w:t>
      </w:r>
      <w:r w:rsidR="005245D4" w:rsidRPr="00DE284E">
        <w:t xml:space="preserve">refresher </w:t>
      </w:r>
      <w:r w:rsidR="00B70BE1" w:rsidRPr="00DE284E">
        <w:t>training</w:t>
      </w:r>
      <w:r w:rsidR="005245D4" w:rsidRPr="00DE284E">
        <w:t xml:space="preserve">. The aim of training is to </w:t>
      </w:r>
      <w:r w:rsidR="00B238AD" w:rsidRPr="00DE284E">
        <w:t>ensure that there is no</w:t>
      </w:r>
      <w:r w:rsidR="005245D4" w:rsidRPr="00DE284E">
        <w:t xml:space="preserve"> gap between the </w:t>
      </w:r>
      <w:r w:rsidR="00B238AD" w:rsidRPr="00DE284E">
        <w:t xml:space="preserve">operational </w:t>
      </w:r>
      <w:r w:rsidR="005245D4" w:rsidRPr="00DE284E">
        <w:t xml:space="preserve">demands of the </w:t>
      </w:r>
      <w:r w:rsidR="00696F4D" w:rsidRPr="00DE284E">
        <w:t>industry and working environment</w:t>
      </w:r>
      <w:r w:rsidR="005245D4" w:rsidRPr="00DE284E">
        <w:t xml:space="preserve"> and the competence of the Operator.</w:t>
      </w:r>
    </w:p>
    <w:p w:rsidR="006D269F" w:rsidRPr="00DE284E" w:rsidRDefault="006D269F" w:rsidP="008A50BC">
      <w:pPr>
        <w:pStyle w:val="BodyText"/>
      </w:pPr>
      <w:r w:rsidRPr="00DE284E">
        <w:t>Revalidation</w:t>
      </w:r>
      <w:r w:rsidR="00B238AD" w:rsidRPr="00DE284E">
        <w:t xml:space="preserve"> of a VTS </w:t>
      </w:r>
      <w:r w:rsidR="00B248BC">
        <w:t xml:space="preserve">qualification </w:t>
      </w:r>
      <w:r w:rsidRPr="00DE284E">
        <w:t>may be required in a variety of situations, each calling for a different approach. In this document the</w:t>
      </w:r>
      <w:r w:rsidR="005245D4" w:rsidRPr="00DE284E">
        <w:t>se situations will be described</w:t>
      </w:r>
      <w:r w:rsidRPr="00DE284E">
        <w:t xml:space="preserve"> together with the most appropriate course o</w:t>
      </w:r>
      <w:r w:rsidR="00E33153" w:rsidRPr="00DE284E">
        <w:t>f action for</w:t>
      </w:r>
      <w:r w:rsidR="00B238AD" w:rsidRPr="00DE284E">
        <w:t xml:space="preserve"> the</w:t>
      </w:r>
      <w:r w:rsidR="00E33153" w:rsidRPr="00DE284E">
        <w:t xml:space="preserve"> </w:t>
      </w:r>
      <w:r w:rsidRPr="00DE284E">
        <w:t xml:space="preserve">revalidation of </w:t>
      </w:r>
      <w:r w:rsidR="00B70BE1" w:rsidRPr="00DE284E">
        <w:t xml:space="preserve">the certification </w:t>
      </w:r>
      <w:r w:rsidR="006D2969" w:rsidRPr="00DE284E">
        <w:t>l</w:t>
      </w:r>
      <w:r w:rsidR="00B70BE1" w:rsidRPr="00DE284E">
        <w:t>og</w:t>
      </w:r>
      <w:r w:rsidRPr="00DE284E">
        <w:t xml:space="preserve">. </w:t>
      </w:r>
    </w:p>
    <w:p w:rsidR="006D269F" w:rsidRPr="00DE284E" w:rsidRDefault="00BF206D" w:rsidP="008A50BC">
      <w:pPr>
        <w:pStyle w:val="BodyText"/>
      </w:pPr>
      <w:r w:rsidRPr="00DE284E">
        <w:t xml:space="preserve">Revalidation </w:t>
      </w:r>
      <w:r w:rsidR="00B238AD" w:rsidRPr="00DE284E">
        <w:t xml:space="preserve">of a VTS </w:t>
      </w:r>
      <w:r w:rsidR="00B248BC">
        <w:t>qualification</w:t>
      </w:r>
      <w:r w:rsidR="00B238AD" w:rsidRPr="00DE284E">
        <w:t xml:space="preserve"> may be </w:t>
      </w:r>
      <w:r w:rsidRPr="00DE284E">
        <w:t>required when</w:t>
      </w:r>
      <w:r w:rsidR="006D269F" w:rsidRPr="00DE284E">
        <w:t>:</w:t>
      </w:r>
    </w:p>
    <w:p w:rsidR="002A4924" w:rsidRPr="00DE284E" w:rsidRDefault="006D2969" w:rsidP="00761614">
      <w:pPr>
        <w:pStyle w:val="BodyText"/>
        <w:numPr>
          <w:ilvl w:val="0"/>
          <w:numId w:val="36"/>
        </w:numPr>
        <w:ind w:hanging="513"/>
      </w:pPr>
      <w:r w:rsidRPr="00DE284E">
        <w:t>T</w:t>
      </w:r>
      <w:r w:rsidR="006D269F" w:rsidRPr="00DE284E">
        <w:t xml:space="preserve">he </w:t>
      </w:r>
      <w:r w:rsidRPr="00DE284E">
        <w:t>VTS certification log is approaching its expiry date;</w:t>
      </w:r>
    </w:p>
    <w:p w:rsidR="00E33153" w:rsidRPr="00DE284E" w:rsidRDefault="006D2969" w:rsidP="00761614">
      <w:pPr>
        <w:pStyle w:val="BodyText"/>
        <w:numPr>
          <w:ilvl w:val="0"/>
          <w:numId w:val="36"/>
        </w:numPr>
        <w:ind w:hanging="513"/>
      </w:pPr>
      <w:r w:rsidRPr="00DE284E">
        <w:t>T</w:t>
      </w:r>
      <w:r w:rsidR="00E33153" w:rsidRPr="00DE284E">
        <w:t xml:space="preserve">here are </w:t>
      </w:r>
      <w:r w:rsidR="00E72BC4" w:rsidRPr="00DE284E">
        <w:t>changes in the physical environ</w:t>
      </w:r>
      <w:r w:rsidR="00E33153" w:rsidRPr="00DE284E">
        <w:t>ment of the VTS o</w:t>
      </w:r>
      <w:r w:rsidR="00E72BC4" w:rsidRPr="00DE284E">
        <w:t>r</w:t>
      </w:r>
      <w:r w:rsidR="00E33153" w:rsidRPr="00DE284E">
        <w:t xml:space="preserve"> the tasks of the VTSO wh</w:t>
      </w:r>
      <w:r w:rsidRPr="00DE284E">
        <w:t xml:space="preserve">ich </w:t>
      </w:r>
      <w:r w:rsidR="007F63DF">
        <w:t>necessitate</w:t>
      </w:r>
      <w:r w:rsidRPr="00DE284E">
        <w:t xml:space="preserve"> additional training;</w:t>
      </w:r>
      <w:r w:rsidR="00E33153" w:rsidRPr="00DE284E">
        <w:t xml:space="preserve"> </w:t>
      </w:r>
    </w:p>
    <w:p w:rsidR="00E33153" w:rsidRPr="00DE284E" w:rsidRDefault="00BF206D" w:rsidP="00761614">
      <w:pPr>
        <w:pStyle w:val="BodyText"/>
        <w:numPr>
          <w:ilvl w:val="0"/>
          <w:numId w:val="36"/>
        </w:numPr>
        <w:ind w:hanging="513"/>
      </w:pPr>
      <w:r w:rsidRPr="00DE284E">
        <w:t>There is a break in service, unsatisfactory operational performance or other circumstances leading to a reduced level of competence.</w:t>
      </w:r>
    </w:p>
    <w:p w:rsidR="00291C21" w:rsidRPr="00DE284E" w:rsidRDefault="00291C21" w:rsidP="006D6A4D">
      <w:pPr>
        <w:pStyle w:val="BodyText"/>
      </w:pPr>
      <w:r w:rsidRPr="00DE284E">
        <w:t>Training must be appropriately recorded</w:t>
      </w:r>
      <w:r w:rsidR="00FD3242">
        <w:t>, a</w:t>
      </w:r>
      <w:r w:rsidRPr="00DE284E">
        <w:t xml:space="preserve">t all times the </w:t>
      </w:r>
      <w:r w:rsidR="007F63DF">
        <w:t>VTS c</w:t>
      </w:r>
      <w:r w:rsidRPr="00DE284E">
        <w:t xml:space="preserve">ertification </w:t>
      </w:r>
      <w:r w:rsidR="007F63DF">
        <w:t>l</w:t>
      </w:r>
      <w:r w:rsidRPr="00DE284E">
        <w:t xml:space="preserve">og should </w:t>
      </w:r>
      <w:r w:rsidR="00FD3242">
        <w:t>kept up to date</w:t>
      </w:r>
      <w:r w:rsidR="007F63DF">
        <w:t xml:space="preserve"> </w:t>
      </w:r>
      <w:r w:rsidR="00B248BC">
        <w:t>to enable the VTS qualifications to be</w:t>
      </w:r>
      <w:r w:rsidRPr="00DE284E">
        <w:t xml:space="preserve"> revalidated</w:t>
      </w:r>
      <w:r w:rsidR="007F63DF">
        <w:t xml:space="preserve"> when required</w:t>
      </w:r>
      <w:r w:rsidRPr="00DE284E">
        <w:t xml:space="preserve">. </w:t>
      </w:r>
    </w:p>
    <w:p w:rsidR="002A4924" w:rsidRPr="00DE284E" w:rsidRDefault="00DA6522" w:rsidP="006D6A4D">
      <w:pPr>
        <w:pStyle w:val="BodyText"/>
      </w:pPr>
      <w:r w:rsidRPr="00DE284E">
        <w:t>The generic term</w:t>
      </w:r>
      <w:r w:rsidR="004805C9" w:rsidRPr="00DE284E">
        <w:t>,</w:t>
      </w:r>
      <w:r w:rsidRPr="00DE284E">
        <w:t xml:space="preserve"> </w:t>
      </w:r>
      <w:r w:rsidR="007F63DF">
        <w:t>r</w:t>
      </w:r>
      <w:r w:rsidR="00962787" w:rsidRPr="00DE284E">
        <w:t xml:space="preserve">evalidation </w:t>
      </w:r>
      <w:r w:rsidR="007F63DF">
        <w:t>p</w:t>
      </w:r>
      <w:r w:rsidR="00962787" w:rsidRPr="00DE284E">
        <w:t>rocess</w:t>
      </w:r>
      <w:r w:rsidR="004805C9" w:rsidRPr="00DE284E">
        <w:t>,</w:t>
      </w:r>
      <w:r w:rsidRPr="00DE284E">
        <w:t xml:space="preserve"> i</w:t>
      </w:r>
      <w:r w:rsidR="00962787" w:rsidRPr="00DE284E">
        <w:t>s used</w:t>
      </w:r>
      <w:r w:rsidR="00110F94" w:rsidRPr="00DE284E">
        <w:t xml:space="preserve"> </w:t>
      </w:r>
      <w:r w:rsidR="002D1812" w:rsidRPr="00DE284E">
        <w:t>w</w:t>
      </w:r>
      <w:r w:rsidR="00291C21" w:rsidRPr="00DE284E">
        <w:t>ithin</w:t>
      </w:r>
      <w:r w:rsidR="00110F94" w:rsidRPr="00DE284E">
        <w:t xml:space="preserve"> this </w:t>
      </w:r>
      <w:r w:rsidR="007F63DF">
        <w:t>m</w:t>
      </w:r>
      <w:r w:rsidR="00110F94" w:rsidRPr="00DE284E">
        <w:t xml:space="preserve">odel </w:t>
      </w:r>
      <w:r w:rsidR="007F63DF">
        <w:t>c</w:t>
      </w:r>
      <w:r w:rsidR="00110F94" w:rsidRPr="00DE284E">
        <w:t>ourse</w:t>
      </w:r>
      <w:r w:rsidR="00962787" w:rsidRPr="00DE284E">
        <w:t xml:space="preserve"> to describe</w:t>
      </w:r>
      <w:r w:rsidRPr="00DE284E">
        <w:t xml:space="preserve"> the different steps in the process of </w:t>
      </w:r>
      <w:r w:rsidR="00E341C9" w:rsidRPr="00DE284E">
        <w:t xml:space="preserve">the maintenance of a VTS </w:t>
      </w:r>
      <w:r w:rsidR="00B248BC">
        <w:t>qualification</w:t>
      </w:r>
      <w:r w:rsidRPr="00DE284E">
        <w:t>. Th</w:t>
      </w:r>
      <w:r w:rsidR="00962787" w:rsidRPr="00DE284E">
        <w:t xml:space="preserve">e </w:t>
      </w:r>
      <w:r w:rsidR="007F63DF">
        <w:t>r</w:t>
      </w:r>
      <w:r w:rsidR="00962787" w:rsidRPr="00DE284E">
        <w:t xml:space="preserve">evalidation </w:t>
      </w:r>
      <w:r w:rsidR="007F63DF">
        <w:t>p</w:t>
      </w:r>
      <w:r w:rsidR="00962787" w:rsidRPr="00DE284E">
        <w:t>rocess ensures</w:t>
      </w:r>
      <w:r w:rsidRPr="00DE284E">
        <w:t xml:space="preserve"> that holders of </w:t>
      </w:r>
      <w:r w:rsidR="00E341C9" w:rsidRPr="00DE284E">
        <w:t xml:space="preserve">a </w:t>
      </w:r>
      <w:r w:rsidRPr="00DE284E">
        <w:t xml:space="preserve">VTS </w:t>
      </w:r>
      <w:r w:rsidR="00B248BC">
        <w:t>qualification</w:t>
      </w:r>
      <w:r w:rsidRPr="00DE284E">
        <w:t xml:space="preserve"> maintain a satisfactory level of operational performance in order to retain</w:t>
      </w:r>
      <w:r w:rsidR="00110F94" w:rsidRPr="00DE284E">
        <w:t>,</w:t>
      </w:r>
      <w:r w:rsidRPr="00DE284E">
        <w:t xml:space="preserve"> </w:t>
      </w:r>
      <w:r w:rsidR="00110F94" w:rsidRPr="00DE284E">
        <w:t xml:space="preserve">develop </w:t>
      </w:r>
      <w:r w:rsidRPr="00DE284E">
        <w:t>and increase their competency</w:t>
      </w:r>
      <w:r w:rsidR="00962787" w:rsidRPr="00DE284E">
        <w:t>. In turn, this will assist in ensuring</w:t>
      </w:r>
      <w:r w:rsidR="004805C9" w:rsidRPr="00DE284E">
        <w:t xml:space="preserve"> </w:t>
      </w:r>
      <w:r w:rsidRPr="00DE284E">
        <w:t xml:space="preserve">the safety and efficiency of navigation in a designated VTS area. </w:t>
      </w:r>
    </w:p>
    <w:p w:rsidR="00E341C9" w:rsidRPr="00DE284E" w:rsidRDefault="00E341C9" w:rsidP="006D6A4D">
      <w:pPr>
        <w:pStyle w:val="BodyText"/>
      </w:pPr>
      <w:r w:rsidRPr="00DE284E">
        <w:t xml:space="preserve">In addition to the </w:t>
      </w:r>
      <w:r w:rsidR="007F63DF">
        <w:t>r</w:t>
      </w:r>
      <w:r w:rsidRPr="00DE284E">
        <w:t xml:space="preserve">evalidation </w:t>
      </w:r>
      <w:r w:rsidR="007F63DF">
        <w:t>p</w:t>
      </w:r>
      <w:r w:rsidRPr="00DE284E">
        <w:t xml:space="preserve">rocess, </w:t>
      </w:r>
      <w:r w:rsidR="000F4681" w:rsidRPr="00DE284E">
        <w:t xml:space="preserve">Competent Authorities and/or VTS Authorities should encourage </w:t>
      </w:r>
      <w:r w:rsidRPr="00DE284E">
        <w:t>VTS</w:t>
      </w:r>
      <w:r w:rsidR="00D76F45" w:rsidRPr="00DE284E">
        <w:t>Os</w:t>
      </w:r>
      <w:r w:rsidRPr="00DE284E">
        <w:t xml:space="preserve"> to take responsibility for their </w:t>
      </w:r>
      <w:r w:rsidRPr="007F63DF">
        <w:t>own</w:t>
      </w:r>
      <w:r w:rsidR="007F63DF">
        <w:t xml:space="preserve"> personal</w:t>
      </w:r>
      <w:r w:rsidRPr="00DE284E">
        <w:t xml:space="preserve"> continued professional development as a core component of their role.</w:t>
      </w:r>
    </w:p>
    <w:p w:rsidR="006076C9" w:rsidRPr="00DE284E" w:rsidRDefault="00E754D0" w:rsidP="006D6A4D">
      <w:pPr>
        <w:pStyle w:val="BodyText"/>
      </w:pPr>
      <w:r w:rsidRPr="00DE284E">
        <w:t xml:space="preserve">Completion of the </w:t>
      </w:r>
      <w:r w:rsidR="007F63DF">
        <w:t>r</w:t>
      </w:r>
      <w:r w:rsidRPr="00DE284E">
        <w:t xml:space="preserve">evalidation </w:t>
      </w:r>
      <w:r w:rsidR="007F63DF">
        <w:t>p</w:t>
      </w:r>
      <w:r w:rsidRPr="00DE284E">
        <w:t xml:space="preserve">rocess will result in </w:t>
      </w:r>
      <w:r w:rsidR="00E341C9" w:rsidRPr="00DE284E">
        <w:t>the</w:t>
      </w:r>
      <w:r w:rsidRPr="00DE284E">
        <w:t xml:space="preserve"> revalidation</w:t>
      </w:r>
      <w:r w:rsidR="00FD3242">
        <w:t xml:space="preserve"> and maintenance</w:t>
      </w:r>
      <w:r w:rsidRPr="00DE284E">
        <w:t xml:space="preserve"> of </w:t>
      </w:r>
      <w:r w:rsidR="00FD3242">
        <w:t xml:space="preserve">qualifications contained within a </w:t>
      </w:r>
      <w:r w:rsidRPr="00DE284E">
        <w:t xml:space="preserve">VTS </w:t>
      </w:r>
      <w:r w:rsidR="007F63DF">
        <w:t>c</w:t>
      </w:r>
      <w:r w:rsidRPr="00DE284E">
        <w:t xml:space="preserve">ertification </w:t>
      </w:r>
      <w:r w:rsidR="007F63DF">
        <w:t>l</w:t>
      </w:r>
      <w:r w:rsidRPr="00DE284E">
        <w:t>og</w:t>
      </w:r>
      <w:r w:rsidR="00FD3242">
        <w:t>.</w:t>
      </w:r>
      <w:r w:rsidR="00291C21" w:rsidRPr="00DE284E">
        <w:t xml:space="preserve"> </w:t>
      </w:r>
    </w:p>
    <w:p w:rsidR="0036434F" w:rsidRPr="00DE284E" w:rsidRDefault="0036434F" w:rsidP="006D6A4D">
      <w:pPr>
        <w:pStyle w:val="BodyText"/>
      </w:pPr>
      <w:r w:rsidRPr="00DE284E">
        <w:t xml:space="preserve">Competent Authorities are encouraged to adopt this </w:t>
      </w:r>
      <w:r w:rsidR="007F63DF">
        <w:t>m</w:t>
      </w:r>
      <w:r w:rsidRPr="00DE284E">
        <w:t xml:space="preserve">odel </w:t>
      </w:r>
      <w:r w:rsidR="007F63DF">
        <w:t>c</w:t>
      </w:r>
      <w:r w:rsidRPr="00DE284E">
        <w:t>ourse as part of the basis for mandatory training in a manner consistent with their domestic legal framework</w:t>
      </w:r>
      <w:r w:rsidR="00A16393" w:rsidRPr="00DE284E">
        <w:t>.</w:t>
      </w:r>
    </w:p>
    <w:p w:rsidR="00117B6A" w:rsidRPr="00DE284E" w:rsidRDefault="00BF206D" w:rsidP="008A50BC">
      <w:pPr>
        <w:pStyle w:val="BodyText"/>
        <w:rPr>
          <w:szCs w:val="22"/>
        </w:rPr>
      </w:pPr>
      <w:r w:rsidRPr="00DE284E">
        <w:rPr>
          <w:szCs w:val="22"/>
        </w:rPr>
        <w:lastRenderedPageBreak/>
        <w:t xml:space="preserve">Revalidation </w:t>
      </w:r>
      <w:r w:rsidR="007F63DF">
        <w:rPr>
          <w:szCs w:val="22"/>
        </w:rPr>
        <w:t>t</w:t>
      </w:r>
      <w:r w:rsidRPr="00DE284E">
        <w:rPr>
          <w:szCs w:val="22"/>
        </w:rPr>
        <w:t xml:space="preserve">raining is designed to ensure continual professional development of a VTSO with the aim to increase </w:t>
      </w:r>
      <w:r w:rsidR="007F63DF">
        <w:rPr>
          <w:szCs w:val="22"/>
        </w:rPr>
        <w:t>and</w:t>
      </w:r>
      <w:r w:rsidRPr="00DE284E">
        <w:rPr>
          <w:szCs w:val="22"/>
        </w:rPr>
        <w:t xml:space="preserve"> enhance </w:t>
      </w:r>
      <w:r w:rsidR="007F63DF">
        <w:rPr>
          <w:szCs w:val="22"/>
        </w:rPr>
        <w:t>their</w:t>
      </w:r>
      <w:r w:rsidRPr="00DE284E">
        <w:rPr>
          <w:szCs w:val="22"/>
        </w:rPr>
        <w:t xml:space="preserve"> competence thereby enabling </w:t>
      </w:r>
      <w:r w:rsidR="007F63DF">
        <w:rPr>
          <w:szCs w:val="22"/>
        </w:rPr>
        <w:t>them</w:t>
      </w:r>
      <w:r w:rsidRPr="00DE284E">
        <w:rPr>
          <w:szCs w:val="22"/>
        </w:rPr>
        <w:t xml:space="preserve"> to deliver the optimum level of Vessel Traffic Service. Revalidation </w:t>
      </w:r>
      <w:r w:rsidR="007F63DF">
        <w:rPr>
          <w:szCs w:val="22"/>
        </w:rPr>
        <w:t>t</w:t>
      </w:r>
      <w:r w:rsidRPr="00DE284E">
        <w:rPr>
          <w:szCs w:val="22"/>
        </w:rPr>
        <w:t xml:space="preserve">raining consists of a set of training tools, being currently </w:t>
      </w:r>
      <w:r w:rsidR="007F63DF">
        <w:rPr>
          <w:szCs w:val="22"/>
        </w:rPr>
        <w:t xml:space="preserve">recurrent training, adaptation training and updating training </w:t>
      </w:r>
      <w:r w:rsidRPr="00DE284E">
        <w:rPr>
          <w:szCs w:val="22"/>
        </w:rPr>
        <w:t xml:space="preserve">in order to </w:t>
      </w:r>
      <w:r w:rsidR="007F63DF">
        <w:rPr>
          <w:szCs w:val="22"/>
        </w:rPr>
        <w:t xml:space="preserve">ensure that critical training needs are addressed </w:t>
      </w:r>
      <w:r w:rsidRPr="00DE284E">
        <w:rPr>
          <w:szCs w:val="22"/>
        </w:rPr>
        <w:t>during the career of the VTSO.</w:t>
      </w:r>
    </w:p>
    <w:p w:rsidR="00BF206D" w:rsidRPr="00DE284E" w:rsidRDefault="006D2969" w:rsidP="008A50BC">
      <w:pPr>
        <w:pStyle w:val="BodyText"/>
        <w:rPr>
          <w:szCs w:val="22"/>
        </w:rPr>
      </w:pPr>
      <w:r w:rsidRPr="00DE284E">
        <w:rPr>
          <w:szCs w:val="22"/>
        </w:rPr>
        <w:t xml:space="preserve">Although this Model Course primarily refers to VTSOs </w:t>
      </w:r>
      <w:r w:rsidRPr="00DE284E">
        <w:t>Competent Authorities may require that VTSOs holding V-103/2 VTS Supervisor qualifications should undertake additional elements of revalidation training. This recognises the requirement for VTS Supervisors to possess a higher level of knowledge and understanding</w:t>
      </w:r>
    </w:p>
    <w:p w:rsidR="004C27D9" w:rsidRPr="00DE284E" w:rsidRDefault="001C7926" w:rsidP="008A50BC">
      <w:pPr>
        <w:pStyle w:val="Heading2"/>
        <w:jc w:val="both"/>
      </w:pPr>
      <w:bookmarkStart w:id="26" w:name="_Toc432680596"/>
      <w:bookmarkStart w:id="27" w:name="_Toc444069196"/>
      <w:r w:rsidRPr="00DE284E">
        <w:t>Use of the Model Course</w:t>
      </w:r>
      <w:bookmarkEnd w:id="26"/>
      <w:bookmarkEnd w:id="27"/>
    </w:p>
    <w:p w:rsidR="006076C9" w:rsidRPr="00DE284E" w:rsidRDefault="006076C9" w:rsidP="008A50BC">
      <w:pPr>
        <w:pStyle w:val="BodyText"/>
      </w:pPr>
      <w:r w:rsidRPr="00DE284E">
        <w:t xml:space="preserve">In accordance with the definition of </w:t>
      </w:r>
      <w:r w:rsidR="00FF6F2A">
        <w:t xml:space="preserve">refresher </w:t>
      </w:r>
      <w:r w:rsidRPr="00DE284E">
        <w:t xml:space="preserve">training contained within IMO Resolution </w:t>
      </w:r>
      <w:proofErr w:type="gramStart"/>
      <w:r w:rsidRPr="00DE284E">
        <w:t>A.857(</w:t>
      </w:r>
      <w:proofErr w:type="gramEnd"/>
      <w:r w:rsidRPr="00DE284E">
        <w:t xml:space="preserve">20), </w:t>
      </w:r>
      <w:r w:rsidR="00284800">
        <w:t>r</w:t>
      </w:r>
      <w:r w:rsidRPr="00DE284E">
        <w:t>ecurrent</w:t>
      </w:r>
      <w:r w:rsidR="005D4751" w:rsidRPr="00DE284E">
        <w:t>,</w:t>
      </w:r>
      <w:r w:rsidRPr="00DE284E">
        <w:t xml:space="preserve"> </w:t>
      </w:r>
      <w:r w:rsidR="00284800">
        <w:t>a</w:t>
      </w:r>
      <w:r w:rsidRPr="00DE284E">
        <w:t xml:space="preserve">daptation and </w:t>
      </w:r>
      <w:r w:rsidR="00284800">
        <w:t>u</w:t>
      </w:r>
      <w:r w:rsidRPr="00DE284E">
        <w:t xml:space="preserve">pdating </w:t>
      </w:r>
      <w:r w:rsidR="00284800">
        <w:t>t</w:t>
      </w:r>
      <w:r w:rsidRPr="00DE284E">
        <w:t xml:space="preserve">raining </w:t>
      </w:r>
      <w:r w:rsidR="005F1A30" w:rsidRPr="00DE284E">
        <w:t xml:space="preserve">should combine </w:t>
      </w:r>
      <w:r w:rsidR="00920B7E" w:rsidRPr="00DE284E">
        <w:t xml:space="preserve">a variety of teaching methods </w:t>
      </w:r>
      <w:r w:rsidRPr="00DE284E">
        <w:t>to provide VTS</w:t>
      </w:r>
      <w:r w:rsidR="00D76F45" w:rsidRPr="00DE284E">
        <w:t>Os</w:t>
      </w:r>
      <w:r w:rsidRPr="00DE284E">
        <w:t xml:space="preserve"> with the skill</w:t>
      </w:r>
      <w:r w:rsidR="00920B7E" w:rsidRPr="00DE284E">
        <w:t>s</w:t>
      </w:r>
      <w:r w:rsidRPr="00DE284E">
        <w:t xml:space="preserve">, knowledge and </w:t>
      </w:r>
      <w:r w:rsidR="00920B7E" w:rsidRPr="00DE284E">
        <w:t xml:space="preserve">attitude </w:t>
      </w:r>
      <w:r w:rsidRPr="00DE284E">
        <w:t>necessary to perform in their present/future jobs both efficiently and effectively.</w:t>
      </w:r>
    </w:p>
    <w:p w:rsidR="004A27B1" w:rsidRPr="00DE284E" w:rsidRDefault="006076C9" w:rsidP="002915FD">
      <w:pPr>
        <w:pStyle w:val="BodyText"/>
      </w:pPr>
      <w:r w:rsidRPr="00DE284E">
        <w:t>Further</w:t>
      </w:r>
      <w:r w:rsidR="00920B7E" w:rsidRPr="00DE284E">
        <w:t>more</w:t>
      </w:r>
      <w:r w:rsidRPr="00DE284E">
        <w:t xml:space="preserve">, </w:t>
      </w:r>
      <w:r w:rsidR="00762C94" w:rsidRPr="00DE284E">
        <w:t xml:space="preserve">revalidation </w:t>
      </w:r>
      <w:r w:rsidR="00FF6F2A">
        <w:t>training</w:t>
      </w:r>
      <w:r w:rsidRPr="00DE284E">
        <w:t xml:space="preserve">, encompasses the definition of </w:t>
      </w:r>
      <w:r w:rsidR="00284800">
        <w:t>r</w:t>
      </w:r>
      <w:r w:rsidRPr="00DE284E">
        <w:t xml:space="preserve">efresher training within IMO Resolution </w:t>
      </w:r>
      <w:proofErr w:type="gramStart"/>
      <w:r w:rsidRPr="00DE284E">
        <w:t>A.857(</w:t>
      </w:r>
      <w:proofErr w:type="gramEnd"/>
      <w:r w:rsidRPr="00DE284E">
        <w:t xml:space="preserve">20) </w:t>
      </w:r>
      <w:r w:rsidR="00920B7E" w:rsidRPr="00DE284E">
        <w:t xml:space="preserve">by </w:t>
      </w:r>
      <w:r w:rsidRPr="00DE284E">
        <w:t>ensuring that training is carried out to maintain a certain level of performance, skill</w:t>
      </w:r>
      <w:r w:rsidR="005D4751" w:rsidRPr="00DE284E">
        <w:t>s</w:t>
      </w:r>
      <w:r w:rsidRPr="00DE284E">
        <w:t xml:space="preserve"> in areas or knowledge which are infrequently used and where consequence of non-performance is great</w:t>
      </w:r>
      <w:r w:rsidR="00762C94" w:rsidRPr="00DE284E">
        <w:t>.</w:t>
      </w:r>
      <w:r w:rsidR="002915FD" w:rsidRPr="00DE284E">
        <w:t xml:space="preserve"> </w:t>
      </w:r>
    </w:p>
    <w:p w:rsidR="00E03C08" w:rsidRPr="00DE284E" w:rsidRDefault="00E03C08" w:rsidP="00E03C08">
      <w:pPr>
        <w:pStyle w:val="BodyText"/>
      </w:pPr>
      <w:r w:rsidRPr="00DE284E">
        <w:t>IALA Recommendation V-103 on the Standards for Training and Certification of VTS</w:t>
      </w:r>
      <w:r w:rsidR="00BF206D" w:rsidRPr="00DE284E">
        <w:t xml:space="preserve"> personnel</w:t>
      </w:r>
      <w:r w:rsidRPr="00DE284E">
        <w:t xml:space="preserve"> recommends that an assessment of the performance of each VTS</w:t>
      </w:r>
      <w:r w:rsidR="00117B6A" w:rsidRPr="00DE284E">
        <w:t>O</w:t>
      </w:r>
      <w:r w:rsidRPr="00DE284E">
        <w:t xml:space="preserve"> should be carried out by a VTS Supervisor/Manager at regular intervals, preferably annually, to ensure that the standards set by the Competent Authority for operator qualifications are continuing to be met. </w:t>
      </w:r>
    </w:p>
    <w:p w:rsidR="002915FD" w:rsidRPr="00DE284E" w:rsidRDefault="00E03C08" w:rsidP="002915FD">
      <w:pPr>
        <w:pStyle w:val="BodyText"/>
      </w:pPr>
      <w:r w:rsidRPr="00DE284E">
        <w:t xml:space="preserve">This regular assessment may take the form of performance monitoring/review or appraisal. </w:t>
      </w:r>
      <w:r w:rsidR="00666007" w:rsidRPr="00DE284E">
        <w:t xml:space="preserve">If, as a result of the regular </w:t>
      </w:r>
      <w:r w:rsidRPr="00DE284E">
        <w:t>assessment</w:t>
      </w:r>
      <w:r w:rsidR="00666007" w:rsidRPr="00DE284E">
        <w:t xml:space="preserve">, the standards </w:t>
      </w:r>
      <w:r w:rsidR="00C71B05" w:rsidRPr="00DE284E">
        <w:t>set by the Competent Authority</w:t>
      </w:r>
      <w:r w:rsidR="002915FD" w:rsidRPr="00DE284E">
        <w:t xml:space="preserve"> </w:t>
      </w:r>
      <w:r w:rsidR="00666007" w:rsidRPr="00DE284E">
        <w:t xml:space="preserve">are not met then a process of </w:t>
      </w:r>
      <w:r w:rsidR="00284800">
        <w:t>u</w:t>
      </w:r>
      <w:r w:rsidR="00666007" w:rsidRPr="00DE284E">
        <w:t xml:space="preserve">pdating </w:t>
      </w:r>
      <w:r w:rsidR="00284800">
        <w:t>t</w:t>
      </w:r>
      <w:r w:rsidR="00666007" w:rsidRPr="00DE284E">
        <w:t xml:space="preserve">raining </w:t>
      </w:r>
      <w:r w:rsidR="00C71B05" w:rsidRPr="00DE284E">
        <w:t>should</w:t>
      </w:r>
      <w:r w:rsidR="00666007" w:rsidRPr="00DE284E">
        <w:t xml:space="preserve"> be followed.</w:t>
      </w:r>
      <w:r w:rsidR="00C71B05" w:rsidRPr="00DE284E">
        <w:t xml:space="preserve"> </w:t>
      </w:r>
    </w:p>
    <w:p w:rsidR="00B33C1C" w:rsidRPr="00DE284E" w:rsidRDefault="002915FD" w:rsidP="008A50BC">
      <w:pPr>
        <w:pStyle w:val="BodyText"/>
      </w:pPr>
      <w:r w:rsidRPr="00DE284E">
        <w:t>To ensure the continuous professional development of VTS</w:t>
      </w:r>
      <w:r w:rsidR="00D76F45" w:rsidRPr="00DE284E">
        <w:t>Os</w:t>
      </w:r>
      <w:r w:rsidRPr="00DE284E">
        <w:t xml:space="preserve">, revalidation training should be undertaken to ensure that holders of VTS </w:t>
      </w:r>
      <w:r w:rsidR="00B248BC">
        <w:t>qualifications</w:t>
      </w:r>
      <w:r w:rsidR="00D6413C" w:rsidRPr="00DE284E">
        <w:t xml:space="preserve"> </w:t>
      </w:r>
      <w:r w:rsidRPr="00DE284E">
        <w:t>maintain a satisfactory le</w:t>
      </w:r>
      <w:r w:rsidR="00291C21" w:rsidRPr="00DE284E">
        <w:t>vel of operational performance.</w:t>
      </w:r>
    </w:p>
    <w:p w:rsidR="00EB4705" w:rsidRPr="00DE284E" w:rsidRDefault="00FF6F2A" w:rsidP="008A50BC">
      <w:pPr>
        <w:pStyle w:val="BodyText"/>
      </w:pPr>
      <w:r w:rsidRPr="00FF6F2A">
        <w:t>Revalidation</w:t>
      </w:r>
      <w:r w:rsidR="00EB4705" w:rsidRPr="00FF6F2A">
        <w:t xml:space="preserve"> training</w:t>
      </w:r>
      <w:r w:rsidR="00291C21" w:rsidRPr="00DE284E">
        <w:t>,</w:t>
      </w:r>
      <w:r w:rsidR="00EB4705" w:rsidRPr="00DE284E">
        <w:t xml:space="preserve"> </w:t>
      </w:r>
      <w:r w:rsidR="00291C21" w:rsidRPr="00DE284E">
        <w:t xml:space="preserve">to enable the revalidation of </w:t>
      </w:r>
      <w:r w:rsidR="00B248BC">
        <w:t xml:space="preserve">qualification(s) contained within </w:t>
      </w:r>
      <w:r w:rsidR="00291C21" w:rsidRPr="00DE284E">
        <w:t xml:space="preserve">a VTS certification log, </w:t>
      </w:r>
      <w:r w:rsidR="003430F0" w:rsidRPr="00DE284E">
        <w:t>consists of three separate processes:</w:t>
      </w:r>
    </w:p>
    <w:p w:rsidR="0036434F" w:rsidRPr="00DE284E" w:rsidRDefault="0036434F" w:rsidP="00761614">
      <w:pPr>
        <w:pStyle w:val="BodyText"/>
        <w:numPr>
          <w:ilvl w:val="0"/>
          <w:numId w:val="30"/>
        </w:numPr>
        <w:rPr>
          <w:b/>
          <w:color w:val="000000" w:themeColor="text1"/>
          <w:szCs w:val="22"/>
        </w:rPr>
      </w:pPr>
      <w:r w:rsidRPr="00DE284E">
        <w:rPr>
          <w:b/>
          <w:color w:val="000000" w:themeColor="text1"/>
          <w:szCs w:val="22"/>
        </w:rPr>
        <w:t>Recurrent training</w:t>
      </w:r>
      <w:r w:rsidRPr="00DE284E">
        <w:rPr>
          <w:color w:val="000000" w:themeColor="text1"/>
          <w:szCs w:val="22"/>
        </w:rPr>
        <w:t xml:space="preserve"> </w:t>
      </w:r>
      <w:r w:rsidR="008752E5" w:rsidRPr="00DE284E">
        <w:rPr>
          <w:color w:val="000000" w:themeColor="text1"/>
          <w:szCs w:val="22"/>
        </w:rPr>
        <w:t>should be</w:t>
      </w:r>
      <w:r w:rsidRPr="00DE284E">
        <w:rPr>
          <w:color w:val="000000" w:themeColor="text1"/>
          <w:szCs w:val="22"/>
        </w:rPr>
        <w:t xml:space="preserve"> carried out at regular intervals and is part of a</w:t>
      </w:r>
      <w:r w:rsidR="00E1637F" w:rsidRPr="00DE284E">
        <w:rPr>
          <w:color w:val="000000" w:themeColor="text1"/>
          <w:szCs w:val="22"/>
        </w:rPr>
        <w:t xml:space="preserve"> structured</w:t>
      </w:r>
      <w:r w:rsidRPr="00DE284E">
        <w:rPr>
          <w:color w:val="000000" w:themeColor="text1"/>
          <w:szCs w:val="22"/>
        </w:rPr>
        <w:t xml:space="preserve"> training programme </w:t>
      </w:r>
      <w:r w:rsidR="001E78E9" w:rsidRPr="00DE284E">
        <w:rPr>
          <w:color w:val="000000" w:themeColor="text1"/>
          <w:szCs w:val="22"/>
        </w:rPr>
        <w:t xml:space="preserve">thereby enabling </w:t>
      </w:r>
      <w:r w:rsidRPr="00DE284E">
        <w:rPr>
          <w:color w:val="000000" w:themeColor="text1"/>
          <w:szCs w:val="22"/>
        </w:rPr>
        <w:t>continual professional development</w:t>
      </w:r>
      <w:r w:rsidR="001E78E9" w:rsidRPr="00DE284E">
        <w:rPr>
          <w:color w:val="000000" w:themeColor="text1"/>
          <w:szCs w:val="22"/>
        </w:rPr>
        <w:t xml:space="preserve"> and resulting in the maintenance of the VTS qualification</w:t>
      </w:r>
      <w:r w:rsidRPr="00DE284E">
        <w:rPr>
          <w:color w:val="000000" w:themeColor="text1"/>
          <w:szCs w:val="22"/>
        </w:rPr>
        <w:t>.</w:t>
      </w:r>
    </w:p>
    <w:p w:rsidR="00A16393" w:rsidRPr="00DE284E" w:rsidRDefault="00A16393" w:rsidP="00761614">
      <w:pPr>
        <w:pStyle w:val="BodyText"/>
        <w:numPr>
          <w:ilvl w:val="0"/>
          <w:numId w:val="30"/>
        </w:numPr>
        <w:rPr>
          <w:b/>
          <w:color w:val="000000" w:themeColor="text1"/>
          <w:szCs w:val="22"/>
        </w:rPr>
      </w:pPr>
      <w:r w:rsidRPr="00DE284E">
        <w:rPr>
          <w:b/>
          <w:color w:val="000000" w:themeColor="text1"/>
          <w:szCs w:val="22"/>
        </w:rPr>
        <w:t>Adaptation training</w:t>
      </w:r>
      <w:r w:rsidRPr="00DE284E">
        <w:rPr>
          <w:color w:val="000000" w:themeColor="text1"/>
          <w:szCs w:val="22"/>
        </w:rPr>
        <w:t xml:space="preserve"> is carried out whenever </w:t>
      </w:r>
      <w:r w:rsidR="00375C61" w:rsidRPr="00DE284E">
        <w:rPr>
          <w:color w:val="000000" w:themeColor="text1"/>
          <w:szCs w:val="22"/>
        </w:rPr>
        <w:t xml:space="preserve">changes are expected to be made or when </w:t>
      </w:r>
      <w:r w:rsidRPr="00DE284E">
        <w:rPr>
          <w:color w:val="000000" w:themeColor="text1"/>
          <w:szCs w:val="22"/>
        </w:rPr>
        <w:t>changes have been made</w:t>
      </w:r>
      <w:r w:rsidR="00DA7976" w:rsidRPr="00DE284E">
        <w:rPr>
          <w:color w:val="000000" w:themeColor="text1"/>
          <w:szCs w:val="22"/>
        </w:rPr>
        <w:t>,</w:t>
      </w:r>
      <w:r w:rsidRPr="00DE284E">
        <w:rPr>
          <w:color w:val="000000" w:themeColor="text1"/>
          <w:szCs w:val="22"/>
        </w:rPr>
        <w:t xml:space="preserve"> concerning equipment, regulations, </w:t>
      </w:r>
      <w:r w:rsidR="000F6C65" w:rsidRPr="00DE284E">
        <w:rPr>
          <w:color w:val="000000" w:themeColor="text1"/>
          <w:szCs w:val="22"/>
        </w:rPr>
        <w:t xml:space="preserve">operational </w:t>
      </w:r>
      <w:r w:rsidRPr="00DE284E">
        <w:rPr>
          <w:color w:val="000000" w:themeColor="text1"/>
          <w:szCs w:val="22"/>
        </w:rPr>
        <w:t xml:space="preserve">procedures </w:t>
      </w:r>
      <w:r w:rsidR="00DA7976" w:rsidRPr="00DE284E">
        <w:rPr>
          <w:color w:val="000000" w:themeColor="text1"/>
          <w:szCs w:val="22"/>
        </w:rPr>
        <w:t>or any other matter</w:t>
      </w:r>
      <w:r w:rsidRPr="00DE284E">
        <w:rPr>
          <w:color w:val="000000" w:themeColor="text1"/>
          <w:szCs w:val="22"/>
        </w:rPr>
        <w:t xml:space="preserve"> </w:t>
      </w:r>
      <w:r w:rsidR="003430F0" w:rsidRPr="00DE284E">
        <w:rPr>
          <w:color w:val="000000" w:themeColor="text1"/>
          <w:szCs w:val="22"/>
        </w:rPr>
        <w:t>which</w:t>
      </w:r>
      <w:r w:rsidRPr="00DE284E">
        <w:rPr>
          <w:color w:val="000000" w:themeColor="text1"/>
          <w:szCs w:val="22"/>
        </w:rPr>
        <w:t xml:space="preserve"> </w:t>
      </w:r>
      <w:r w:rsidR="00DA7976" w:rsidRPr="00DE284E">
        <w:rPr>
          <w:color w:val="000000" w:themeColor="text1"/>
          <w:szCs w:val="22"/>
        </w:rPr>
        <w:t>is relevant to</w:t>
      </w:r>
      <w:r w:rsidR="00E1637F" w:rsidRPr="00DE284E">
        <w:rPr>
          <w:color w:val="000000" w:themeColor="text1"/>
          <w:szCs w:val="22"/>
        </w:rPr>
        <w:t xml:space="preserve"> the</w:t>
      </w:r>
      <w:r w:rsidRPr="00DE284E">
        <w:rPr>
          <w:color w:val="000000" w:themeColor="text1"/>
          <w:szCs w:val="22"/>
        </w:rPr>
        <w:t xml:space="preserve"> performance of VTS</w:t>
      </w:r>
      <w:r w:rsidR="00D76F45" w:rsidRPr="00DE284E">
        <w:rPr>
          <w:color w:val="000000" w:themeColor="text1"/>
          <w:szCs w:val="22"/>
        </w:rPr>
        <w:t>Os</w:t>
      </w:r>
      <w:r w:rsidRPr="00DE284E">
        <w:rPr>
          <w:color w:val="000000" w:themeColor="text1"/>
          <w:szCs w:val="22"/>
        </w:rPr>
        <w:t>.</w:t>
      </w:r>
    </w:p>
    <w:p w:rsidR="001C7926" w:rsidRPr="00DE284E" w:rsidRDefault="0036434F" w:rsidP="00761614">
      <w:pPr>
        <w:pStyle w:val="BodyText"/>
        <w:numPr>
          <w:ilvl w:val="0"/>
          <w:numId w:val="30"/>
        </w:numPr>
        <w:rPr>
          <w:color w:val="000000" w:themeColor="text1"/>
          <w:szCs w:val="22"/>
        </w:rPr>
      </w:pPr>
      <w:r w:rsidRPr="00DE284E">
        <w:rPr>
          <w:b/>
          <w:color w:val="000000" w:themeColor="text1"/>
          <w:szCs w:val="22"/>
        </w:rPr>
        <w:t>Updating training</w:t>
      </w:r>
      <w:r w:rsidRPr="00DE284E">
        <w:rPr>
          <w:color w:val="000000" w:themeColor="text1"/>
          <w:szCs w:val="22"/>
        </w:rPr>
        <w:t xml:space="preserve"> is custom made</w:t>
      </w:r>
      <w:r w:rsidR="001E78E9" w:rsidRPr="00DE284E">
        <w:rPr>
          <w:color w:val="000000" w:themeColor="text1"/>
          <w:szCs w:val="22"/>
        </w:rPr>
        <w:t xml:space="preserve"> training designed</w:t>
      </w:r>
      <w:r w:rsidRPr="00DE284E">
        <w:rPr>
          <w:color w:val="000000" w:themeColor="text1"/>
          <w:szCs w:val="22"/>
        </w:rPr>
        <w:t xml:space="preserve"> following a </w:t>
      </w:r>
      <w:r w:rsidR="00411555" w:rsidRPr="00DE284E">
        <w:rPr>
          <w:color w:val="000000" w:themeColor="text1"/>
          <w:szCs w:val="22"/>
        </w:rPr>
        <w:t xml:space="preserve">training needs </w:t>
      </w:r>
      <w:r w:rsidRPr="00DE284E">
        <w:rPr>
          <w:color w:val="000000" w:themeColor="text1"/>
          <w:szCs w:val="22"/>
        </w:rPr>
        <w:t xml:space="preserve">analysis indicating that </w:t>
      </w:r>
      <w:r w:rsidR="00CA7F14" w:rsidRPr="00DE284E">
        <w:rPr>
          <w:color w:val="000000" w:themeColor="text1"/>
          <w:szCs w:val="22"/>
        </w:rPr>
        <w:t xml:space="preserve">member(s) of </w:t>
      </w:r>
      <w:r w:rsidRPr="00DE284E">
        <w:rPr>
          <w:color w:val="000000" w:themeColor="text1"/>
          <w:szCs w:val="22"/>
        </w:rPr>
        <w:t>VTS</w:t>
      </w:r>
      <w:r w:rsidR="00D76F45" w:rsidRPr="00DE284E">
        <w:rPr>
          <w:color w:val="000000" w:themeColor="text1"/>
          <w:szCs w:val="22"/>
        </w:rPr>
        <w:t>Os</w:t>
      </w:r>
      <w:r w:rsidRPr="00DE284E">
        <w:rPr>
          <w:color w:val="000000" w:themeColor="text1"/>
          <w:szCs w:val="22"/>
        </w:rPr>
        <w:t xml:space="preserve"> need additional training. </w:t>
      </w:r>
      <w:r w:rsidR="00CA7F14" w:rsidRPr="00DE284E">
        <w:rPr>
          <w:color w:val="000000" w:themeColor="text1"/>
          <w:szCs w:val="22"/>
        </w:rPr>
        <w:t xml:space="preserve">Updating training may be required </w:t>
      </w:r>
      <w:r w:rsidR="003D3BDF" w:rsidRPr="00DE284E">
        <w:rPr>
          <w:color w:val="000000" w:themeColor="text1"/>
          <w:szCs w:val="22"/>
        </w:rPr>
        <w:t>after</w:t>
      </w:r>
      <w:r w:rsidR="00CA7F14" w:rsidRPr="00DE284E">
        <w:rPr>
          <w:color w:val="000000" w:themeColor="text1"/>
          <w:szCs w:val="22"/>
        </w:rPr>
        <w:t xml:space="preserve"> </w:t>
      </w:r>
      <w:r w:rsidRPr="00DE284E">
        <w:rPr>
          <w:color w:val="000000" w:themeColor="text1"/>
          <w:szCs w:val="22"/>
        </w:rPr>
        <w:t>a break in service</w:t>
      </w:r>
      <w:r w:rsidR="00A16393" w:rsidRPr="00DE284E">
        <w:rPr>
          <w:b/>
          <w:color w:val="000000" w:themeColor="text1"/>
          <w:szCs w:val="22"/>
        </w:rPr>
        <w:t>,</w:t>
      </w:r>
      <w:r w:rsidRPr="00DE284E">
        <w:rPr>
          <w:color w:val="000000" w:themeColor="text1"/>
          <w:szCs w:val="22"/>
        </w:rPr>
        <w:t xml:space="preserve"> </w:t>
      </w:r>
      <w:r w:rsidR="00CA7F14" w:rsidRPr="00DE284E">
        <w:rPr>
          <w:color w:val="000000" w:themeColor="text1"/>
          <w:szCs w:val="22"/>
        </w:rPr>
        <w:t>unsatisfactory</w:t>
      </w:r>
      <w:r w:rsidRPr="00DE284E">
        <w:rPr>
          <w:color w:val="000000" w:themeColor="text1"/>
          <w:szCs w:val="22"/>
        </w:rPr>
        <w:t xml:space="preserve"> operational performance or other circumstances </w:t>
      </w:r>
      <w:r w:rsidR="003D3BDF" w:rsidRPr="00DE284E">
        <w:rPr>
          <w:color w:val="000000" w:themeColor="text1"/>
          <w:szCs w:val="22"/>
        </w:rPr>
        <w:t xml:space="preserve">leading to a reduced </w:t>
      </w:r>
      <w:r w:rsidRPr="00DE284E">
        <w:rPr>
          <w:color w:val="000000" w:themeColor="text1"/>
          <w:szCs w:val="22"/>
        </w:rPr>
        <w:t xml:space="preserve">level of competence. </w:t>
      </w:r>
    </w:p>
    <w:p w:rsidR="00B33C1C" w:rsidRPr="00DE284E" w:rsidRDefault="00B33C1C" w:rsidP="00B33C1C">
      <w:pPr>
        <w:pStyle w:val="BodyText"/>
        <w:rPr>
          <w:color w:val="000000" w:themeColor="text1"/>
          <w:szCs w:val="22"/>
        </w:rPr>
      </w:pPr>
    </w:p>
    <w:p w:rsidR="00291C21" w:rsidRPr="00DE284E" w:rsidRDefault="00291C21" w:rsidP="00B33C1C">
      <w:pPr>
        <w:pStyle w:val="BodyText"/>
        <w:rPr>
          <w:color w:val="000000" w:themeColor="text1"/>
          <w:szCs w:val="22"/>
        </w:rPr>
      </w:pPr>
    </w:p>
    <w:p w:rsidR="00291C21" w:rsidRPr="00DE284E" w:rsidRDefault="00291C21" w:rsidP="00B33C1C">
      <w:pPr>
        <w:pStyle w:val="BodyText"/>
        <w:rPr>
          <w:color w:val="000000" w:themeColor="text1"/>
          <w:szCs w:val="22"/>
        </w:rPr>
      </w:pPr>
    </w:p>
    <w:p w:rsidR="00291C21" w:rsidRPr="00DE284E" w:rsidRDefault="00291C21" w:rsidP="00B33C1C">
      <w:pPr>
        <w:pStyle w:val="BodyText"/>
        <w:rPr>
          <w:color w:val="000000" w:themeColor="text1"/>
          <w:szCs w:val="22"/>
        </w:rPr>
      </w:pPr>
    </w:p>
    <w:p w:rsidR="00291C21" w:rsidRPr="00DE284E" w:rsidRDefault="00291C21">
      <w:pPr>
        <w:rPr>
          <w:color w:val="000000" w:themeColor="text1"/>
          <w:szCs w:val="22"/>
        </w:rPr>
      </w:pPr>
    </w:p>
    <w:p w:rsidR="006D6A4D" w:rsidRDefault="006D6A4D">
      <w:pPr>
        <w:rPr>
          <w:color w:val="000000" w:themeColor="text1"/>
          <w:szCs w:val="22"/>
        </w:rPr>
      </w:pPr>
      <w:r>
        <w:rPr>
          <w:color w:val="000000" w:themeColor="text1"/>
          <w:szCs w:val="22"/>
        </w:rPr>
        <w:br w:type="page"/>
      </w:r>
    </w:p>
    <w:p w:rsidR="00291C21" w:rsidRPr="00DE284E" w:rsidRDefault="00291C21" w:rsidP="00B33C1C">
      <w:pPr>
        <w:pStyle w:val="BodyText"/>
        <w:rPr>
          <w:color w:val="000000" w:themeColor="text1"/>
          <w:szCs w:val="22"/>
        </w:rPr>
      </w:pPr>
    </w:p>
    <w:p w:rsidR="007C4F33" w:rsidRPr="00DE284E" w:rsidRDefault="00B17E10" w:rsidP="008A50BC">
      <w:pPr>
        <w:pStyle w:val="Heading2"/>
        <w:jc w:val="both"/>
      </w:pPr>
      <w:bookmarkStart w:id="28" w:name="_Toc444069197"/>
      <w:bookmarkStart w:id="29" w:name="_Toc432680597"/>
      <w:r w:rsidRPr="00DE284E">
        <w:t xml:space="preserve">Revalidation </w:t>
      </w:r>
      <w:commentRangeStart w:id="30"/>
      <w:r w:rsidR="002915FD" w:rsidRPr="00DE284E">
        <w:t>process</w:t>
      </w:r>
      <w:commentRangeEnd w:id="30"/>
      <w:r w:rsidR="00701338" w:rsidRPr="00DE284E">
        <w:rPr>
          <w:rStyle w:val="CommentReference"/>
          <w:b w:val="0"/>
          <w:lang w:eastAsia="de-DE"/>
        </w:rPr>
        <w:commentReference w:id="30"/>
      </w:r>
      <w:r w:rsidR="00A64D93">
        <w:t xml:space="preserve"> for VTS qualifications</w:t>
      </w:r>
      <w:bookmarkEnd w:id="28"/>
      <w:r w:rsidR="00666007" w:rsidRPr="00DE284E">
        <w:t xml:space="preserve"> </w:t>
      </w:r>
      <w:bookmarkEnd w:id="29"/>
    </w:p>
    <w:p w:rsidR="008B4010" w:rsidRPr="00DE284E" w:rsidRDefault="008B4010" w:rsidP="0023398A">
      <w:pPr>
        <w:pStyle w:val="BodyText"/>
        <w:rPr>
          <w:b/>
        </w:rPr>
      </w:pPr>
      <w:bookmarkStart w:id="31" w:name="_Toc432680599"/>
      <w:bookmarkStart w:id="32" w:name="_Toc240860318"/>
      <w:bookmarkStart w:id="33" w:name="_Toc245254401"/>
      <w:r w:rsidRPr="00DE284E">
        <w:t xml:space="preserve">The </w:t>
      </w:r>
      <w:r w:rsidR="00700055">
        <w:t xml:space="preserve">flowchart below describes the steps necessary in order to enable the revalidation of a VTS </w:t>
      </w:r>
      <w:r w:rsidR="00B248BC">
        <w:t>qualification</w:t>
      </w:r>
      <w:r w:rsidR="00700055">
        <w:t xml:space="preserve">. </w:t>
      </w:r>
    </w:p>
    <w:bookmarkStart w:id="34" w:name="_Toc443990947"/>
    <w:bookmarkStart w:id="35" w:name="_Toc444069198"/>
    <w:p w:rsidR="008B4010" w:rsidRPr="00DE284E" w:rsidRDefault="00291C21" w:rsidP="008A50BC">
      <w:pPr>
        <w:pStyle w:val="Title"/>
        <w:spacing w:before="180" w:after="60"/>
        <w:jc w:val="both"/>
      </w:pPr>
      <w:r w:rsidRPr="00DE284E">
        <w:rPr>
          <w:noProof/>
          <w:lang w:val="nl-NL" w:eastAsia="nl-NL"/>
        </w:rPr>
        <mc:AlternateContent>
          <mc:Choice Requires="wpg">
            <w:drawing>
              <wp:anchor distT="0" distB="0" distL="114300" distR="114300" simplePos="0" relativeHeight="251791872" behindDoc="0" locked="0" layoutInCell="1" allowOverlap="1" wp14:anchorId="0282E001" wp14:editId="71D82A41">
                <wp:simplePos x="0" y="0"/>
                <wp:positionH relativeFrom="column">
                  <wp:posOffset>575310</wp:posOffset>
                </wp:positionH>
                <wp:positionV relativeFrom="paragraph">
                  <wp:posOffset>191770</wp:posOffset>
                </wp:positionV>
                <wp:extent cx="4895850" cy="5149850"/>
                <wp:effectExtent l="57150" t="0" r="19050" b="12700"/>
                <wp:wrapThrough wrapText="bothSides">
                  <wp:wrapPolygon edited="0">
                    <wp:start x="6219" y="0"/>
                    <wp:lineTo x="6219" y="2557"/>
                    <wp:lineTo x="11935" y="2557"/>
                    <wp:lineTo x="11935" y="3835"/>
                    <wp:lineTo x="1681" y="3835"/>
                    <wp:lineTo x="1681" y="5114"/>
                    <wp:lineTo x="-252" y="5114"/>
                    <wp:lineTo x="-252" y="17898"/>
                    <wp:lineTo x="11935" y="17898"/>
                    <wp:lineTo x="11935" y="19176"/>
                    <wp:lineTo x="4539" y="19176"/>
                    <wp:lineTo x="4539" y="21573"/>
                    <wp:lineTo x="19919" y="21573"/>
                    <wp:lineTo x="20087" y="19736"/>
                    <wp:lineTo x="18911" y="19496"/>
                    <wp:lineTo x="12439" y="19176"/>
                    <wp:lineTo x="15381" y="19176"/>
                    <wp:lineTo x="15381" y="17898"/>
                    <wp:lineTo x="16305" y="17578"/>
                    <wp:lineTo x="16305" y="15980"/>
                    <wp:lineTo x="15633" y="15741"/>
                    <wp:lineTo x="12607" y="15341"/>
                    <wp:lineTo x="12439" y="14063"/>
                    <wp:lineTo x="15296" y="14063"/>
                    <wp:lineTo x="16221" y="13743"/>
                    <wp:lineTo x="16305" y="12065"/>
                    <wp:lineTo x="15633" y="11825"/>
                    <wp:lineTo x="12607" y="11506"/>
                    <wp:lineTo x="12523" y="10227"/>
                    <wp:lineTo x="18490" y="8949"/>
                    <wp:lineTo x="18574" y="6392"/>
                    <wp:lineTo x="20760" y="6392"/>
                    <wp:lineTo x="21600" y="6073"/>
                    <wp:lineTo x="21600" y="4155"/>
                    <wp:lineTo x="21096" y="4075"/>
                    <wp:lineTo x="12439" y="3835"/>
                    <wp:lineTo x="12439" y="2557"/>
                    <wp:lineTo x="16809" y="2557"/>
                    <wp:lineTo x="18406" y="2237"/>
                    <wp:lineTo x="18322" y="0"/>
                    <wp:lineTo x="6219" y="0"/>
                  </wp:wrapPolygon>
                </wp:wrapThrough>
                <wp:docPr id="345" name="Groeperen 345"/>
                <wp:cNvGraphicFramePr/>
                <a:graphic xmlns:a="http://schemas.openxmlformats.org/drawingml/2006/main">
                  <a:graphicData uri="http://schemas.microsoft.com/office/word/2010/wordprocessingGroup">
                    <wpg:wgp>
                      <wpg:cNvGrpSpPr/>
                      <wpg:grpSpPr>
                        <a:xfrm>
                          <a:off x="0" y="0"/>
                          <a:ext cx="4895850" cy="5149850"/>
                          <a:chOff x="0" y="-48827"/>
                          <a:chExt cx="3213100" cy="3820727"/>
                        </a:xfrm>
                      </wpg:grpSpPr>
                      <wpg:grpSp>
                        <wpg:cNvPr id="344" name="Groeperen 344"/>
                        <wpg:cNvGrpSpPr/>
                        <wpg:grpSpPr>
                          <a:xfrm>
                            <a:off x="0" y="-48827"/>
                            <a:ext cx="3213100" cy="3820727"/>
                            <a:chOff x="0" y="-48827"/>
                            <a:chExt cx="3213100" cy="3820727"/>
                          </a:xfrm>
                        </wpg:grpSpPr>
                        <wps:wsp>
                          <wps:cNvPr id="319" name="Rechthoek 319"/>
                          <wps:cNvSpPr/>
                          <wps:spPr>
                            <a:xfrm>
                              <a:off x="948690" y="-48827"/>
                              <a:ext cx="1746250" cy="391728"/>
                            </a:xfrm>
                            <a:prstGeom prst="rect">
                              <a:avLst/>
                            </a:prstGeom>
                          </wps:spPr>
                          <wps:style>
                            <a:lnRef idx="2">
                              <a:schemeClr val="accent1"/>
                            </a:lnRef>
                            <a:fillRef idx="1">
                              <a:schemeClr val="lt1"/>
                            </a:fillRef>
                            <a:effectRef idx="0">
                              <a:schemeClr val="accent1"/>
                            </a:effectRef>
                            <a:fontRef idx="minor">
                              <a:schemeClr val="dk1"/>
                            </a:fontRef>
                          </wps:style>
                          <wps:txbx>
                            <w:txbxContent>
                              <w:p w:rsidR="00B248BC" w:rsidRDefault="00B248BC" w:rsidP="004C3270">
                                <w:pPr>
                                  <w:jc w:val="center"/>
                                </w:pPr>
                                <w:r>
                                  <w:t>VTS QUALIFICATION</w:t>
                                </w:r>
                              </w:p>
                              <w:p w:rsidR="007F43ED" w:rsidRDefault="00B248BC" w:rsidP="004C3270">
                                <w:pPr>
                                  <w:jc w:val="center"/>
                                </w:pPr>
                                <w:r>
                                  <w:t>(</w:t>
                                </w:r>
                                <w:r w:rsidR="007F43ED">
                                  <w:t>VTS CERTIFICATION LOG</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Rechte verbindingslijn met pijl 320"/>
                          <wps:cNvCnPr/>
                          <wps:spPr>
                            <a:xfrm>
                              <a:off x="1816100" y="342900"/>
                              <a:ext cx="0" cy="1714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21" name="Rechthoek 321"/>
                          <wps:cNvSpPr/>
                          <wps:spPr>
                            <a:xfrm>
                              <a:off x="349250" y="685800"/>
                              <a:ext cx="1117600" cy="342900"/>
                            </a:xfrm>
                            <a:prstGeom prst="rect">
                              <a:avLst/>
                            </a:prstGeom>
                          </wps:spPr>
                          <wps:style>
                            <a:lnRef idx="2">
                              <a:schemeClr val="accent1"/>
                            </a:lnRef>
                            <a:fillRef idx="1">
                              <a:schemeClr val="lt1"/>
                            </a:fillRef>
                            <a:effectRef idx="0">
                              <a:schemeClr val="accent1"/>
                            </a:effectRef>
                            <a:fontRef idx="minor">
                              <a:schemeClr val="dk1"/>
                            </a:fontRef>
                          </wps:style>
                          <wps:txbx>
                            <w:txbxContent>
                              <w:p w:rsidR="007F43ED" w:rsidRDefault="007F43ED" w:rsidP="003A7052">
                                <w:pPr>
                                  <w:jc w:val="center"/>
                                </w:pPr>
                                <w:r>
                                  <w:t>UPDATING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Rechthoek 327"/>
                          <wps:cNvSpPr/>
                          <wps:spPr>
                            <a:xfrm>
                              <a:off x="2095500" y="685800"/>
                              <a:ext cx="1117600" cy="342900"/>
                            </a:xfrm>
                            <a:prstGeom prst="rect">
                              <a:avLst/>
                            </a:prstGeom>
                          </wps:spPr>
                          <wps:style>
                            <a:lnRef idx="2">
                              <a:schemeClr val="accent1"/>
                            </a:lnRef>
                            <a:fillRef idx="1">
                              <a:schemeClr val="lt1"/>
                            </a:fillRef>
                            <a:effectRef idx="0">
                              <a:schemeClr val="accent1"/>
                            </a:effectRef>
                            <a:fontRef idx="minor">
                              <a:schemeClr val="dk1"/>
                            </a:fontRef>
                          </wps:style>
                          <wps:txbx>
                            <w:txbxContent>
                              <w:p w:rsidR="007F43ED" w:rsidRDefault="007F43ED" w:rsidP="003A7052">
                                <w:pPr>
                                  <w:jc w:val="center"/>
                                </w:pPr>
                                <w:r>
                                  <w:t>ADAPTATION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Rechthoek 328"/>
                          <wps:cNvSpPr/>
                          <wps:spPr>
                            <a:xfrm>
                              <a:off x="1257300" y="2057400"/>
                              <a:ext cx="1117600" cy="342900"/>
                            </a:xfrm>
                            <a:prstGeom prst="rect">
                              <a:avLst/>
                            </a:prstGeom>
                          </wps:spPr>
                          <wps:style>
                            <a:lnRef idx="2">
                              <a:schemeClr val="accent1"/>
                            </a:lnRef>
                            <a:fillRef idx="1">
                              <a:schemeClr val="lt1"/>
                            </a:fillRef>
                            <a:effectRef idx="0">
                              <a:schemeClr val="accent1"/>
                            </a:effectRef>
                            <a:fontRef idx="minor">
                              <a:schemeClr val="dk1"/>
                            </a:fontRef>
                          </wps:style>
                          <wps:txbx>
                            <w:txbxContent>
                              <w:p w:rsidR="007F43ED" w:rsidRDefault="007F43ED" w:rsidP="003A7052">
                                <w:pPr>
                                  <w:jc w:val="center"/>
                                </w:pPr>
                                <w:r>
                                  <w:t>RECURRENT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Rechte verbindingslijn met pijl 329"/>
                          <wps:cNvCnPr/>
                          <wps:spPr>
                            <a:xfrm>
                              <a:off x="838200" y="1485900"/>
                              <a:ext cx="977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1" name="Rechte verbindingslijn 331"/>
                          <wps:cNvCnPr/>
                          <wps:spPr>
                            <a:xfrm flipV="1">
                              <a:off x="838200" y="1028700"/>
                              <a:ext cx="0" cy="4572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332" name="Rechte verbindingslijn 332"/>
                          <wps:cNvCnPr/>
                          <wps:spPr>
                            <a:xfrm flipV="1">
                              <a:off x="2724150" y="1028700"/>
                              <a:ext cx="0" cy="4572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333" name="Rechte verbindingslijn met pijl 333"/>
                          <wps:cNvCnPr/>
                          <wps:spPr>
                            <a:xfrm flipH="1">
                              <a:off x="1816100" y="1485900"/>
                              <a:ext cx="90805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4" name="Rechthoek 334"/>
                          <wps:cNvSpPr/>
                          <wps:spPr>
                            <a:xfrm>
                              <a:off x="1257300" y="2743200"/>
                              <a:ext cx="1117600" cy="342900"/>
                            </a:xfrm>
                            <a:prstGeom prst="rect">
                              <a:avLst/>
                            </a:prstGeom>
                          </wps:spPr>
                          <wps:style>
                            <a:lnRef idx="2">
                              <a:schemeClr val="accent1"/>
                            </a:lnRef>
                            <a:fillRef idx="1">
                              <a:schemeClr val="lt1"/>
                            </a:fillRef>
                            <a:effectRef idx="0">
                              <a:schemeClr val="accent1"/>
                            </a:effectRef>
                            <a:fontRef idx="minor">
                              <a:schemeClr val="dk1"/>
                            </a:fontRef>
                          </wps:style>
                          <wps:txbx>
                            <w:txbxContent>
                              <w:p w:rsidR="007F43ED" w:rsidRDefault="007F43ED" w:rsidP="003A7052">
                                <w:pPr>
                                  <w:jc w:val="center"/>
                                </w:pPr>
                                <w:r>
                                  <w:t>PROF</w:t>
                                </w:r>
                                <w:r w:rsidR="00FD3242">
                                  <w:t xml:space="preserve">ICIENCY </w:t>
                                </w:r>
                                <w:r>
                                  <w:t>CHECK</w:t>
                                </w:r>
                              </w:p>
                              <w:p w:rsidR="00FD3242" w:rsidRDefault="00FD3242" w:rsidP="003A7052">
                                <w:pPr>
                                  <w:jc w:val="center"/>
                                </w:pPr>
                                <w:r>
                                  <w:t>(ASSESSMENT)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 name="Rechte verbindingslijn met pijl 335"/>
                          <wps:cNvCnPr/>
                          <wps:spPr>
                            <a:xfrm>
                              <a:off x="1816100" y="240030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7" name="Rechthoek 337"/>
                          <wps:cNvSpPr/>
                          <wps:spPr>
                            <a:xfrm>
                              <a:off x="698500" y="3429000"/>
                              <a:ext cx="2235200" cy="342900"/>
                            </a:xfrm>
                            <a:prstGeom prst="rect">
                              <a:avLst/>
                            </a:prstGeom>
                          </wps:spPr>
                          <wps:style>
                            <a:lnRef idx="2">
                              <a:schemeClr val="accent1"/>
                            </a:lnRef>
                            <a:fillRef idx="1">
                              <a:schemeClr val="lt1"/>
                            </a:fillRef>
                            <a:effectRef idx="0">
                              <a:schemeClr val="accent1"/>
                            </a:effectRef>
                            <a:fontRef idx="minor">
                              <a:schemeClr val="dk1"/>
                            </a:fontRef>
                          </wps:style>
                          <wps:txbx>
                            <w:txbxContent>
                              <w:p w:rsidR="007F43ED" w:rsidRDefault="007F43ED" w:rsidP="003A7052">
                                <w:pPr>
                                  <w:jc w:val="center"/>
                                </w:pPr>
                                <w:r>
                                  <w:t>REVALIDATION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Rechte verbindingslijn met pijl 338"/>
                          <wps:cNvCnPr/>
                          <wps:spPr>
                            <a:xfrm>
                              <a:off x="1816100" y="308610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39" name="Rechte verbindingslijn met pijl 339"/>
                          <wps:cNvCnPr/>
                          <wps:spPr>
                            <a:xfrm>
                              <a:off x="0" y="868680"/>
                              <a:ext cx="34925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340" name="Rechte verbindingslijn 340"/>
                          <wps:cNvCnPr/>
                          <wps:spPr>
                            <a:xfrm flipH="1">
                              <a:off x="0" y="2900680"/>
                              <a:ext cx="12573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341" name="Rechte verbindingslijn 341"/>
                          <wps:cNvCnPr/>
                          <wps:spPr>
                            <a:xfrm flipV="1">
                              <a:off x="0" y="876935"/>
                              <a:ext cx="0" cy="2009140"/>
                            </a:xfrm>
                            <a:prstGeom prst="line">
                              <a:avLst/>
                            </a:prstGeom>
                          </wps:spPr>
                          <wps:style>
                            <a:lnRef idx="2">
                              <a:schemeClr val="accent1"/>
                            </a:lnRef>
                            <a:fillRef idx="0">
                              <a:schemeClr val="accent1"/>
                            </a:fillRef>
                            <a:effectRef idx="1">
                              <a:schemeClr val="accent1"/>
                            </a:effectRef>
                            <a:fontRef idx="minor">
                              <a:schemeClr val="tx1"/>
                            </a:fontRef>
                          </wps:style>
                          <wps:bodyPr/>
                        </wps:wsp>
                      </wpg:grpSp>
                      <wps:wsp>
                        <wps:cNvPr id="342" name="Tekstvak 342"/>
                        <wps:cNvSpPr txBox="1"/>
                        <wps:spPr>
                          <a:xfrm>
                            <a:off x="419100" y="2628900"/>
                            <a:ext cx="41910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F43ED" w:rsidRDefault="007F43ED">
                              <w:r>
                                <w:t>Fail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3" name="Tekstvak 343"/>
                        <wps:cNvSpPr txBox="1"/>
                        <wps:spPr>
                          <a:xfrm>
                            <a:off x="1885950" y="3138170"/>
                            <a:ext cx="488950" cy="2286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F43ED" w:rsidRDefault="007F43ED" w:rsidP="00A0084C">
                              <w:r>
                                <w:t>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eperen 345" o:spid="_x0000_s1033" style="position:absolute;left:0;text-align:left;margin-left:45.3pt;margin-top:15.1pt;width:385.5pt;height:405.5pt;z-index:251791872;mso-width-relative:margin;mso-height-relative:margin" coordorigin=",-488" coordsize="32131,38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">
                <v:group id="Groeperen 344" o:spid="_x0000_s1034" style="position:absolute;top:-488;width:32131;height:38207" coordorigin=",-488" coordsize="32131,38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rect id="Rechthoek 319" o:spid="_x0000_s1035" style="position:absolute;left:9486;top:-488;width:17463;height:39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uKpsMA&#10;AADcAAAADwAAAGRycy9kb3ducmV2LnhtbESP3YrCMBSE7wXfIRxh7zStC2K7RpGFhYVFwb/7Q3O2&#10;LW1OShM1+vRGELwcZuYbZrEKphUX6l1tWUE6SUAQF1bXXCo4Hn7GcxDOI2tsLZOCGzlYLYeDBeba&#10;XnlHl70vRYSwy1FB5X2XS+mKigy6ie2Io/dve4M+yr6UusdrhJtWTpNkJg3WHBcq7Oi7oqLZn42C&#10;9TSc78XmNjtm8p7+nbaNMaFR6mMU1l8gPAX/Dr/av1rBZ5rB80w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uKpsMAAADcAAAADwAAAAAAAAAAAAAAAACYAgAAZHJzL2Rv&#10;d25yZXYueG1sUEsFBgAAAAAEAAQA9QAAAIgDAAAAAA==&#10;" fillcolor="white [3201]" strokecolor="#4f81bd [3204]" strokeweight="2pt">
                    <v:textbox>
                      <w:txbxContent>
                        <w:p w:rsidR="00B248BC" w:rsidRDefault="00B248BC" w:rsidP="004C3270">
                          <w:pPr>
                            <w:jc w:val="center"/>
                          </w:pPr>
                          <w:r>
                            <w:t>VTS QUALIFICATION</w:t>
                          </w:r>
                        </w:p>
                        <w:p w:rsidR="007F43ED" w:rsidRDefault="00B248BC" w:rsidP="004C3270">
                          <w:pPr>
                            <w:jc w:val="center"/>
                          </w:pPr>
                          <w:r>
                            <w:t>(</w:t>
                          </w:r>
                          <w:r w:rsidR="007F43ED">
                            <w:t>VTS CERTIFICATION LOG</w:t>
                          </w:r>
                          <w:r>
                            <w:t>)</w:t>
                          </w:r>
                        </w:p>
                      </w:txbxContent>
                    </v:textbox>
                  </v:rect>
                  <v:shapetype id="_x0000_t32" coordsize="21600,21600" o:spt="32" o:oned="t" path="m,l21600,21600e" filled="f">
                    <v:path arrowok="t" fillok="f" o:connecttype="none"/>
                    <o:lock v:ext="edit" shapetype="t"/>
                  </v:shapetype>
                  <v:shape id="Rechte verbindingslijn met pijl 320" o:spid="_x0000_s1036" type="#_x0000_t32" style="position:absolute;left:18161;top:3429;width:0;height:171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PfBcIAAADcAAAADwAAAGRycy9kb3ducmV2LnhtbERPW2vCMBR+F/wP4Qi+aWrHhnRGKaIw&#10;cBt42ftZc9ZWm5OSxLb798vDwMeP777aDKYRHTlfW1awmCcgiAuray4VXM772RKED8gaG8uk4Jc8&#10;bNbj0QozbXs+UncKpYgh7DNUUIXQZlL6oiKDfm5b4sj9WGcwROhKqR32Mdw0Mk2SF2mw5thQYUvb&#10;iorb6W4UPO/cMW+v7+fPL+f3d1t/u4/rQanpZMhfQQQawkP8737TCp7SOD+eiUdAr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lPfBcIAAADcAAAADwAAAAAAAAAAAAAA&#10;AAChAgAAZHJzL2Rvd25yZXYueG1sUEsFBgAAAAAEAAQA+QAAAJADAAAAAA==&#10;" strokecolor="#4f81bd [3204]" strokeweight="2pt">
                    <v:stroke endarrow="open"/>
                    <v:shadow on="t" color="black" opacity="24903f" origin=",.5" offset="0,.55556mm"/>
                  </v:shape>
                  <v:rect id="Rechthoek 321" o:spid="_x0000_s1037" style="position:absolute;left:3492;top:6858;width:1117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MHcMA&#10;AADcAAAADwAAAGRycy9kb3ducmV2LnhtbESP3YrCMBSE7wXfIRzBO01bQbRrFFlYWFhW8O/+0Jxt&#10;S5uT0kSNPv1GELwcZuYbZrUJphVX6l1tWUE6TUAQF1bXXCo4Hb8mCxDOI2tsLZOCOznYrIeDFeba&#10;3nhP14MvRYSwy1FB5X2XS+mKigy6qe2Io/dne4M+yr6UusdbhJtWZkkylwZrjgsVdvRZUdEcLkbB&#10;NguXR/F7n5+W8pH+nHeNMaFRajwK2w8QnoJ/h1/tb61glqXwPBOP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FMHcMAAADcAAAADwAAAAAAAAAAAAAAAACYAgAAZHJzL2Rv&#10;d25yZXYueG1sUEsFBgAAAAAEAAQA9QAAAIgDAAAAAA==&#10;" fillcolor="white [3201]" strokecolor="#4f81bd [3204]" strokeweight="2pt">
                    <v:textbox>
                      <w:txbxContent>
                        <w:p w:rsidR="007F43ED" w:rsidRDefault="007F43ED" w:rsidP="003A7052">
                          <w:pPr>
                            <w:jc w:val="center"/>
                          </w:pPr>
                          <w:r>
                            <w:t>UPDATING</w:t>
                          </w:r>
                        </w:p>
                      </w:txbxContent>
                    </v:textbox>
                  </v:rect>
                  <v:rect id="Rechthoek 327" o:spid="_x0000_s1038" style="position:absolute;left:20955;top:6858;width:1117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Rx8sQA&#10;AADcAAAADwAAAGRycy9kb3ducmV2LnhtbESP3YrCMBSE7wXfIRzBO03tgrrVKLKwsCAr+LP3h+bY&#10;ljYnpYkaffqNIHg5zMw3zHIdTCOu1LnKsoLJOAFBnFtdcaHgdPwezUE4j6yxsUwK7uRgver3lphp&#10;e+M9XQ++EBHCLkMFpfdtJqXLSzLoxrYljt7ZdgZ9lF0hdYe3CDeNTJNkKg1WHBdKbOmrpLw+XIyC&#10;TRouj/z3Pj19ysdk+7erjQm1UsNB2CxAeAr+HX61f7SCj3QGzzPx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EcfLEAAAA3AAAAA8AAAAAAAAAAAAAAAAAmAIAAGRycy9k&#10;b3ducmV2LnhtbFBLBQYAAAAABAAEAPUAAACJAwAAAAA=&#10;" fillcolor="white [3201]" strokecolor="#4f81bd [3204]" strokeweight="2pt">
                    <v:textbox>
                      <w:txbxContent>
                        <w:p w:rsidR="007F43ED" w:rsidRDefault="007F43ED" w:rsidP="003A7052">
                          <w:pPr>
                            <w:jc w:val="center"/>
                          </w:pPr>
                          <w:r>
                            <w:t>ADAPTATION</w:t>
                          </w:r>
                        </w:p>
                      </w:txbxContent>
                    </v:textbox>
                  </v:rect>
                  <v:rect id="Rechthoek 328" o:spid="_x0000_s1039" style="position:absolute;left:12573;top:20574;width:1117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lgMEA&#10;AADcAAAADwAAAGRycy9kb3ducmV2LnhtbERPy4rCMBTdC/MP4QruNLUDoh1jKQOCMDjgY/aX5tqW&#10;NjeliRr9+slCcHk473UeTCduNLjGsoL5LAFBXFrdcKXgfNpOlyCcR9bYWSYFD3KQbz5Ga8y0vfOB&#10;bkdfiRjCLkMFtfd9JqUrazLoZrYnjtzFDgZ9hEMl9YD3GG46mSbJQhpsODbU2NN3TWV7vBoFRRqu&#10;z3L/WJxX8jn/+fttjQmtUpNxKL5AeAr+LX65d1rBZxrXxjPxCM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b5YDBAAAA3AAAAA8AAAAAAAAAAAAAAAAAmAIAAGRycy9kb3du&#10;cmV2LnhtbFBLBQYAAAAABAAEAPUAAACGAwAAAAA=&#10;" fillcolor="white [3201]" strokecolor="#4f81bd [3204]" strokeweight="2pt">
                    <v:textbox>
                      <w:txbxContent>
                        <w:p w:rsidR="007F43ED" w:rsidRDefault="007F43ED" w:rsidP="003A7052">
                          <w:pPr>
                            <w:jc w:val="center"/>
                          </w:pPr>
                          <w:r>
                            <w:t>RECURRENT</w:t>
                          </w:r>
                        </w:p>
                      </w:txbxContent>
                    </v:textbox>
                  </v:rect>
                  <v:shape id="Rechte verbindingslijn met pijl 329" o:spid="_x0000_s1040" type="#_x0000_t32" style="position:absolute;left:8382;top:14859;width:977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l2mMUAAADcAAAADwAAAGRycy9kb3ducmV2LnhtbESPQWvCQBSE74X+h+UVequbWpQ2zUZE&#10;FASrYKz3Z/Y1ic2+Dburxn/fFYQeh5n5hskmvWnFmZxvLCt4HSQgiEurG64UfO8WL+8gfEDW2Fom&#10;BVfyMMkfHzJMtb3wls5FqESEsE9RQR1Cl0rpy5oM+oHtiKP3Y53BEKWrpHZ4iXDTymGSjKXBhuNC&#10;jR3Naip/i5NRMJq77bQ7fu02e+cXJ9sc3Pq4Uur5qZ9+ggjUh//wvb3UCt6GH3A7E4+Az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2l2mMUAAADcAAAADwAAAAAAAAAA&#10;AAAAAAChAgAAZHJzL2Rvd25yZXYueG1sUEsFBgAAAAAEAAQA+QAAAJMDAAAAAA==&#10;" strokecolor="#4f81bd [3204]" strokeweight="2pt">
                    <v:stroke endarrow="open"/>
                    <v:shadow on="t" color="black" opacity="24903f" origin=",.5" offset="0,.55556mm"/>
                  </v:shape>
                  <v:line id="Rechte verbindingslijn 331" o:spid="_x0000_s1041" style="position:absolute;flip:y;visibility:visible;mso-wrap-style:square" from="8382,10287" to="8382,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0HDMUAAADcAAAADwAAAGRycy9kb3ducmV2LnhtbESPQYvCMBSE78L+h/CEvWlaBZFqFF0R&#10;hAVBLYi3R/NsS5uX0kTb3V9vhIU9DjPzDbNc96YWT2pdaVlBPI5AEGdWl5wrSC/70RyE88gaa8uk&#10;4IccrFcfgyUm2nZ8oufZ5yJA2CWooPC+SaR0WUEG3dg2xMG729agD7LNpW6xC3BTy0kUzaTBksNC&#10;gQ19FZRV54dRIDe/t+pwney233HU7ObdsUrvR6U+h/1mAcJT7//Df+2DVjCdxvA+E46AXL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u0HDMUAAADcAAAADwAAAAAAAAAA&#10;AAAAAAChAgAAZHJzL2Rvd25yZXYueG1sUEsFBgAAAAAEAAQA+QAAAJMDAAAAAA==&#10;" strokecolor="#4f81bd [3204]" strokeweight="2pt">
                    <v:shadow on="t" color="black" opacity="24903f" origin=",.5" offset="0,.55556mm"/>
                  </v:line>
                  <v:line id="Rechte verbindingslijn 332" o:spid="_x0000_s1042" style="position:absolute;flip:y;visibility:visible;mso-wrap-style:square" from="27241,10287" to="27241,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e8YAAADcAAAADwAAAGRycy9kb3ducmV2LnhtbESPQWvCQBSE7wX/w/IK3pqNEUpIs4pV&#10;CoIgNBVKb4/sMwnJvg3ZrYn++m5B8DjMzDdMvp5MJy40uMaygkUUgyAurW64UnD6+nhJQTiPrLGz&#10;TAqu5GC9mj3lmGk78iddCl+JAGGXoYLa+z6T0pU1GXSR7YmDd7aDQR/kUEk94BjgppNJHL9Kgw2H&#10;hRp72tZUtsWvUSA3t592/53s3g+LuN+l47E9nY9KzZ+nzRsIT5N/hO/tvVawXCbwfyYcAbn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4/mXvGAAAA3AAAAA8AAAAAAAAA&#10;AAAAAAAAoQIAAGRycy9kb3ducmV2LnhtbFBLBQYAAAAABAAEAPkAAACUAwAAAAA=&#10;" strokecolor="#4f81bd [3204]" strokeweight="2pt">
                    <v:shadow on="t" color="black" opacity="24903f" origin=",.5" offset="0,.55556mm"/>
                  </v:line>
                  <v:shape id="Rechte verbindingslijn met pijl 333" o:spid="_x0000_s1043" type="#_x0000_t32" style="position:absolute;left:18161;top:14859;width:908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LgocUAAADcAAAADwAAAGRycy9kb3ducmV2LnhtbESPQWvCQBSE74X+h+UVvOmmBotEVykF&#10;jQexanvw+Mg+k9Ds25BdY+KvdwWhx2FmvmHmy85UoqXGlZYVvI8iEMSZ1SXnCn5/VsMpCOeRNVaW&#10;SUFPDpaL15c5Jtpe+UDt0eciQNglqKDwvk6kdFlBBt3I1sTBO9vGoA+yyaVu8BrgppLjKPqQBksO&#10;CwXW9FVQ9ne8GAX5wZz2ad9/9+vTbbdtTTrxXarU4K37nIHw1Pn/8LO90QriOIbHmXAE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ZLgocUAAADcAAAADwAAAAAAAAAA&#10;AAAAAAChAgAAZHJzL2Rvd25yZXYueG1sUEsFBgAAAAAEAAQA+QAAAJMDAAAAAA==&#10;" strokecolor="#4f81bd [3204]" strokeweight="2pt">
                    <v:stroke endarrow="open"/>
                    <v:shadow on="t" color="black" opacity="24903f" origin=",.5" offset="0,.55556mm"/>
                  </v:shape>
                  <v:rect id="Rechthoek 334" o:spid="_x0000_s1044" style="position:absolute;left:12573;top:27432;width:11176;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95WMQA&#10;AADcAAAADwAAAGRycy9kb3ducmV2LnhtbESP3YrCMBSE74V9h3AE7zT1B1mrUWRBEGQXrO79oTm2&#10;pc1JaaJGn34jLHg5zMw3zGoTTCNu1LnKsoLxKAFBnFtdcaHgfNoNP0E4j6yxsUwKHuRgs/7orTDV&#10;9s5HumW+EBHCLkUFpfdtKqXLSzLoRrYljt7FdgZ9lF0hdYf3CDeNnCTJXBqsOC6U2NJXSXmdXY2C&#10;7SRcn/n3Y35eyOf48PtTGxNqpQb9sF2C8BT8O/zf3msF0+kMXmfi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PeVjEAAAA3AAAAA8AAAAAAAAAAAAAAAAAmAIAAGRycy9k&#10;b3ducmV2LnhtbFBLBQYAAAAABAAEAPUAAACJAwAAAAA=&#10;" fillcolor="white [3201]" strokecolor="#4f81bd [3204]" strokeweight="2pt">
                    <v:textbox>
                      <w:txbxContent>
                        <w:p w:rsidR="007F43ED" w:rsidRDefault="007F43ED" w:rsidP="003A7052">
                          <w:pPr>
                            <w:jc w:val="center"/>
                          </w:pPr>
                          <w:r>
                            <w:t>PROF</w:t>
                          </w:r>
                          <w:r w:rsidR="00FD3242">
                            <w:t xml:space="preserve">ICIENCY </w:t>
                          </w:r>
                          <w:r>
                            <w:t>CHECK</w:t>
                          </w:r>
                        </w:p>
                        <w:p w:rsidR="00FD3242" w:rsidRDefault="00FD3242" w:rsidP="003A7052">
                          <w:pPr>
                            <w:jc w:val="center"/>
                          </w:pPr>
                          <w:r>
                            <w:t>(ASSESSMENT)</w:t>
                          </w:r>
                        </w:p>
                      </w:txbxContent>
                    </v:textbox>
                  </v:rect>
                  <v:shape id="Rechte verbindingslijn met pijl 335" o:spid="_x0000_s1045" type="#_x0000_t32" style="position:absolute;left:18161;top:24003;width:0;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qQMMAAADcAAAADwAAAGRycy9kb3ducmV2LnhtbESP3YrCMBSE7xd8h3AE79ZURZFqFBEF&#10;wd0F/+6PzbGtNiclidp9+82C4OUwM98w03ljKvEg50vLCnrdBARxZnXJuYLjYf05BuEDssbKMin4&#10;JQ/zWetjiqm2T97RYx9yESHsU1RQhFCnUvqsIIO+a2vi6F2sMxiidLnUDp8RbirZT5KRNFhyXCiw&#10;pmVB2W1/NwqGK7db1Nevw8/J+fXdlmf3fd0q1Wk3iwmIQE14h1/tjVYwGAzh/0w8An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96kDDAAAA3AAAAA8AAAAAAAAAAAAA&#10;AAAAoQIAAGRycy9kb3ducmV2LnhtbFBLBQYAAAAABAAEAPkAAACRAwAAAAA=&#10;" strokecolor="#4f81bd [3204]" strokeweight="2pt">
                    <v:stroke endarrow="open"/>
                    <v:shadow on="t" color="black" opacity="24903f" origin=",.5" offset="0,.55556mm"/>
                  </v:shape>
                  <v:rect id="Rechthoek 337" o:spid="_x0000_s1046" style="position:absolute;left:6985;top:34290;width:22352;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3nL8MA&#10;AADcAAAADwAAAGRycy9kb3ducmV2LnhtbESPQYvCMBSE78L+h/AEb5qqoGs1iiwIguyC1b0/mmdb&#10;2ryUJmr0128WBI/DzHzDrDbBNOJGnassKxiPEhDEudUVFwrOp93wE4TzyBoby6TgQQ4264/eClNt&#10;73ykW+YLESHsUlRQet+mUrq8JINuZFvi6F1sZ9BH2RVSd3iPcNPISZLMpMGK40KJLX2VlNfZ1SjY&#10;TsL1mX8/ZueFfI4Pvz+1MaFWatAP2yUIT8G/w6/2XiuYTufwfyYe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3nL8MAAADcAAAADwAAAAAAAAAAAAAAAACYAgAAZHJzL2Rv&#10;d25yZXYueG1sUEsFBgAAAAAEAAQA9QAAAIgDAAAAAA==&#10;" fillcolor="white [3201]" strokecolor="#4f81bd [3204]" strokeweight="2pt">
                    <v:textbox>
                      <w:txbxContent>
                        <w:p w:rsidR="007F43ED" w:rsidRDefault="007F43ED" w:rsidP="003A7052">
                          <w:pPr>
                            <w:jc w:val="center"/>
                          </w:pPr>
                          <w:r>
                            <w:t>REVALIDATION</w:t>
                          </w:r>
                        </w:p>
                      </w:txbxContent>
                    </v:textbox>
                  </v:rect>
                  <v:shape id="Rechte verbindingslijn met pijl 338" o:spid="_x0000_s1047" type="#_x0000_t32" style="position:absolute;left:18161;top:30861;width:0;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xF3sIAAADcAAAADwAAAGRycy9kb3ducmV2LnhtbERPXWvCMBR9F/Yfwh3sTdNNJlKNUsYK&#10;g22CVd+vzbWta25KEtvu3y8PAx8P53u9HU0renK+sazgeZaAIC6tbrhScDzk0yUIH5A1tpZJwS95&#10;2G4eJmtMtR14T30RKhFD2KeooA6hS6X0ZU0G/cx2xJG7WGcwROgqqR0OMdy08iVJFtJgw7Ghxo7e&#10;aip/iptR8Pru9ll3/TrsTs7nN9uc3ff1U6mnxzFbgQg0hrv43/2hFczncW08E4+A3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fxF3sIAAADcAAAADwAAAAAAAAAAAAAA&#10;AAChAgAAZHJzL2Rvd25yZXYueG1sUEsFBgAAAAAEAAQA+QAAAJADAAAAAA==&#10;" strokecolor="#4f81bd [3204]" strokeweight="2pt">
                    <v:stroke endarrow="open"/>
                    <v:shadow on="t" color="black" opacity="24903f" origin=",.5" offset="0,.55556mm"/>
                  </v:shape>
                  <v:shape id="Rechte verbindingslijn met pijl 339" o:spid="_x0000_s1048" type="#_x0000_t32" style="position:absolute;top:8686;width:349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DgRcUAAADcAAAADwAAAGRycy9kb3ducmV2LnhtbESPQWvCQBSE70L/w/IKvemmitKm2YhI&#10;hUKrYKz3Z/Y1ic2+Dburxn/fFYQeh5n5hsnmvWnFmZxvLCt4HiUgiEurG64UfO9WwxcQPiBrbC2T&#10;git5mOcPgwxTbS+8pXMRKhEh7FNUUIfQpVL6siaDfmQ74uj9WGcwROkqqR1eIty0cpwkM2mw4bhQ&#10;Y0fLmsrf4mQUTN/ddtEdv3abvfOrk20Obn38VOrpsV+8gQjUh//wvf2hFUwmr3A7E4+Az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rDgRcUAAADcAAAADwAAAAAAAAAA&#10;AAAAAAChAgAAZHJzL2Rvd25yZXYueG1sUEsFBgAAAAAEAAQA+QAAAJMDAAAAAA==&#10;" strokecolor="#4f81bd [3204]" strokeweight="2pt">
                    <v:stroke endarrow="open"/>
                    <v:shadow on="t" color="black" opacity="24903f" origin=",.5" offset="0,.55556mm"/>
                  </v:shape>
                  <v:line id="Rechte verbindingslijn 340" o:spid="_x0000_s1049" style="position:absolute;flip:x;visibility:visible;mso-wrap-style:square" from="0,29006" to="12573,29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fR6sIAAADcAAAADwAAAGRycy9kb3ducmV2LnhtbERPy4rCMBTdD/gP4QruxtQHg1Sj+EAQ&#10;BGFUEHeX5tqWNjelibb69WYhuDyc92zRmlI8qHa5ZQWDfgSCOLE651TB+bT9nYBwHlljaZkUPMnB&#10;Yt75mWGsbcP/9Dj6VIQQdjEqyLyvYildkpFB17cVceButjboA6xTqWtsQrgp5TCK/qTBnENDhhWt&#10;M0qK490okMvXtdhdhpvVfhBVm0lzKM63g1K9brucgvDU+q/4495pBaNxmB/OhCMg52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fR6sIAAADcAAAADwAAAAAAAAAAAAAA&#10;AAChAgAAZHJzL2Rvd25yZXYueG1sUEsFBgAAAAAEAAQA+QAAAJADAAAAAA==&#10;" strokecolor="#4f81bd [3204]" strokeweight="2pt">
                    <v:shadow on="t" color="black" opacity="24903f" origin=",.5" offset="0,.55556mm"/>
                  </v:line>
                  <v:line id="Rechte verbindingslijn 341" o:spid="_x0000_s1050" style="position:absolute;flip:y;visibility:visible;mso-wrap-style:square" from="0,8769" to="0,28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t0ccUAAADcAAAADwAAAGRycy9kb3ducmV2LnhtbESPQYvCMBSE74L/IbwFb5pWZZGuUXRF&#10;EBaEVUG8PZpnW9q8lCZr6/56Iwgeh5n5hpkvO1OJGzWusKwgHkUgiFOrC84UnI7b4QyE88gaK8uk&#10;4E4Olot+b46Jti3/0u3gMxEg7BJUkHtfJ1K6NCeDbmRr4uBdbWPQB9lkUjfYBrip5DiKPqXBgsNC&#10;jjV955SWhz+jQK7+L+XuPN6sf+Ko3szafXm67pUafHSrLxCeOv8Ov9o7rWAyjeF5JhwBuXg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ut0ccUAAADcAAAADwAAAAAAAAAA&#10;AAAAAAChAgAAZHJzL2Rvd25yZXYueG1sUEsFBgAAAAAEAAQA+QAAAJMDAAAAAA==&#10;" strokecolor="#4f81bd [3204]" strokeweight="2pt">
                    <v:shadow on="t" color="black" opacity="24903f" origin=",.5" offset="0,.55556mm"/>
                  </v:line>
                </v:group>
                <v:shape id="Tekstvak 342" o:spid="_x0000_s1051" type="#_x0000_t202" style="position:absolute;left:4191;top:26289;width:419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DzLcUA&#10;AADcAAAADwAAAGRycy9kb3ducmV2LnhtbESPS2vDMBCE74H8B7GB3hqpeZTEtRxCQqGnhOYFvS3W&#10;xja1VsZSY/ffV4FCjsPMfMOkq97W4katrxxreBkrEMS5MxUXGk7H9+cFCB+QDdaOScMveVhlw0GK&#10;iXEdf9LtEAoRIewT1FCG0CRS+rwki37sGuLoXV1rMUTZFtK02EW4reVEqVdpseK4UGJDm5Ly78OP&#10;1XDeXb8uM7UvtnbedK5Xku1Sav006tdvIAL14RH+b38YDdPZB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YPMtxQAAANwAAAAPAAAAAAAAAAAAAAAAAJgCAABkcnMv&#10;ZG93bnJldi54bWxQSwUGAAAAAAQABAD1AAAAigMAAAAA&#10;" filled="f" stroked="f">
                  <v:textbox>
                    <w:txbxContent>
                      <w:p w:rsidR="007F43ED" w:rsidRDefault="007F43ED">
                        <w:r>
                          <w:t>Fail</w:t>
                        </w:r>
                      </w:p>
                    </w:txbxContent>
                  </v:textbox>
                </v:shape>
                <v:shape id="Tekstvak 343" o:spid="_x0000_s1052" type="#_x0000_t202" style="position:absolute;left:18859;top:31381;width:4890;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xWtsQA&#10;AADcAAAADwAAAGRycy9kb3ducmV2LnhtbESPT2vCQBTE7wW/w/KE3nTXPxUbXUUUwVOLaS14e2Sf&#10;STD7NmS3Jn57tyD0OMzMb5jlurOVuFHjS8caRkMFgjhzpuRcw/fXfjAH4QOywcoxabiTh/Wq97LE&#10;xLiWj3RLQy4ihH2CGooQ6kRKnxVk0Q9dTRy9i2sshiibXJoG2wi3lRwrNZMWS44LBda0LSi7pr9W&#10;w+njcv6Zqs98Z9/q1nVKsn2XWr/2u80CRKAu/Ief7YPRMJlO4O9MP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sVrbEAAAA3AAAAA8AAAAAAAAAAAAAAAAAmAIAAGRycy9k&#10;b3ducmV2LnhtbFBLBQYAAAAABAAEAPUAAACJAwAAAAA=&#10;" filled="f" stroked="f">
                  <v:textbox>
                    <w:txbxContent>
                      <w:p w:rsidR="007F43ED" w:rsidRDefault="007F43ED" w:rsidP="00A0084C">
                        <w:r>
                          <w:t>Pass</w:t>
                        </w:r>
                      </w:p>
                    </w:txbxContent>
                  </v:textbox>
                </v:shape>
                <w10:wrap type="through"/>
              </v:group>
            </w:pict>
          </mc:Fallback>
        </mc:AlternateContent>
      </w:r>
      <w:bookmarkEnd w:id="34"/>
      <w:bookmarkEnd w:id="35"/>
    </w:p>
    <w:p w:rsidR="008B4010" w:rsidRPr="00DE284E" w:rsidRDefault="008B4010" w:rsidP="008A50BC">
      <w:pPr>
        <w:pStyle w:val="Title"/>
        <w:spacing w:before="180" w:after="60"/>
        <w:jc w:val="both"/>
      </w:pPr>
    </w:p>
    <w:p w:rsidR="004C3270" w:rsidRPr="00DE284E" w:rsidRDefault="004C3270" w:rsidP="008A50BC">
      <w:pPr>
        <w:pStyle w:val="Title"/>
        <w:spacing w:before="180" w:after="60"/>
        <w:jc w:val="both"/>
      </w:pPr>
    </w:p>
    <w:p w:rsidR="004C3270" w:rsidRPr="00DE284E" w:rsidRDefault="004C3270" w:rsidP="008A50BC">
      <w:pPr>
        <w:pStyle w:val="Title"/>
        <w:spacing w:before="180" w:after="60"/>
        <w:jc w:val="both"/>
      </w:pPr>
    </w:p>
    <w:p w:rsidR="004C3270" w:rsidRPr="00DE284E" w:rsidRDefault="004C3270" w:rsidP="008A50BC">
      <w:pPr>
        <w:pStyle w:val="Title"/>
        <w:spacing w:before="180" w:after="60"/>
        <w:jc w:val="both"/>
      </w:pPr>
    </w:p>
    <w:p w:rsidR="004C3270" w:rsidRPr="00DE284E" w:rsidRDefault="004C3270" w:rsidP="008A50BC">
      <w:pPr>
        <w:pStyle w:val="Title"/>
        <w:spacing w:before="180" w:after="60"/>
        <w:jc w:val="both"/>
      </w:pPr>
    </w:p>
    <w:p w:rsidR="004C3270" w:rsidRPr="00DE284E" w:rsidRDefault="004C3270" w:rsidP="008A50BC">
      <w:pPr>
        <w:pStyle w:val="Title"/>
        <w:spacing w:before="180" w:after="60"/>
        <w:jc w:val="both"/>
      </w:pPr>
    </w:p>
    <w:p w:rsidR="008B4010" w:rsidRPr="00DE284E" w:rsidRDefault="008B4010" w:rsidP="008A50BC">
      <w:pPr>
        <w:pStyle w:val="Title"/>
        <w:spacing w:before="180" w:after="60"/>
        <w:jc w:val="both"/>
      </w:pPr>
    </w:p>
    <w:p w:rsidR="008B4010" w:rsidRPr="00DE284E" w:rsidRDefault="008B4010" w:rsidP="008A50BC">
      <w:pPr>
        <w:pStyle w:val="Title"/>
        <w:spacing w:before="180" w:after="60"/>
        <w:jc w:val="both"/>
      </w:pPr>
    </w:p>
    <w:p w:rsidR="003A7052" w:rsidRPr="00DE284E" w:rsidRDefault="003A7052" w:rsidP="008A50BC">
      <w:pPr>
        <w:pStyle w:val="Title"/>
        <w:spacing w:before="180" w:after="60"/>
        <w:jc w:val="both"/>
      </w:pPr>
    </w:p>
    <w:p w:rsidR="003A7052" w:rsidRPr="00DE284E" w:rsidRDefault="003A7052" w:rsidP="008A50BC">
      <w:pPr>
        <w:pStyle w:val="Title"/>
        <w:spacing w:before="180" w:after="60"/>
        <w:jc w:val="both"/>
      </w:pPr>
    </w:p>
    <w:p w:rsidR="00A472B5" w:rsidRPr="00DE284E" w:rsidRDefault="00A472B5" w:rsidP="008A50BC">
      <w:pPr>
        <w:pStyle w:val="Title"/>
        <w:spacing w:before="180" w:after="60"/>
        <w:jc w:val="both"/>
      </w:pPr>
    </w:p>
    <w:p w:rsidR="00A472B5" w:rsidRPr="00DE284E" w:rsidRDefault="00A472B5" w:rsidP="008A50BC">
      <w:pPr>
        <w:pStyle w:val="Title"/>
        <w:spacing w:before="180" w:after="60"/>
        <w:jc w:val="both"/>
      </w:pPr>
    </w:p>
    <w:p w:rsidR="00B248BC" w:rsidRDefault="00B248BC" w:rsidP="0023398A">
      <w:pPr>
        <w:pStyle w:val="BodyText"/>
        <w:rPr>
          <w:highlight w:val="yellow"/>
        </w:rPr>
      </w:pPr>
    </w:p>
    <w:p w:rsidR="00B248BC" w:rsidRDefault="00B248BC" w:rsidP="0023398A">
      <w:pPr>
        <w:pStyle w:val="BodyText"/>
        <w:rPr>
          <w:highlight w:val="yellow"/>
        </w:rPr>
      </w:pPr>
    </w:p>
    <w:p w:rsidR="00B248BC" w:rsidRDefault="00B248BC" w:rsidP="0023398A">
      <w:pPr>
        <w:pStyle w:val="BodyText"/>
        <w:rPr>
          <w:highlight w:val="yellow"/>
        </w:rPr>
      </w:pPr>
    </w:p>
    <w:p w:rsidR="00B248BC" w:rsidRDefault="00B248BC" w:rsidP="0023398A">
      <w:pPr>
        <w:pStyle w:val="BodyText"/>
        <w:rPr>
          <w:highlight w:val="yellow"/>
        </w:rPr>
      </w:pPr>
    </w:p>
    <w:p w:rsidR="00B248BC" w:rsidRPr="00AC66AF" w:rsidRDefault="00AC66AF" w:rsidP="00AC66AF">
      <w:pPr>
        <w:pStyle w:val="BodyText"/>
        <w:jc w:val="center"/>
        <w:rPr>
          <w:i/>
        </w:rPr>
      </w:pPr>
      <w:r w:rsidRPr="00AC66AF">
        <w:rPr>
          <w:i/>
        </w:rPr>
        <w:t>Figure 1 – process for the revalidation of VTS qualifications</w:t>
      </w:r>
    </w:p>
    <w:p w:rsidR="00B248BC" w:rsidRDefault="00B248BC" w:rsidP="0023398A">
      <w:pPr>
        <w:pStyle w:val="BodyText"/>
        <w:rPr>
          <w:highlight w:val="yellow"/>
        </w:rPr>
      </w:pPr>
    </w:p>
    <w:p w:rsidR="00A472B5" w:rsidRPr="00DE284E" w:rsidRDefault="00700055" w:rsidP="0023398A">
      <w:pPr>
        <w:pStyle w:val="BodyText"/>
        <w:rPr>
          <w:b/>
          <w:szCs w:val="22"/>
        </w:rPr>
      </w:pPr>
      <w:r w:rsidRPr="00700055">
        <w:rPr>
          <w:highlight w:val="yellow"/>
        </w:rPr>
        <w:t>If necessary and appropriate, adaptation and updating training may be integrated as a part of the recurrent training, but should not replace or interfere with the core requirements recurrent training. Adaptation and Updating training do not lead to revalidation of the VTS-license but to revalidation of the Certification Log.</w:t>
      </w:r>
    </w:p>
    <w:p w:rsidR="003A7052" w:rsidRPr="00DE284E" w:rsidRDefault="003A7052" w:rsidP="008A50BC">
      <w:pPr>
        <w:pStyle w:val="Title"/>
        <w:spacing w:before="180" w:after="60"/>
        <w:jc w:val="both"/>
      </w:pPr>
    </w:p>
    <w:p w:rsidR="003A7052" w:rsidRPr="00DE284E" w:rsidRDefault="003A7052" w:rsidP="008A50BC">
      <w:pPr>
        <w:pStyle w:val="Title"/>
        <w:spacing w:before="180" w:after="60"/>
        <w:jc w:val="both"/>
      </w:pPr>
    </w:p>
    <w:p w:rsidR="003A7052" w:rsidRPr="00DE284E" w:rsidRDefault="003A7052" w:rsidP="008A50BC">
      <w:pPr>
        <w:pStyle w:val="Title"/>
        <w:spacing w:before="180" w:after="60"/>
        <w:jc w:val="both"/>
      </w:pPr>
    </w:p>
    <w:p w:rsidR="00291C21" w:rsidRPr="00DE284E" w:rsidRDefault="00291C21">
      <w:pPr>
        <w:rPr>
          <w:rFonts w:cs="Arial"/>
          <w:b/>
          <w:bCs/>
          <w:kern w:val="28"/>
          <w:sz w:val="32"/>
          <w:szCs w:val="32"/>
        </w:rPr>
      </w:pPr>
    </w:p>
    <w:p w:rsidR="0042142B" w:rsidRPr="00DE284E" w:rsidRDefault="0042142B" w:rsidP="008A50BC">
      <w:pPr>
        <w:pStyle w:val="Title"/>
        <w:spacing w:before="180" w:after="60"/>
        <w:jc w:val="both"/>
        <w:rPr>
          <w:caps/>
        </w:rPr>
      </w:pPr>
      <w:bookmarkStart w:id="36" w:name="_Toc444069199"/>
      <w:r w:rsidRPr="00DE284E">
        <w:lastRenderedPageBreak/>
        <w:t>PART B - DELIVERY OF THE MODEL COURSE</w:t>
      </w:r>
      <w:bookmarkEnd w:id="31"/>
      <w:bookmarkEnd w:id="32"/>
      <w:bookmarkEnd w:id="33"/>
      <w:bookmarkEnd w:id="36"/>
    </w:p>
    <w:p w:rsidR="004C27D9" w:rsidRPr="00DE284E" w:rsidRDefault="008257F7" w:rsidP="009D153D">
      <w:pPr>
        <w:pStyle w:val="Heading1"/>
        <w:numPr>
          <w:ilvl w:val="0"/>
          <w:numId w:val="0"/>
        </w:numPr>
        <w:jc w:val="both"/>
      </w:pPr>
      <w:bookmarkStart w:id="37" w:name="_Toc240860319"/>
      <w:bookmarkStart w:id="38" w:name="_Toc245254402"/>
      <w:bookmarkStart w:id="39" w:name="_Toc432680600"/>
      <w:bookmarkStart w:id="40" w:name="_Toc444069200"/>
      <w:r>
        <w:t>1</w:t>
      </w:r>
      <w:r w:rsidR="009D153D">
        <w:tab/>
      </w:r>
      <w:r w:rsidR="004C27D9" w:rsidRPr="00DE284E">
        <w:t>Introduction</w:t>
      </w:r>
      <w:bookmarkEnd w:id="37"/>
      <w:bookmarkEnd w:id="38"/>
      <w:bookmarkEnd w:id="39"/>
      <w:bookmarkEnd w:id="40"/>
    </w:p>
    <w:p w:rsidR="00350E23" w:rsidRPr="00DE284E" w:rsidRDefault="00350E23" w:rsidP="00761614">
      <w:pPr>
        <w:pStyle w:val="BodyText"/>
      </w:pPr>
      <w:r w:rsidRPr="00DE284E">
        <w:t xml:space="preserve">All training and assessment of </w:t>
      </w:r>
      <w:r w:rsidR="00EB6F18">
        <w:t>VTSOs undertaking revalidation training</w:t>
      </w:r>
      <w:r w:rsidRPr="00DE284E">
        <w:t xml:space="preserve"> should be:</w:t>
      </w:r>
    </w:p>
    <w:p w:rsidR="00350E23" w:rsidRPr="00DE284E" w:rsidRDefault="00EB6F18" w:rsidP="00761614">
      <w:pPr>
        <w:pStyle w:val="BodyText"/>
        <w:numPr>
          <w:ilvl w:val="0"/>
          <w:numId w:val="43"/>
        </w:numPr>
      </w:pPr>
      <w:r>
        <w:t>S</w:t>
      </w:r>
      <w:r w:rsidR="00350E23" w:rsidRPr="00DE284E">
        <w:t xml:space="preserve">tructured in accordance with written programmes, including such methods and means of delivery, procedures and course material as are necessary to achieve the prescribed standard of competence; and, </w:t>
      </w:r>
    </w:p>
    <w:p w:rsidR="00350E23" w:rsidRPr="00DE284E" w:rsidRDefault="00EB6F18" w:rsidP="00761614">
      <w:pPr>
        <w:pStyle w:val="BodyText"/>
        <w:numPr>
          <w:ilvl w:val="0"/>
          <w:numId w:val="43"/>
        </w:numPr>
      </w:pPr>
      <w:r>
        <w:t>C</w:t>
      </w:r>
      <w:r w:rsidR="00350E23" w:rsidRPr="00DE284E">
        <w:t>onducted, monitored, assessed by persons qualified in accordance with the Training Management System.</w:t>
      </w:r>
    </w:p>
    <w:p w:rsidR="00350E23" w:rsidRPr="00DE284E" w:rsidRDefault="00350E23" w:rsidP="00761614">
      <w:pPr>
        <w:pStyle w:val="BodyText"/>
      </w:pPr>
      <w:r w:rsidRPr="00DE284E">
        <w:t xml:space="preserve">Training staff should review the course outline and detailed syllabus in each subject. The actual level of knowledge, skills and prior technical education of the trainees in the subject concerned should be kept in mind during this review. For </w:t>
      </w:r>
      <w:r w:rsidR="00EB6F18">
        <w:t>programmes of</w:t>
      </w:r>
      <w:r w:rsidRPr="00DE284E">
        <w:t xml:space="preserve"> </w:t>
      </w:r>
      <w:r w:rsidR="00EB6F18">
        <w:t>adaptation t</w:t>
      </w:r>
      <w:r w:rsidRPr="00DE284E">
        <w:t xml:space="preserve">raining and </w:t>
      </w:r>
      <w:r w:rsidR="00EB6F18">
        <w:t>u</w:t>
      </w:r>
      <w:r w:rsidRPr="00DE284E">
        <w:t xml:space="preserve">pdating </w:t>
      </w:r>
      <w:r w:rsidR="00EB6F18">
        <w:t>training a gap-</w:t>
      </w:r>
      <w:r w:rsidRPr="00DE284E">
        <w:t>analysis is required. More detailed information on the gap-</w:t>
      </w:r>
      <w:r w:rsidR="00EB6F18" w:rsidRPr="00DE284E">
        <w:t>analysis</w:t>
      </w:r>
      <w:r w:rsidRPr="00DE284E">
        <w:t xml:space="preserve"> is provided in paragraph </w:t>
      </w:r>
      <w:r w:rsidRPr="00EB6F18">
        <w:rPr>
          <w:highlight w:val="yellow"/>
        </w:rPr>
        <w:t>4.2</w:t>
      </w:r>
      <w:r w:rsidRPr="00DE284E">
        <w:t xml:space="preserve"> of this document. </w:t>
      </w:r>
    </w:p>
    <w:p w:rsidR="00350E23" w:rsidRPr="00DE284E" w:rsidRDefault="00350E23" w:rsidP="00761614">
      <w:pPr>
        <w:pStyle w:val="BodyText"/>
      </w:pPr>
      <w:r w:rsidRPr="00DE284E">
        <w:t xml:space="preserve">Prior to </w:t>
      </w:r>
      <w:r w:rsidR="00EB6F18">
        <w:t xml:space="preserve">the commencement of </w:t>
      </w:r>
      <w:r w:rsidRPr="00DE284E">
        <w:t>any training programme</w:t>
      </w:r>
      <w:r w:rsidR="00EB6F18">
        <w:t>,</w:t>
      </w:r>
      <w:r w:rsidRPr="00DE284E">
        <w:t xml:space="preserve"> the VTSO should be provided with written information regarding the training. This information should at least give insight into:</w:t>
      </w:r>
    </w:p>
    <w:p w:rsidR="00350E23" w:rsidRPr="00DE284E" w:rsidRDefault="00350E23" w:rsidP="00761614">
      <w:pPr>
        <w:pStyle w:val="BodyText"/>
        <w:numPr>
          <w:ilvl w:val="0"/>
          <w:numId w:val="44"/>
        </w:numPr>
      </w:pPr>
      <w:r w:rsidRPr="00DE284E">
        <w:t>The date and time that the training will be given</w:t>
      </w:r>
      <w:r w:rsidR="001B46FA">
        <w:t>;</w:t>
      </w:r>
    </w:p>
    <w:p w:rsidR="00350E23" w:rsidRPr="00DE284E" w:rsidRDefault="00350E23" w:rsidP="00761614">
      <w:pPr>
        <w:pStyle w:val="BodyText"/>
        <w:numPr>
          <w:ilvl w:val="0"/>
          <w:numId w:val="44"/>
        </w:numPr>
      </w:pPr>
      <w:r w:rsidRPr="00DE284E">
        <w:t xml:space="preserve">The name of the </w:t>
      </w:r>
      <w:r w:rsidR="001B46FA">
        <w:t>instructor(s);</w:t>
      </w:r>
    </w:p>
    <w:p w:rsidR="00350E23" w:rsidRPr="00DE284E" w:rsidRDefault="00350E23" w:rsidP="00761614">
      <w:pPr>
        <w:pStyle w:val="BodyText"/>
        <w:numPr>
          <w:ilvl w:val="0"/>
          <w:numId w:val="44"/>
        </w:numPr>
      </w:pPr>
      <w:r w:rsidRPr="00DE284E">
        <w:t>Whether an assessment will be part of the procedure</w:t>
      </w:r>
      <w:r w:rsidR="001B46FA">
        <w:t>;</w:t>
      </w:r>
    </w:p>
    <w:p w:rsidR="00350E23" w:rsidRPr="00DE284E" w:rsidRDefault="001B46FA" w:rsidP="00761614">
      <w:pPr>
        <w:pStyle w:val="BodyText"/>
        <w:numPr>
          <w:ilvl w:val="0"/>
          <w:numId w:val="44"/>
        </w:numPr>
      </w:pPr>
      <w:r>
        <w:t>If an assessment if part of the procedure</w:t>
      </w:r>
      <w:r w:rsidR="00350E23" w:rsidRPr="00DE284E">
        <w:t>, what level of performance is expected</w:t>
      </w:r>
      <w:r>
        <w:t>;</w:t>
      </w:r>
    </w:p>
    <w:p w:rsidR="00350E23" w:rsidRPr="00DE284E" w:rsidRDefault="00350E23" w:rsidP="00761614">
      <w:pPr>
        <w:pStyle w:val="BodyText"/>
        <w:numPr>
          <w:ilvl w:val="0"/>
          <w:numId w:val="44"/>
        </w:numPr>
      </w:pPr>
      <w:r w:rsidRPr="00DE284E">
        <w:t>The consequences of not passing the assessment</w:t>
      </w:r>
      <w:r w:rsidR="001B46FA">
        <w:t>;</w:t>
      </w:r>
    </w:p>
    <w:p w:rsidR="00DA069F" w:rsidRPr="001B46FA" w:rsidRDefault="00DA069F" w:rsidP="00761614">
      <w:pPr>
        <w:pStyle w:val="BodyText"/>
        <w:numPr>
          <w:ilvl w:val="0"/>
          <w:numId w:val="44"/>
        </w:numPr>
        <w:rPr>
          <w:highlight w:val="yellow"/>
        </w:rPr>
      </w:pPr>
      <w:r w:rsidRPr="001B46FA">
        <w:rPr>
          <w:highlight w:val="yellow"/>
        </w:rPr>
        <w:t>The rights of the VTSO (</w:t>
      </w:r>
      <w:r w:rsidR="00696F4D" w:rsidRPr="001B46FA">
        <w:rPr>
          <w:highlight w:val="yellow"/>
        </w:rPr>
        <w:t>review</w:t>
      </w:r>
      <w:r w:rsidRPr="001B46FA">
        <w:rPr>
          <w:highlight w:val="yellow"/>
        </w:rPr>
        <w:t xml:space="preserve"> the exercise, ask second opinion and so forth)</w:t>
      </w:r>
    </w:p>
    <w:p w:rsidR="00A25724" w:rsidRPr="00DE284E" w:rsidRDefault="00A25724" w:rsidP="008A50BC">
      <w:pPr>
        <w:jc w:val="both"/>
        <w:rPr>
          <w:lang w:eastAsia="de-DE"/>
        </w:rPr>
      </w:pPr>
    </w:p>
    <w:p w:rsidR="00A25724" w:rsidRPr="00DE284E" w:rsidRDefault="008257F7" w:rsidP="009D153D">
      <w:pPr>
        <w:pStyle w:val="Heading1"/>
        <w:numPr>
          <w:ilvl w:val="0"/>
          <w:numId w:val="0"/>
        </w:numPr>
        <w:jc w:val="both"/>
      </w:pPr>
      <w:bookmarkStart w:id="41" w:name="_Toc432680601"/>
      <w:bookmarkStart w:id="42" w:name="_Toc444069201"/>
      <w:r>
        <w:t>2</w:t>
      </w:r>
      <w:r w:rsidR="009D153D">
        <w:tab/>
      </w:r>
      <w:r w:rsidR="00A25724" w:rsidRPr="00DE284E">
        <w:t>IMPLEMENTATION</w:t>
      </w:r>
      <w:bookmarkEnd w:id="41"/>
      <w:bookmarkEnd w:id="42"/>
    </w:p>
    <w:p w:rsidR="006D578E" w:rsidRPr="001B46FA" w:rsidRDefault="006D578E" w:rsidP="001B46FA">
      <w:pPr>
        <w:pStyle w:val="BodyText"/>
        <w:rPr>
          <w:lang w:eastAsia="de-DE"/>
        </w:rPr>
      </w:pPr>
      <w:r w:rsidRPr="001B46FA">
        <w:rPr>
          <w:lang w:eastAsia="de-DE"/>
        </w:rPr>
        <w:t xml:space="preserve">To deliver a programme of </w:t>
      </w:r>
      <w:r w:rsidR="001B46FA" w:rsidRPr="001B46FA">
        <w:rPr>
          <w:lang w:eastAsia="de-DE"/>
        </w:rPr>
        <w:t>revalidation</w:t>
      </w:r>
      <w:r w:rsidR="00D6413C" w:rsidRPr="001B46FA">
        <w:rPr>
          <w:lang w:eastAsia="de-DE"/>
        </w:rPr>
        <w:t xml:space="preserve"> </w:t>
      </w:r>
      <w:r w:rsidRPr="001B46FA">
        <w:rPr>
          <w:lang w:eastAsia="de-DE"/>
        </w:rPr>
        <w:t>training effectively, consideration should be given to the availability and the most effective use of:</w:t>
      </w:r>
    </w:p>
    <w:p w:rsidR="00DA069F" w:rsidRPr="001B46FA" w:rsidRDefault="00DA069F" w:rsidP="00761614">
      <w:pPr>
        <w:pStyle w:val="BodyText"/>
        <w:numPr>
          <w:ilvl w:val="0"/>
          <w:numId w:val="37"/>
        </w:numPr>
        <w:rPr>
          <w:lang w:eastAsia="de-DE"/>
        </w:rPr>
      </w:pPr>
      <w:r w:rsidRPr="001B46FA">
        <w:rPr>
          <w:lang w:eastAsia="de-DE"/>
        </w:rPr>
        <w:t>Learning goals and a lesson plan as laid out in IALA Guideline 1103)</w:t>
      </w:r>
    </w:p>
    <w:p w:rsidR="005443DA" w:rsidRPr="001B46FA" w:rsidRDefault="005443DA" w:rsidP="00761614">
      <w:pPr>
        <w:pStyle w:val="BodyText"/>
        <w:numPr>
          <w:ilvl w:val="0"/>
          <w:numId w:val="37"/>
        </w:numPr>
        <w:rPr>
          <w:lang w:eastAsia="de-DE"/>
        </w:rPr>
      </w:pPr>
      <w:r w:rsidRPr="001B46FA">
        <w:rPr>
          <w:lang w:eastAsia="de-DE"/>
        </w:rPr>
        <w:t>The appliance of a standardised norm for building the exercise,</w:t>
      </w:r>
    </w:p>
    <w:p w:rsidR="006D578E" w:rsidRPr="001B46FA" w:rsidRDefault="006D578E" w:rsidP="00761614">
      <w:pPr>
        <w:pStyle w:val="BodyText"/>
        <w:numPr>
          <w:ilvl w:val="0"/>
          <w:numId w:val="37"/>
        </w:numPr>
        <w:rPr>
          <w:lang w:eastAsia="de-DE"/>
        </w:rPr>
      </w:pPr>
      <w:r w:rsidRPr="001B46FA">
        <w:rPr>
          <w:lang w:eastAsia="de-DE"/>
        </w:rPr>
        <w:t>Qualified instructors,</w:t>
      </w:r>
    </w:p>
    <w:p w:rsidR="006D578E" w:rsidRPr="001B46FA" w:rsidRDefault="006D578E" w:rsidP="00761614">
      <w:pPr>
        <w:pStyle w:val="BodyText"/>
        <w:numPr>
          <w:ilvl w:val="0"/>
          <w:numId w:val="37"/>
        </w:numPr>
        <w:rPr>
          <w:lang w:eastAsia="de-DE"/>
        </w:rPr>
      </w:pPr>
      <w:r w:rsidRPr="001B46FA">
        <w:rPr>
          <w:lang w:eastAsia="de-DE"/>
        </w:rPr>
        <w:t>Support staff,</w:t>
      </w:r>
    </w:p>
    <w:p w:rsidR="006D578E" w:rsidRPr="001B46FA" w:rsidRDefault="005443DA" w:rsidP="00761614">
      <w:pPr>
        <w:pStyle w:val="BodyText"/>
        <w:numPr>
          <w:ilvl w:val="0"/>
          <w:numId w:val="37"/>
        </w:numPr>
        <w:rPr>
          <w:lang w:eastAsia="de-DE"/>
        </w:rPr>
      </w:pPr>
      <w:r w:rsidRPr="001B46FA">
        <w:rPr>
          <w:lang w:eastAsia="de-DE"/>
        </w:rPr>
        <w:t>Briefing / debriefing r</w:t>
      </w:r>
      <w:r w:rsidR="006D578E" w:rsidRPr="001B46FA">
        <w:rPr>
          <w:lang w:eastAsia="de-DE"/>
        </w:rPr>
        <w:t>ooms, and other relevant facilities,</w:t>
      </w:r>
    </w:p>
    <w:p w:rsidR="006D578E" w:rsidRPr="001B46FA" w:rsidRDefault="006D578E" w:rsidP="00761614">
      <w:pPr>
        <w:pStyle w:val="BodyText"/>
        <w:numPr>
          <w:ilvl w:val="0"/>
          <w:numId w:val="37"/>
        </w:numPr>
        <w:rPr>
          <w:lang w:eastAsia="de-DE"/>
        </w:rPr>
      </w:pPr>
      <w:r w:rsidRPr="001B46FA">
        <w:rPr>
          <w:lang w:eastAsia="de-DE"/>
        </w:rPr>
        <w:t>Equipment, including simulators,</w:t>
      </w:r>
    </w:p>
    <w:p w:rsidR="006D578E" w:rsidRPr="001B46FA" w:rsidRDefault="005443DA" w:rsidP="00761614">
      <w:pPr>
        <w:pStyle w:val="BodyText"/>
        <w:numPr>
          <w:ilvl w:val="0"/>
          <w:numId w:val="37"/>
        </w:numPr>
        <w:rPr>
          <w:lang w:eastAsia="de-DE"/>
        </w:rPr>
      </w:pPr>
      <w:r w:rsidRPr="001B46FA">
        <w:rPr>
          <w:lang w:eastAsia="de-DE"/>
        </w:rPr>
        <w:t>Sites, interactive maps, video-material, t</w:t>
      </w:r>
      <w:r w:rsidR="006D578E" w:rsidRPr="001B46FA">
        <w:rPr>
          <w:lang w:eastAsia="de-DE"/>
        </w:rPr>
        <w:t>extbooks</w:t>
      </w:r>
      <w:r w:rsidRPr="001B46FA">
        <w:rPr>
          <w:lang w:eastAsia="de-DE"/>
        </w:rPr>
        <w:t xml:space="preserve">, </w:t>
      </w:r>
      <w:r w:rsidR="006D578E" w:rsidRPr="001B46FA">
        <w:rPr>
          <w:lang w:eastAsia="de-DE"/>
        </w:rPr>
        <w:t>technical/professional papers,</w:t>
      </w:r>
    </w:p>
    <w:p w:rsidR="006D578E" w:rsidRPr="001B46FA" w:rsidRDefault="006D578E" w:rsidP="00761614">
      <w:pPr>
        <w:pStyle w:val="BodyText"/>
        <w:numPr>
          <w:ilvl w:val="0"/>
          <w:numId w:val="37"/>
        </w:numPr>
        <w:rPr>
          <w:lang w:eastAsia="de-DE"/>
        </w:rPr>
      </w:pPr>
      <w:r w:rsidRPr="001B46FA">
        <w:rPr>
          <w:lang w:eastAsia="de-DE"/>
        </w:rPr>
        <w:t>Other sources of information to support the training proc</w:t>
      </w:r>
      <w:r w:rsidR="005443DA" w:rsidRPr="001B46FA">
        <w:rPr>
          <w:lang w:eastAsia="de-DE"/>
        </w:rPr>
        <w:t>ess</w:t>
      </w:r>
    </w:p>
    <w:p w:rsidR="008A29E0" w:rsidRPr="001B46FA" w:rsidRDefault="008A29E0" w:rsidP="00761614">
      <w:pPr>
        <w:pStyle w:val="BodyText"/>
        <w:numPr>
          <w:ilvl w:val="0"/>
          <w:numId w:val="37"/>
        </w:numPr>
        <w:rPr>
          <w:lang w:eastAsia="de-DE"/>
        </w:rPr>
      </w:pPr>
      <w:r w:rsidRPr="001B46FA">
        <w:rPr>
          <w:lang w:eastAsia="de-DE"/>
        </w:rPr>
        <w:t>References to V-103/1 and/or V-103/3 courses</w:t>
      </w:r>
      <w:r w:rsidR="001B46FA" w:rsidRPr="001B46FA">
        <w:rPr>
          <w:lang w:eastAsia="de-DE"/>
        </w:rPr>
        <w:t xml:space="preserve"> and IALA</w:t>
      </w:r>
      <w:r w:rsidR="005443DA" w:rsidRPr="001B46FA">
        <w:rPr>
          <w:lang w:eastAsia="de-DE"/>
        </w:rPr>
        <w:t xml:space="preserve"> Guideline 1103</w:t>
      </w:r>
    </w:p>
    <w:p w:rsidR="00DA069F" w:rsidRPr="00DE284E" w:rsidRDefault="00DA069F" w:rsidP="00DA069F">
      <w:pPr>
        <w:ind w:left="851"/>
        <w:jc w:val="both"/>
        <w:rPr>
          <w:bCs/>
          <w:highlight w:val="yellow"/>
          <w:lang w:eastAsia="de-DE"/>
        </w:rPr>
      </w:pPr>
    </w:p>
    <w:p w:rsidR="006D578E" w:rsidRPr="00DE284E" w:rsidRDefault="006D578E" w:rsidP="008A50BC">
      <w:pPr>
        <w:jc w:val="both"/>
        <w:rPr>
          <w:lang w:eastAsia="de-DE"/>
        </w:rPr>
      </w:pPr>
    </w:p>
    <w:p w:rsidR="00A25724" w:rsidRPr="00DE284E" w:rsidRDefault="008257F7" w:rsidP="008257F7">
      <w:pPr>
        <w:pStyle w:val="Heading1"/>
        <w:numPr>
          <w:ilvl w:val="0"/>
          <w:numId w:val="0"/>
        </w:numPr>
        <w:jc w:val="both"/>
      </w:pPr>
      <w:bookmarkStart w:id="43" w:name="_Toc432680602"/>
      <w:bookmarkStart w:id="44" w:name="_Toc444069202"/>
      <w:r>
        <w:lastRenderedPageBreak/>
        <w:t>3</w:t>
      </w:r>
      <w:r>
        <w:tab/>
      </w:r>
      <w:r w:rsidR="00A25724" w:rsidRPr="00DE284E">
        <w:t>VALIDATION</w:t>
      </w:r>
      <w:bookmarkEnd w:id="43"/>
      <w:bookmarkEnd w:id="44"/>
    </w:p>
    <w:p w:rsidR="00301D4A" w:rsidRPr="00DE284E" w:rsidRDefault="00A1021C" w:rsidP="008A50BC">
      <w:pPr>
        <w:jc w:val="both"/>
        <w:rPr>
          <w:lang w:eastAsia="de-DE"/>
        </w:rPr>
      </w:pPr>
      <w:r w:rsidRPr="00DE284E">
        <w:rPr>
          <w:szCs w:val="22"/>
        </w:rPr>
        <w:t>This</w:t>
      </w:r>
      <w:r w:rsidR="00301D4A" w:rsidRPr="00DE284E">
        <w:rPr>
          <w:szCs w:val="22"/>
        </w:rPr>
        <w:t xml:space="preserve"> </w:t>
      </w:r>
      <w:r w:rsidR="001B46FA">
        <w:rPr>
          <w:szCs w:val="22"/>
        </w:rPr>
        <w:t>m</w:t>
      </w:r>
      <w:r w:rsidRPr="00DE284E">
        <w:rPr>
          <w:szCs w:val="22"/>
        </w:rPr>
        <w:t xml:space="preserve">odel </w:t>
      </w:r>
      <w:r w:rsidR="001B46FA">
        <w:rPr>
          <w:szCs w:val="22"/>
        </w:rPr>
        <w:t>c</w:t>
      </w:r>
      <w:r w:rsidRPr="00DE284E">
        <w:rPr>
          <w:szCs w:val="22"/>
        </w:rPr>
        <w:t>ourse</w:t>
      </w:r>
      <w:r w:rsidR="00301D4A" w:rsidRPr="00DE284E">
        <w:rPr>
          <w:szCs w:val="22"/>
        </w:rPr>
        <w:t xml:space="preserve"> has been </w:t>
      </w:r>
      <w:r w:rsidRPr="00DE284E">
        <w:rPr>
          <w:szCs w:val="22"/>
        </w:rPr>
        <w:t xml:space="preserve">prepared and </w:t>
      </w:r>
      <w:r w:rsidR="00301D4A" w:rsidRPr="00DE284E">
        <w:rPr>
          <w:szCs w:val="22"/>
        </w:rPr>
        <w:t xml:space="preserve">validated by a group of </w:t>
      </w:r>
      <w:r w:rsidRPr="00DE284E">
        <w:rPr>
          <w:szCs w:val="22"/>
        </w:rPr>
        <w:t xml:space="preserve">experts in VTS training, operations and </w:t>
      </w:r>
      <w:r w:rsidR="00335E77" w:rsidRPr="00DE284E">
        <w:rPr>
          <w:szCs w:val="22"/>
        </w:rPr>
        <w:t>technology</w:t>
      </w:r>
      <w:r w:rsidRPr="00DE284E">
        <w:rPr>
          <w:szCs w:val="22"/>
        </w:rPr>
        <w:t xml:space="preserve">. This </w:t>
      </w:r>
      <w:r w:rsidR="001B46FA">
        <w:rPr>
          <w:szCs w:val="22"/>
        </w:rPr>
        <w:t>m</w:t>
      </w:r>
      <w:r w:rsidRPr="00DE284E">
        <w:rPr>
          <w:szCs w:val="22"/>
        </w:rPr>
        <w:t xml:space="preserve">odel </w:t>
      </w:r>
      <w:r w:rsidR="001B46FA">
        <w:rPr>
          <w:szCs w:val="22"/>
        </w:rPr>
        <w:t>c</w:t>
      </w:r>
      <w:r w:rsidRPr="00DE284E">
        <w:rPr>
          <w:szCs w:val="22"/>
        </w:rPr>
        <w:t>ourse has been approved by the IALA VTS Committee and IALA Council.</w:t>
      </w:r>
    </w:p>
    <w:p w:rsidR="00A25724" w:rsidRPr="00DE284E" w:rsidRDefault="008257F7" w:rsidP="008257F7">
      <w:pPr>
        <w:pStyle w:val="Heading1"/>
        <w:numPr>
          <w:ilvl w:val="0"/>
          <w:numId w:val="0"/>
        </w:numPr>
        <w:jc w:val="both"/>
      </w:pPr>
      <w:bookmarkStart w:id="45" w:name="_Toc432680603"/>
      <w:bookmarkStart w:id="46" w:name="_Toc444069203"/>
      <w:r>
        <w:t>4</w:t>
      </w:r>
      <w:r>
        <w:tab/>
      </w:r>
      <w:r w:rsidR="00A25724" w:rsidRPr="00DE284E">
        <w:t>training programme</w:t>
      </w:r>
      <w:bookmarkEnd w:id="45"/>
      <w:bookmarkEnd w:id="46"/>
    </w:p>
    <w:p w:rsidR="00933B6E" w:rsidRPr="00DE284E" w:rsidRDefault="008257F7" w:rsidP="008257F7">
      <w:pPr>
        <w:pStyle w:val="Heading2"/>
        <w:numPr>
          <w:ilvl w:val="0"/>
          <w:numId w:val="0"/>
        </w:numPr>
        <w:jc w:val="both"/>
        <w:rPr>
          <w:lang w:eastAsia="de-DE"/>
        </w:rPr>
      </w:pPr>
      <w:bookmarkStart w:id="47" w:name="_Toc432680604"/>
      <w:bookmarkStart w:id="48" w:name="_Toc444069204"/>
      <w:r>
        <w:rPr>
          <w:lang w:eastAsia="de-DE"/>
        </w:rPr>
        <w:t>4.1</w:t>
      </w:r>
      <w:r>
        <w:rPr>
          <w:lang w:eastAsia="de-DE"/>
        </w:rPr>
        <w:tab/>
      </w:r>
      <w:r w:rsidR="00933B6E" w:rsidRPr="00DE284E">
        <w:rPr>
          <w:lang w:eastAsia="de-DE"/>
        </w:rPr>
        <w:t>General principles</w:t>
      </w:r>
      <w:bookmarkEnd w:id="47"/>
      <w:bookmarkEnd w:id="48"/>
    </w:p>
    <w:p w:rsidR="006D578E" w:rsidRPr="00DE284E" w:rsidRDefault="00547A62" w:rsidP="008A50BC">
      <w:pPr>
        <w:jc w:val="both"/>
        <w:rPr>
          <w:lang w:eastAsia="de-DE"/>
        </w:rPr>
      </w:pPr>
      <w:r w:rsidRPr="00DE284E">
        <w:rPr>
          <w:lang w:eastAsia="de-DE"/>
        </w:rPr>
        <w:t>Programmes of recurrent, adaptation and updating</w:t>
      </w:r>
      <w:r w:rsidR="006D578E" w:rsidRPr="00DE284E">
        <w:rPr>
          <w:lang w:eastAsia="de-DE"/>
        </w:rPr>
        <w:t xml:space="preserve"> training should</w:t>
      </w:r>
      <w:r w:rsidRPr="00DE284E">
        <w:rPr>
          <w:lang w:eastAsia="de-DE"/>
        </w:rPr>
        <w:t xml:space="preserve"> be comprehensively planned and should</w:t>
      </w:r>
      <w:r w:rsidR="006D578E" w:rsidRPr="00DE284E">
        <w:rPr>
          <w:lang w:eastAsia="de-DE"/>
        </w:rPr>
        <w:t xml:space="preserve"> consist of a structured scheme of work combined with detailed lesson/training plans for each subject area providing:</w:t>
      </w:r>
    </w:p>
    <w:p w:rsidR="006D578E" w:rsidRPr="00DE284E" w:rsidRDefault="006D578E" w:rsidP="00761614">
      <w:pPr>
        <w:numPr>
          <w:ilvl w:val="0"/>
          <w:numId w:val="27"/>
        </w:numPr>
        <w:ind w:left="851"/>
        <w:jc w:val="both"/>
        <w:rPr>
          <w:lang w:eastAsia="de-DE"/>
        </w:rPr>
      </w:pPr>
      <w:r w:rsidRPr="00DE284E">
        <w:rPr>
          <w:lang w:eastAsia="de-DE"/>
        </w:rPr>
        <w:t>Clear learning objectives/goals;</w:t>
      </w:r>
    </w:p>
    <w:p w:rsidR="006D578E" w:rsidRPr="00DE284E" w:rsidRDefault="006D578E" w:rsidP="00761614">
      <w:pPr>
        <w:numPr>
          <w:ilvl w:val="0"/>
          <w:numId w:val="27"/>
        </w:numPr>
        <w:ind w:left="851"/>
        <w:jc w:val="both"/>
        <w:rPr>
          <w:lang w:eastAsia="de-DE"/>
        </w:rPr>
      </w:pPr>
      <w:r w:rsidRPr="00DE284E">
        <w:rPr>
          <w:lang w:eastAsia="de-DE"/>
        </w:rPr>
        <w:t>Reference to relevant competencies contained in IALA Model Courses V-103/1, V-103/2 (if applicable) and V-103/3;</w:t>
      </w:r>
    </w:p>
    <w:p w:rsidR="006D578E" w:rsidRPr="00DE284E" w:rsidRDefault="006D578E" w:rsidP="00761614">
      <w:pPr>
        <w:numPr>
          <w:ilvl w:val="0"/>
          <w:numId w:val="27"/>
        </w:numPr>
        <w:ind w:left="851"/>
        <w:jc w:val="both"/>
        <w:rPr>
          <w:lang w:eastAsia="de-DE"/>
        </w:rPr>
      </w:pPr>
      <w:r w:rsidRPr="00DE284E">
        <w:rPr>
          <w:lang w:eastAsia="de-DE"/>
        </w:rPr>
        <w:t xml:space="preserve">Specific assessment strategies to </w:t>
      </w:r>
      <w:proofErr w:type="gramStart"/>
      <w:r w:rsidRPr="00DE284E">
        <w:rPr>
          <w:lang w:eastAsia="de-DE"/>
        </w:rPr>
        <w:t>verify,</w:t>
      </w:r>
      <w:proofErr w:type="gramEnd"/>
      <w:r w:rsidRPr="00DE284E">
        <w:rPr>
          <w:lang w:eastAsia="de-DE"/>
        </w:rPr>
        <w:t xml:space="preserve"> ascertain and record competence in the relevant subject areas.</w:t>
      </w:r>
    </w:p>
    <w:p w:rsidR="006D578E" w:rsidRPr="00DE284E" w:rsidRDefault="006D578E" w:rsidP="008A50BC">
      <w:pPr>
        <w:ind w:left="1712"/>
        <w:jc w:val="both"/>
        <w:rPr>
          <w:lang w:eastAsia="de-DE"/>
        </w:rPr>
      </w:pPr>
    </w:p>
    <w:p w:rsidR="006D578E" w:rsidRPr="001B46FA" w:rsidRDefault="00A76B1D" w:rsidP="008A50BC">
      <w:pPr>
        <w:jc w:val="both"/>
        <w:rPr>
          <w:lang w:eastAsia="de-DE"/>
        </w:rPr>
      </w:pPr>
      <w:r w:rsidRPr="001B46FA">
        <w:rPr>
          <w:lang w:eastAsia="de-DE"/>
        </w:rPr>
        <w:t>Programmes of recurrent, adaptation and updating</w:t>
      </w:r>
      <w:r w:rsidR="006D578E" w:rsidRPr="001B46FA">
        <w:rPr>
          <w:lang w:eastAsia="de-DE"/>
        </w:rPr>
        <w:t xml:space="preserve"> training should be structured so that all elements of the scheme of work and detailed lesson/training plans are:</w:t>
      </w:r>
    </w:p>
    <w:p w:rsidR="00A76B1D" w:rsidRPr="001B46FA" w:rsidRDefault="00A76B1D" w:rsidP="008A50BC">
      <w:pPr>
        <w:jc w:val="both"/>
        <w:rPr>
          <w:lang w:eastAsia="de-DE"/>
        </w:rPr>
      </w:pPr>
    </w:p>
    <w:p w:rsidR="006D578E" w:rsidRPr="001B46FA" w:rsidRDefault="006D578E" w:rsidP="008A50BC">
      <w:pPr>
        <w:ind w:left="851"/>
        <w:jc w:val="both"/>
        <w:rPr>
          <w:lang w:eastAsia="de-DE"/>
        </w:rPr>
      </w:pPr>
      <w:r w:rsidRPr="001B46FA">
        <w:rPr>
          <w:b/>
          <w:bCs/>
          <w:lang w:eastAsia="de-DE"/>
        </w:rPr>
        <w:t xml:space="preserve">S </w:t>
      </w:r>
      <w:r w:rsidRPr="001B46FA">
        <w:rPr>
          <w:b/>
          <w:bCs/>
          <w:lang w:eastAsia="de-DE"/>
        </w:rPr>
        <w:tab/>
      </w:r>
      <w:r w:rsidRPr="001B46FA">
        <w:rPr>
          <w:lang w:eastAsia="de-DE"/>
        </w:rPr>
        <w:t xml:space="preserve">- </w:t>
      </w:r>
      <w:proofErr w:type="gramStart"/>
      <w:r w:rsidRPr="001B46FA">
        <w:rPr>
          <w:lang w:eastAsia="de-DE"/>
        </w:rPr>
        <w:t>specific</w:t>
      </w:r>
      <w:proofErr w:type="gramEnd"/>
      <w:r w:rsidRPr="001B46FA">
        <w:rPr>
          <w:lang w:eastAsia="de-DE"/>
        </w:rPr>
        <w:t xml:space="preserve">, significant, stretching; </w:t>
      </w:r>
    </w:p>
    <w:p w:rsidR="006D578E" w:rsidRPr="001B46FA" w:rsidRDefault="006D578E" w:rsidP="008A50BC">
      <w:pPr>
        <w:ind w:left="851"/>
        <w:jc w:val="both"/>
        <w:rPr>
          <w:lang w:eastAsia="de-DE"/>
        </w:rPr>
      </w:pPr>
      <w:r w:rsidRPr="001B46FA">
        <w:rPr>
          <w:b/>
          <w:bCs/>
          <w:lang w:eastAsia="de-DE"/>
        </w:rPr>
        <w:t xml:space="preserve">M </w:t>
      </w:r>
      <w:r w:rsidRPr="001B46FA">
        <w:rPr>
          <w:b/>
          <w:bCs/>
          <w:lang w:eastAsia="de-DE"/>
        </w:rPr>
        <w:tab/>
      </w:r>
      <w:r w:rsidRPr="001B46FA">
        <w:rPr>
          <w:lang w:eastAsia="de-DE"/>
        </w:rPr>
        <w:t xml:space="preserve">- </w:t>
      </w:r>
      <w:proofErr w:type="gramStart"/>
      <w:r w:rsidRPr="001B46FA">
        <w:rPr>
          <w:lang w:eastAsia="de-DE"/>
        </w:rPr>
        <w:t>measurable</w:t>
      </w:r>
      <w:proofErr w:type="gramEnd"/>
      <w:r w:rsidRPr="001B46FA">
        <w:rPr>
          <w:lang w:eastAsia="de-DE"/>
        </w:rPr>
        <w:t xml:space="preserve">, meaningful, motivational; </w:t>
      </w:r>
    </w:p>
    <w:p w:rsidR="006D578E" w:rsidRPr="001B46FA" w:rsidRDefault="006D578E" w:rsidP="008A50BC">
      <w:pPr>
        <w:ind w:left="851"/>
        <w:jc w:val="both"/>
        <w:rPr>
          <w:lang w:eastAsia="de-DE"/>
        </w:rPr>
      </w:pPr>
      <w:r w:rsidRPr="001B46FA">
        <w:rPr>
          <w:b/>
          <w:bCs/>
          <w:lang w:eastAsia="de-DE"/>
        </w:rPr>
        <w:t>A</w:t>
      </w:r>
      <w:r w:rsidRPr="001B46FA">
        <w:rPr>
          <w:b/>
          <w:bCs/>
          <w:lang w:eastAsia="de-DE"/>
        </w:rPr>
        <w:tab/>
      </w:r>
      <w:r w:rsidRPr="001B46FA">
        <w:rPr>
          <w:lang w:eastAsia="de-DE"/>
        </w:rPr>
        <w:t xml:space="preserve">- </w:t>
      </w:r>
      <w:proofErr w:type="gramStart"/>
      <w:r w:rsidRPr="001B46FA">
        <w:rPr>
          <w:lang w:eastAsia="de-DE"/>
        </w:rPr>
        <w:t>agreed</w:t>
      </w:r>
      <w:proofErr w:type="gramEnd"/>
      <w:r w:rsidRPr="001B46FA">
        <w:rPr>
          <w:lang w:eastAsia="de-DE"/>
        </w:rPr>
        <w:t xml:space="preserve"> upon, attainable, achievable, acceptable, action-oriented; </w:t>
      </w:r>
    </w:p>
    <w:p w:rsidR="006D578E" w:rsidRPr="001B46FA" w:rsidRDefault="006D578E" w:rsidP="008A50BC">
      <w:pPr>
        <w:ind w:left="851"/>
        <w:jc w:val="both"/>
        <w:rPr>
          <w:lang w:eastAsia="de-DE"/>
        </w:rPr>
      </w:pPr>
      <w:r w:rsidRPr="001B46FA">
        <w:rPr>
          <w:b/>
          <w:bCs/>
          <w:lang w:eastAsia="de-DE"/>
        </w:rPr>
        <w:t xml:space="preserve">R </w:t>
      </w:r>
      <w:r w:rsidRPr="001B46FA">
        <w:rPr>
          <w:b/>
          <w:bCs/>
          <w:lang w:eastAsia="de-DE"/>
        </w:rPr>
        <w:tab/>
      </w:r>
      <w:r w:rsidRPr="001B46FA">
        <w:rPr>
          <w:lang w:eastAsia="de-DE"/>
        </w:rPr>
        <w:t xml:space="preserve">- </w:t>
      </w:r>
      <w:proofErr w:type="gramStart"/>
      <w:r w:rsidRPr="001B46FA">
        <w:rPr>
          <w:lang w:eastAsia="de-DE"/>
        </w:rPr>
        <w:t>realistic</w:t>
      </w:r>
      <w:proofErr w:type="gramEnd"/>
      <w:r w:rsidRPr="001B46FA">
        <w:rPr>
          <w:lang w:eastAsia="de-DE"/>
        </w:rPr>
        <w:t xml:space="preserve">, relevant, reasonable, rewarding, results-oriented; </w:t>
      </w:r>
    </w:p>
    <w:p w:rsidR="006D578E" w:rsidRPr="001B46FA" w:rsidRDefault="006D578E" w:rsidP="008A50BC">
      <w:pPr>
        <w:ind w:left="851"/>
        <w:jc w:val="both"/>
        <w:rPr>
          <w:lang w:eastAsia="de-DE"/>
        </w:rPr>
      </w:pPr>
      <w:r w:rsidRPr="001B46FA">
        <w:rPr>
          <w:b/>
          <w:bCs/>
          <w:lang w:eastAsia="de-DE"/>
        </w:rPr>
        <w:t xml:space="preserve">T </w:t>
      </w:r>
      <w:r w:rsidRPr="001B46FA">
        <w:rPr>
          <w:b/>
          <w:bCs/>
          <w:lang w:eastAsia="de-DE"/>
        </w:rPr>
        <w:tab/>
      </w:r>
      <w:r w:rsidRPr="001B46FA">
        <w:rPr>
          <w:lang w:eastAsia="de-DE"/>
        </w:rPr>
        <w:t>- time-based, timely, tangible, traceable.</w:t>
      </w:r>
    </w:p>
    <w:p w:rsidR="006D578E" w:rsidRPr="001B46FA" w:rsidRDefault="006D578E" w:rsidP="008A50BC">
      <w:pPr>
        <w:jc w:val="both"/>
        <w:rPr>
          <w:lang w:eastAsia="de-DE"/>
        </w:rPr>
      </w:pPr>
    </w:p>
    <w:p w:rsidR="003F1D27" w:rsidRPr="001B46FA" w:rsidRDefault="002B39F3" w:rsidP="008A50BC">
      <w:pPr>
        <w:jc w:val="both"/>
        <w:rPr>
          <w:lang w:eastAsia="de-DE"/>
        </w:rPr>
      </w:pPr>
      <w:r w:rsidRPr="001B46FA">
        <w:rPr>
          <w:lang w:eastAsia="de-DE"/>
        </w:rPr>
        <w:t>Programmes of recurrent, adaptation and updating</w:t>
      </w:r>
      <w:r w:rsidR="003F1D27" w:rsidRPr="001B46FA">
        <w:rPr>
          <w:lang w:eastAsia="de-DE"/>
        </w:rPr>
        <w:t xml:space="preserve"> training should draw on a range of training delivery methods so as to maximise development opportunities. Delivery methods may include, but are not limited to:</w:t>
      </w:r>
    </w:p>
    <w:p w:rsidR="003F1D27" w:rsidRPr="001B46FA" w:rsidRDefault="003F1D27" w:rsidP="008A50BC">
      <w:pPr>
        <w:jc w:val="both"/>
        <w:rPr>
          <w:lang w:eastAsia="de-DE"/>
        </w:rPr>
      </w:pPr>
    </w:p>
    <w:p w:rsidR="003F1D27" w:rsidRPr="001B46FA" w:rsidRDefault="003F1D27" w:rsidP="00761614">
      <w:pPr>
        <w:pStyle w:val="ListParagraph"/>
        <w:numPr>
          <w:ilvl w:val="0"/>
          <w:numId w:val="28"/>
        </w:numPr>
        <w:ind w:left="851"/>
        <w:jc w:val="both"/>
        <w:rPr>
          <w:lang w:val="en-GB" w:eastAsia="de-DE"/>
        </w:rPr>
      </w:pPr>
      <w:r w:rsidRPr="001B46FA">
        <w:rPr>
          <w:lang w:val="en-GB" w:eastAsia="de-DE"/>
        </w:rPr>
        <w:t>Presentations,</w:t>
      </w:r>
    </w:p>
    <w:p w:rsidR="003F1D27" w:rsidRPr="001B46FA" w:rsidRDefault="003F1D27" w:rsidP="00761614">
      <w:pPr>
        <w:pStyle w:val="ListParagraph"/>
        <w:numPr>
          <w:ilvl w:val="0"/>
          <w:numId w:val="28"/>
        </w:numPr>
        <w:ind w:left="851"/>
        <w:jc w:val="both"/>
        <w:rPr>
          <w:lang w:val="en-GB" w:eastAsia="de-DE"/>
        </w:rPr>
      </w:pPr>
      <w:r w:rsidRPr="001B46FA">
        <w:rPr>
          <w:lang w:val="en-GB" w:eastAsia="de-DE"/>
        </w:rPr>
        <w:t>Guided discussions,</w:t>
      </w:r>
    </w:p>
    <w:p w:rsidR="003F1D27" w:rsidRPr="001B46FA" w:rsidRDefault="003F1D27" w:rsidP="00761614">
      <w:pPr>
        <w:pStyle w:val="ListParagraph"/>
        <w:numPr>
          <w:ilvl w:val="0"/>
          <w:numId w:val="28"/>
        </w:numPr>
        <w:ind w:left="851"/>
        <w:jc w:val="both"/>
        <w:rPr>
          <w:lang w:val="en-GB" w:eastAsia="de-DE"/>
        </w:rPr>
      </w:pPr>
      <w:r w:rsidRPr="001B46FA">
        <w:rPr>
          <w:lang w:val="en-GB" w:eastAsia="de-DE"/>
        </w:rPr>
        <w:t>Research based activities,</w:t>
      </w:r>
    </w:p>
    <w:p w:rsidR="003F1D27" w:rsidRPr="001B46FA" w:rsidRDefault="003F1D27" w:rsidP="00761614">
      <w:pPr>
        <w:pStyle w:val="ListParagraph"/>
        <w:numPr>
          <w:ilvl w:val="0"/>
          <w:numId w:val="28"/>
        </w:numPr>
        <w:ind w:left="851"/>
        <w:jc w:val="both"/>
        <w:rPr>
          <w:lang w:val="en-GB" w:eastAsia="de-DE"/>
        </w:rPr>
      </w:pPr>
      <w:r w:rsidRPr="001B46FA">
        <w:rPr>
          <w:lang w:val="en-GB" w:eastAsia="de-DE"/>
        </w:rPr>
        <w:t>Case studies,</w:t>
      </w:r>
    </w:p>
    <w:p w:rsidR="003F1D27" w:rsidRPr="001B46FA" w:rsidRDefault="003F1D27" w:rsidP="00761614">
      <w:pPr>
        <w:pStyle w:val="ListParagraph"/>
        <w:numPr>
          <w:ilvl w:val="0"/>
          <w:numId w:val="28"/>
        </w:numPr>
        <w:ind w:left="851"/>
        <w:jc w:val="both"/>
        <w:rPr>
          <w:lang w:val="en-GB" w:eastAsia="de-DE"/>
        </w:rPr>
      </w:pPr>
      <w:r w:rsidRPr="001B46FA">
        <w:rPr>
          <w:lang w:val="en-GB" w:eastAsia="de-DE"/>
        </w:rPr>
        <w:t>Simulation,</w:t>
      </w:r>
    </w:p>
    <w:p w:rsidR="003F1D27" w:rsidRPr="00DE284E" w:rsidRDefault="003F1D27" w:rsidP="008A50BC">
      <w:pPr>
        <w:jc w:val="both"/>
        <w:rPr>
          <w:lang w:eastAsia="de-DE"/>
        </w:rPr>
      </w:pPr>
    </w:p>
    <w:p w:rsidR="000B585B" w:rsidRDefault="004038E8" w:rsidP="008A50BC">
      <w:pPr>
        <w:jc w:val="both"/>
        <w:rPr>
          <w:highlight w:val="green"/>
          <w:lang w:eastAsia="de-DE"/>
        </w:rPr>
      </w:pPr>
      <w:r w:rsidRPr="00DE284E">
        <w:rPr>
          <w:highlight w:val="green"/>
          <w:lang w:eastAsia="de-DE"/>
        </w:rPr>
        <w:t>Competence – a combination of the attitude, knowledge and skill necessary to enable VTS</w:t>
      </w:r>
      <w:r w:rsidR="00D76F45" w:rsidRPr="00DE284E">
        <w:rPr>
          <w:highlight w:val="green"/>
          <w:lang w:eastAsia="de-DE"/>
        </w:rPr>
        <w:t>Os</w:t>
      </w:r>
      <w:r w:rsidRPr="00DE284E">
        <w:rPr>
          <w:highlight w:val="green"/>
          <w:lang w:eastAsia="de-DE"/>
        </w:rPr>
        <w:t xml:space="preserve"> to successfully perform their functions effectively and efficiently.</w:t>
      </w:r>
    </w:p>
    <w:p w:rsidR="000B585B" w:rsidRDefault="000B585B">
      <w:pPr>
        <w:rPr>
          <w:highlight w:val="green"/>
          <w:lang w:eastAsia="de-DE"/>
        </w:rPr>
      </w:pPr>
      <w:r>
        <w:rPr>
          <w:highlight w:val="green"/>
          <w:lang w:eastAsia="de-DE"/>
        </w:rPr>
        <w:br w:type="page"/>
      </w:r>
    </w:p>
    <w:p w:rsidR="00933B6E" w:rsidRPr="00DE284E" w:rsidRDefault="00933B6E" w:rsidP="008A50BC">
      <w:pPr>
        <w:jc w:val="both"/>
        <w:rPr>
          <w:lang w:eastAsia="de-DE"/>
        </w:rPr>
      </w:pPr>
    </w:p>
    <w:p w:rsidR="00933B6E" w:rsidRPr="00DE284E" w:rsidRDefault="008257F7" w:rsidP="008257F7">
      <w:pPr>
        <w:pStyle w:val="Heading2"/>
        <w:numPr>
          <w:ilvl w:val="0"/>
          <w:numId w:val="0"/>
        </w:numPr>
        <w:jc w:val="both"/>
        <w:rPr>
          <w:lang w:eastAsia="de-DE"/>
        </w:rPr>
      </w:pPr>
      <w:bookmarkStart w:id="49" w:name="_Toc432680605"/>
      <w:bookmarkStart w:id="50" w:name="_Toc444069205"/>
      <w:r>
        <w:rPr>
          <w:lang w:eastAsia="de-DE"/>
        </w:rPr>
        <w:t>4.2</w:t>
      </w:r>
      <w:r>
        <w:rPr>
          <w:lang w:eastAsia="de-DE"/>
        </w:rPr>
        <w:tab/>
      </w:r>
      <w:r w:rsidR="00933B6E" w:rsidRPr="00DE284E">
        <w:rPr>
          <w:lang w:eastAsia="de-DE"/>
        </w:rPr>
        <w:t>Training needs analysis</w:t>
      </w:r>
      <w:bookmarkEnd w:id="49"/>
      <w:bookmarkEnd w:id="50"/>
    </w:p>
    <w:p w:rsidR="004D639B" w:rsidRPr="00DE284E" w:rsidRDefault="004D639B" w:rsidP="008A50BC">
      <w:pPr>
        <w:jc w:val="both"/>
        <w:rPr>
          <w:highlight w:val="yellow"/>
          <w:lang w:eastAsia="de-DE"/>
        </w:rPr>
      </w:pPr>
    </w:p>
    <w:p w:rsidR="006D69AF" w:rsidRPr="00F142CA" w:rsidRDefault="006D69AF" w:rsidP="004D639B">
      <w:pPr>
        <w:pStyle w:val="BodyText"/>
      </w:pPr>
      <w:r w:rsidRPr="00F142CA">
        <w:t xml:space="preserve">The </w:t>
      </w:r>
      <w:r w:rsidR="00F142CA" w:rsidRPr="00F142CA">
        <w:t>t</w:t>
      </w:r>
      <w:r w:rsidRPr="00F142CA">
        <w:t xml:space="preserve">raining </w:t>
      </w:r>
      <w:r w:rsidR="00F142CA" w:rsidRPr="00F142CA">
        <w:t>n</w:t>
      </w:r>
      <w:r w:rsidRPr="00F142CA">
        <w:t xml:space="preserve">eeds </w:t>
      </w:r>
      <w:r w:rsidR="00F142CA" w:rsidRPr="00F142CA">
        <w:t>a</w:t>
      </w:r>
      <w:r w:rsidRPr="00F142CA">
        <w:t xml:space="preserve">nalysis, </w:t>
      </w:r>
      <w:r w:rsidR="00F142CA" w:rsidRPr="00F142CA">
        <w:t>as described in IALA Guideline 1103 (on Train the Trainer)</w:t>
      </w:r>
      <w:r w:rsidRPr="00F142CA">
        <w:t xml:space="preserve">, </w:t>
      </w:r>
      <w:r w:rsidR="00F142CA" w:rsidRPr="00F142CA">
        <w:t>provides a means to</w:t>
      </w:r>
      <w:r w:rsidRPr="00F142CA">
        <w:t xml:space="preserve"> establish the gap between the minimum acceptable standard of performance and the actual performance of the VTSO. </w:t>
      </w:r>
    </w:p>
    <w:p w:rsidR="006D69AF" w:rsidRPr="00DE284E" w:rsidRDefault="008A3D10" w:rsidP="004D639B">
      <w:pPr>
        <w:pStyle w:val="BodyText"/>
        <w:rPr>
          <w:highlight w:val="green"/>
        </w:rPr>
      </w:pPr>
      <w:r w:rsidRPr="00DE284E">
        <w:rPr>
          <w:noProof/>
          <w:lang w:val="nl-NL" w:eastAsia="nl-NL"/>
        </w:rPr>
        <mc:AlternateContent>
          <mc:Choice Requires="wps">
            <w:drawing>
              <wp:anchor distT="0" distB="0" distL="114300" distR="114300" simplePos="0" relativeHeight="251798016" behindDoc="0" locked="0" layoutInCell="1" allowOverlap="1" wp14:anchorId="0CD9F0AE" wp14:editId="1FF2F2CB">
                <wp:simplePos x="0" y="0"/>
                <wp:positionH relativeFrom="column">
                  <wp:posOffset>2206837</wp:posOffset>
                </wp:positionH>
                <wp:positionV relativeFrom="paragraph">
                  <wp:posOffset>1040130</wp:posOffset>
                </wp:positionV>
                <wp:extent cx="1452880" cy="620395"/>
                <wp:effectExtent l="76200" t="76200" r="147320" b="141605"/>
                <wp:wrapNone/>
                <wp:docPr id="19" name="Rechthoek 19"/>
                <wp:cNvGraphicFramePr/>
                <a:graphic xmlns:a="http://schemas.openxmlformats.org/drawingml/2006/main">
                  <a:graphicData uri="http://schemas.microsoft.com/office/word/2010/wordprocessingShape">
                    <wps:wsp>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rsidR="007F43ED" w:rsidRPr="00702CE8" w:rsidRDefault="007F43ED" w:rsidP="008A3D10">
                            <w:r>
                              <w:t>TRAINING NEEDS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hoek 19" o:spid="_x0000_s1053" style="position:absolute;left:0;text-align:left;margin-left:173.75pt;margin-top:81.9pt;width:114.4pt;height:48.85pt;z-index:25179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" fillcolor="#254163 [1636]" strokecolor="#4579b8 [3044]">
                <v:fill color2="#4477b6 [3012]" rotate="t" angle="180" colors="0 #2c5d98;52429f #3c7bc7;1 #3a7ccb" focus="100%" type="gradient">
                  <o:fill v:ext="view" type="gradientUnscaled"/>
                </v:fill>
                <v:shadow on="t" color="black" opacity="26214f" origin="-.5,-.5" offset=".74836mm,.74836mm"/>
                <v:textbox>
                  <w:txbxContent>
                    <w:p w:rsidR="007F43ED" w:rsidRPr="00702CE8" w:rsidRDefault="007F43ED" w:rsidP="008A3D10">
                      <w:r>
                        <w:t>TRAINING NEEDS</w:t>
                      </w:r>
                    </w:p>
                  </w:txbxContent>
                </v:textbox>
              </v:rect>
            </w:pict>
          </mc:Fallback>
        </mc:AlternateContent>
      </w:r>
      <w:r w:rsidRPr="00DE284E">
        <w:rPr>
          <w:rFonts w:cs="Arial"/>
          <w:noProof/>
          <w:szCs w:val="22"/>
          <w:lang w:val="nl-NL" w:eastAsia="nl-NL"/>
        </w:rPr>
        <mc:AlternateContent>
          <mc:Choice Requires="wps">
            <w:drawing>
              <wp:anchor distT="0" distB="0" distL="114300" distR="114300" simplePos="0" relativeHeight="251794944" behindDoc="1" locked="0" layoutInCell="1" allowOverlap="1" wp14:anchorId="46591656" wp14:editId="62BAAABF">
                <wp:simplePos x="0" y="0"/>
                <wp:positionH relativeFrom="column">
                  <wp:posOffset>2933700</wp:posOffset>
                </wp:positionH>
                <wp:positionV relativeFrom="paragraph">
                  <wp:posOffset>468630</wp:posOffset>
                </wp:positionV>
                <wp:extent cx="0" cy="571500"/>
                <wp:effectExtent l="127000" t="25400" r="101600" b="114300"/>
                <wp:wrapNone/>
                <wp:docPr id="15" name="Rechte verbindingslijn met pijl 15"/>
                <wp:cNvGraphicFramePr/>
                <a:graphic xmlns:a="http://schemas.openxmlformats.org/drawingml/2006/main">
                  <a:graphicData uri="http://schemas.microsoft.com/office/word/2010/wordprocessingShape">
                    <wps:wsp>
                      <wps:cNvCnPr/>
                      <wps:spPr>
                        <a:xfrm>
                          <a:off x="0" y="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xmlns:mo="http://schemas.microsoft.com/office/mac/office/2008/main" xmlns:mv="urn:schemas-microsoft-com:mac:vml">
            <w:pict>
              <v:shape id="Rechte verbindingslijn met pijl 15" o:spid="_x0000_s1026" type="#_x0000_t32" style="position:absolute;margin-left:231pt;margin-top:36.9pt;width:0;height:45pt;z-index:-251521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" strokecolor="#4f81bd [3204]" strokeweight="2pt">
                <v:stroke endarrow="open"/>
                <v:shadow on="t" opacity="24903f" mv:blur="40000f" origin=",.5" offset="0,20000emu"/>
              </v:shape>
            </w:pict>
          </mc:Fallback>
        </mc:AlternateContent>
      </w:r>
      <w:r w:rsidRPr="00DE284E">
        <w:rPr>
          <w:rFonts w:cs="Arial"/>
          <w:noProof/>
          <w:szCs w:val="22"/>
          <w:lang w:val="nl-NL" w:eastAsia="nl-NL"/>
        </w:rPr>
        <mc:AlternateContent>
          <mc:Choice Requires="wpg">
            <w:drawing>
              <wp:anchor distT="0" distB="0" distL="114300" distR="114300" simplePos="0" relativeHeight="251793920" behindDoc="0" locked="0" layoutInCell="1" allowOverlap="1" wp14:anchorId="2E35427F" wp14:editId="4C44C532">
                <wp:simplePos x="0" y="0"/>
                <wp:positionH relativeFrom="column">
                  <wp:posOffset>628650</wp:posOffset>
                </wp:positionH>
                <wp:positionV relativeFrom="paragraph">
                  <wp:posOffset>125730</wp:posOffset>
                </wp:positionV>
                <wp:extent cx="4656455" cy="624840"/>
                <wp:effectExtent l="76200" t="76200" r="144145" b="162560"/>
                <wp:wrapTopAndBottom/>
                <wp:docPr id="1" name="Groeperen 1"/>
                <wp:cNvGraphicFramePr/>
                <a:graphic xmlns:a="http://schemas.openxmlformats.org/drawingml/2006/main">
                  <a:graphicData uri="http://schemas.microsoft.com/office/word/2010/wordprocessingGroup">
                    <wpg:wgp>
                      <wpg:cNvGrpSpPr/>
                      <wpg:grpSpPr>
                        <a:xfrm>
                          <a:off x="0" y="0"/>
                          <a:ext cx="4656455" cy="624840"/>
                          <a:chOff x="0" y="0"/>
                          <a:chExt cx="4656455" cy="624840"/>
                        </a:xfrm>
                      </wpg:grpSpPr>
                      <wps:wsp>
                        <wps:cNvPr id="11" name="Rechthoek 11"/>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rsidR="007F43ED" w:rsidRPr="00702CE8" w:rsidRDefault="007F43ED" w:rsidP="006D69AF">
                              <w:r w:rsidRPr="00702CE8">
                                <w:t>REQUIRED</w:t>
                              </w:r>
                              <w:r>
                                <w:t xml:space="preserve"> COMPETENCE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hthoek 12"/>
                        <wps:cNvSpPr/>
                        <wps:spPr>
                          <a:xfrm>
                            <a:off x="3203575" y="4445"/>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rsidR="007F43ED" w:rsidRPr="00702CE8" w:rsidRDefault="007F43ED" w:rsidP="006D69AF">
                              <w:r w:rsidRPr="00702CE8">
                                <w:t>PERSONAL COMPETENCIES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hte verbindingslijn met pijl 13"/>
                        <wps:cNvCnPr/>
                        <wps:spPr>
                          <a:xfrm>
                            <a:off x="1494790" y="320675"/>
                            <a:ext cx="1714500" cy="0"/>
                          </a:xfrm>
                          <a:prstGeom prst="straightConnector1">
                            <a:avLst/>
                          </a:prstGeom>
                          <a:ln>
                            <a:headEnd type="triangle"/>
                            <a:tailEnd type="triangle"/>
                          </a:ln>
                        </wps:spPr>
                        <wps:style>
                          <a:lnRef idx="3">
                            <a:schemeClr val="accent1"/>
                          </a:lnRef>
                          <a:fillRef idx="0">
                            <a:schemeClr val="accent1"/>
                          </a:fillRef>
                          <a:effectRef idx="2">
                            <a:schemeClr val="accent1"/>
                          </a:effectRef>
                          <a:fontRef idx="minor">
                            <a:schemeClr val="tx1"/>
                          </a:fontRef>
                        </wps:style>
                        <wps:bodyPr/>
                      </wps:wsp>
                      <wps:wsp>
                        <wps:cNvPr id="14" name="Tekstvak 14"/>
                        <wps:cNvSpPr txBox="1"/>
                        <wps:spPr>
                          <a:xfrm>
                            <a:off x="1862455" y="85725"/>
                            <a:ext cx="1387475" cy="25146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F43ED" w:rsidRPr="00B000E9" w:rsidRDefault="007F43ED" w:rsidP="006D69AF">
                              <w:r w:rsidRPr="00B000E9">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eperen 1" o:spid="_x0000_s1054" style="position:absolute;left:0;text-align:left;margin-left:49.5pt;margin-top:9.9pt;width:366.65pt;height:49.2pt;z-index:251793920" coordsize="46564,6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">
                <v:rect id="Rechthoek 11" o:spid="_x0000_s1055" style="position:absolute;width:14528;height:62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TdFb8A&#10;AADbAAAADwAAAGRycy9kb3ducmV2LnhtbERPS4vCMBC+L/gfwgh726ZdUKQ2yiIIPSm+7kMztsFm&#10;0m2yte6vN8LC3ubje06xHm0rBuq9cawgS1IQxJXThmsF59P2YwHCB2SNrWNS8CAP69XkrcBcuzsf&#10;aDiGWsQQ9jkqaELocil91ZBFn7iOOHJX11sMEfa11D3eY7ht5WeazqVFw7GhwY42DVW3449V8Dua&#10;Uu/PFoeZ2+2NP1y+54+LUu/T8WsJItAY/sV/7lLH+Rm8fok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xN0VvwAAANsAAAAPAAAAAAAAAAAAAAAAAJgCAABkcnMvZG93bnJl&#10;di54bWxQSwUGAAAAAAQABAD1AAAAhAMAAAAA&#10;" fillcolor="#254163 [1636]" strokecolor="#4579b8 [3044]">
                  <v:fill color2="#4477b6 [3012]" rotate="t" angle="180" colors="0 #2c5d98;52429f #3c7bc7;1 #3a7ccb" focus="100%" type="gradient">
                    <o:fill v:ext="view" type="gradientUnscaled"/>
                  </v:fill>
                  <v:shadow on="t" color="black" opacity="26214f" origin="-.5,-.5" offset=".74836mm,.74836mm"/>
                  <v:textbox>
                    <w:txbxContent>
                      <w:p w:rsidR="007F43ED" w:rsidRPr="00702CE8" w:rsidRDefault="007F43ED" w:rsidP="006D69AF">
                        <w:r w:rsidRPr="00702CE8">
                          <w:t>REQUIRED</w:t>
                        </w:r>
                        <w:r>
                          <w:t xml:space="preserve"> COMPETENCE</w:t>
                        </w:r>
                      </w:p>
                    </w:txbxContent>
                  </v:textbox>
                </v:rect>
                <v:rect id="Rechthoek 12" o:spid="_x0000_s1056" style="position:absolute;left:32035;top:44;width:14529;height:62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ZDYr8A&#10;AADbAAAADwAAAGRycy9kb3ducmV2LnhtbERPS4vCMBC+C/sfwizsTVMFRappEWHBk+Kj96EZ22Az&#10;qU221v31mwXB23x8z1nng21ET503jhVMJwkI4tJpw5WCy/l7vAThA7LGxjEpeJKHPPsYrTHV7sFH&#10;6k+hEjGEfYoK6hDaVEpf1mTRT1xLHLmr6yyGCLtK6g4fMdw2cpYkC2nRcGyosaVtTeXt9GMV/A5m&#10;pw8Xi/3c7Q/GH4v74lko9fU5bFYgAg3hLX65dzrOn8H/L/EAmf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FkNivwAAANsAAAAPAAAAAAAAAAAAAAAAAJgCAABkcnMvZG93bnJl&#10;di54bWxQSwUGAAAAAAQABAD1AAAAhAMAAAAA&#10;" fillcolor="#254163 [1636]" strokecolor="#4579b8 [3044]">
                  <v:fill color2="#4477b6 [3012]" rotate="t" angle="180" colors="0 #2c5d98;52429f #3c7bc7;1 #3a7ccb" focus="100%" type="gradient">
                    <o:fill v:ext="view" type="gradientUnscaled"/>
                  </v:fill>
                  <v:shadow on="t" color="black" opacity="26214f" origin="-.5,-.5" offset=".74836mm,.74836mm"/>
                  <v:textbox>
                    <w:txbxContent>
                      <w:p w:rsidR="007F43ED" w:rsidRPr="00702CE8" w:rsidRDefault="007F43ED" w:rsidP="006D69AF">
                        <w:r w:rsidRPr="00702CE8">
                          <w:t>PERSONAL COMPETENCIES</w:t>
                        </w:r>
                      </w:p>
                    </w:txbxContent>
                  </v:textbox>
                </v:rect>
                <v:shape id="Rechte verbindingslijn met pijl 13" o:spid="_x0000_s1057" type="#_x0000_t32" style="position:absolute;left:14947;top:3206;width:171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7vFcEAAADbAAAADwAAAGRycy9kb3ducmV2LnhtbERPTWvCQBC9F/wPywi9FN3Ugkh0FVEK&#10;Qr3U9qC3ITsm0exM2F1j/PfdQqG3ebzPWax616iOfKiFDbyOM1DEhdiaSwPfX++jGagQkS02wmTg&#10;QQFWy8HTAnMrd/6k7hBLlUI45GigirHNtQ5FRQ7DWFrixJ3FO4wJ+lJbj/cU7ho9ybKpdlhzaqiw&#10;pU1FxfVwcwY2R3lcbqdeXlzIuulHvd+K3xvzPOzXc1CR+vgv/nPvbJr/Br+/pAP0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zu8VwQAAANsAAAAPAAAAAAAAAAAAAAAA&#10;AKECAABkcnMvZG93bnJldi54bWxQSwUGAAAAAAQABAD5AAAAjwMAAAAA&#10;" strokecolor="#4f81bd [3204]" strokeweight="3pt">
                  <v:stroke startarrow="block" endarrow="block"/>
                  <v:shadow on="t" color="black" opacity="22937f" origin=",.5" offset="0,.63889mm"/>
                </v:shape>
                <v:shape id="Tekstvak 14" o:spid="_x0000_s1058" type="#_x0000_t202" style="position:absolute;left:18624;top:857;width:13875;height:2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7F43ED" w:rsidRPr="00B000E9" w:rsidRDefault="007F43ED" w:rsidP="006D69AF">
                        <w:r w:rsidRPr="00B000E9">
                          <w:t>Gap analysis</w:t>
                        </w:r>
                      </w:p>
                    </w:txbxContent>
                  </v:textbox>
                </v:shape>
                <w10:wrap type="topAndBottom"/>
              </v:group>
            </w:pict>
          </mc:Fallback>
        </mc:AlternateContent>
      </w:r>
    </w:p>
    <w:p w:rsidR="008A3D10" w:rsidRPr="00DE284E" w:rsidRDefault="008A3D10" w:rsidP="004D639B">
      <w:pPr>
        <w:pStyle w:val="BodyText"/>
      </w:pPr>
    </w:p>
    <w:p w:rsidR="008A3D10" w:rsidRPr="00DE284E" w:rsidRDefault="008A3D10" w:rsidP="004D639B">
      <w:pPr>
        <w:pStyle w:val="BodyText"/>
      </w:pPr>
    </w:p>
    <w:p w:rsidR="008A3D10" w:rsidRDefault="008A3D10" w:rsidP="004D639B">
      <w:pPr>
        <w:pStyle w:val="BodyText"/>
        <w:rPr>
          <w:highlight w:val="green"/>
        </w:rPr>
      </w:pPr>
    </w:p>
    <w:p w:rsidR="00AC66AF" w:rsidRPr="00AC66AF" w:rsidRDefault="00AC66AF" w:rsidP="00AC66AF">
      <w:pPr>
        <w:pStyle w:val="BodyText"/>
        <w:jc w:val="center"/>
        <w:rPr>
          <w:i/>
        </w:rPr>
      </w:pPr>
      <w:r w:rsidRPr="00AC66AF">
        <w:rPr>
          <w:i/>
        </w:rPr>
        <w:t>Figure 2 – training needs analysis</w:t>
      </w:r>
    </w:p>
    <w:p w:rsidR="004D639B" w:rsidRPr="00F142CA" w:rsidRDefault="00F142CA" w:rsidP="00AC3609">
      <w:pPr>
        <w:pStyle w:val="BodyText"/>
      </w:pPr>
      <w:r w:rsidRPr="00F142CA">
        <w:t xml:space="preserve">The identification of training needs results in </w:t>
      </w:r>
      <w:r w:rsidR="004D639B" w:rsidRPr="00F142CA">
        <w:t>t</w:t>
      </w:r>
      <w:r w:rsidR="000D327F" w:rsidRPr="00F142CA">
        <w:t>h</w:t>
      </w:r>
      <w:r w:rsidR="004D639B" w:rsidRPr="00F142CA">
        <w:t xml:space="preserve">e identification and prioritization of training requirements. </w:t>
      </w:r>
      <w:r w:rsidRPr="00F142CA">
        <w:t>The i</w:t>
      </w:r>
      <w:r w:rsidR="004D639B" w:rsidRPr="00F142CA">
        <w:t xml:space="preserve">dentification of training needs </w:t>
      </w:r>
      <w:r w:rsidRPr="00F142CA">
        <w:t>should start</w:t>
      </w:r>
      <w:r w:rsidR="004D639B" w:rsidRPr="00F142CA">
        <w:t xml:space="preserve"> with the determination of </w:t>
      </w:r>
      <w:r w:rsidRPr="00F142CA">
        <w:t xml:space="preserve">the </w:t>
      </w:r>
      <w:r w:rsidR="004D639B" w:rsidRPr="00F142CA">
        <w:t>knowledge, skills and attitude essential for maximum effectiveness as a VTSO.</w:t>
      </w:r>
      <w:r w:rsidR="004D639B" w:rsidRPr="00DE284E">
        <w:t xml:space="preserve"> </w:t>
      </w:r>
    </w:p>
    <w:p w:rsidR="004D639B" w:rsidRPr="00AC3609" w:rsidRDefault="004D639B" w:rsidP="00AC3609">
      <w:pPr>
        <w:pStyle w:val="BodyText"/>
        <w:rPr>
          <w:lang w:eastAsia="de-DE"/>
        </w:rPr>
      </w:pPr>
      <w:r w:rsidRPr="00AC3609">
        <w:rPr>
          <w:lang w:eastAsia="de-DE"/>
        </w:rPr>
        <w:t>The person</w:t>
      </w:r>
      <w:r w:rsidR="000D327F" w:rsidRPr="00AC3609">
        <w:rPr>
          <w:lang w:eastAsia="de-DE"/>
        </w:rPr>
        <w:t>al</w:t>
      </w:r>
      <w:r w:rsidR="00F142CA" w:rsidRPr="00AC3609">
        <w:rPr>
          <w:lang w:eastAsia="de-DE"/>
        </w:rPr>
        <w:t xml:space="preserve"> training</w:t>
      </w:r>
      <w:r w:rsidRPr="00AC3609">
        <w:rPr>
          <w:lang w:eastAsia="de-DE"/>
        </w:rPr>
        <w:t xml:space="preserve"> needs analysis can be either broad or narrow. The broader approach compares actual performance with the minimum acceptable standards of performance. The narrower approach compares an evaluation of </w:t>
      </w:r>
      <w:r w:rsidR="00AC3609" w:rsidRPr="00AC3609">
        <w:rPr>
          <w:lang w:eastAsia="de-DE"/>
        </w:rPr>
        <w:t>VTSO</w:t>
      </w:r>
      <w:r w:rsidRPr="00AC3609">
        <w:rPr>
          <w:lang w:eastAsia="de-DE"/>
        </w:rPr>
        <w:t xml:space="preserve"> proficiency </w:t>
      </w:r>
      <w:r w:rsidR="00AC3609" w:rsidRPr="00AC3609">
        <w:rPr>
          <w:lang w:eastAsia="de-DE"/>
        </w:rPr>
        <w:t>against</w:t>
      </w:r>
      <w:r w:rsidRPr="00AC3609">
        <w:rPr>
          <w:lang w:eastAsia="de-DE"/>
        </w:rPr>
        <w:t xml:space="preserve"> each required skill dimension with the proficiency level required for each skill. </w:t>
      </w:r>
    </w:p>
    <w:p w:rsidR="004D639B" w:rsidRPr="00975384" w:rsidRDefault="005715C3" w:rsidP="00AC3609">
      <w:pPr>
        <w:pStyle w:val="BodyText"/>
        <w:rPr>
          <w:lang w:eastAsia="de-DE"/>
        </w:rPr>
      </w:pPr>
      <w:r w:rsidRPr="00975384">
        <w:rPr>
          <w:lang w:eastAsia="de-DE"/>
        </w:rPr>
        <w:t>A</w:t>
      </w:r>
      <w:r w:rsidR="004D639B" w:rsidRPr="00975384">
        <w:rPr>
          <w:lang w:eastAsia="de-DE"/>
        </w:rPr>
        <w:t xml:space="preserve"> suitability analysis </w:t>
      </w:r>
      <w:r w:rsidRPr="00975384">
        <w:rPr>
          <w:lang w:eastAsia="de-DE"/>
        </w:rPr>
        <w:t xml:space="preserve">should also be carried out as a component of a training needs analysis. A suitability analysis will determine </w:t>
      </w:r>
      <w:r w:rsidR="004D639B" w:rsidRPr="00975384">
        <w:rPr>
          <w:lang w:eastAsia="de-DE"/>
        </w:rPr>
        <w:t>whether training is the desired</w:t>
      </w:r>
      <w:r w:rsidRPr="00975384">
        <w:rPr>
          <w:lang w:eastAsia="de-DE"/>
        </w:rPr>
        <w:t>/optimum</w:t>
      </w:r>
      <w:r w:rsidR="004D639B" w:rsidRPr="00975384">
        <w:rPr>
          <w:lang w:eastAsia="de-DE"/>
        </w:rPr>
        <w:t xml:space="preserve"> solution. </w:t>
      </w:r>
      <w:r w:rsidRPr="00975384">
        <w:rPr>
          <w:lang w:eastAsia="de-DE"/>
        </w:rPr>
        <w:t>This recognises that the provision of training</w:t>
      </w:r>
      <w:r w:rsidR="004D639B" w:rsidRPr="00975384">
        <w:rPr>
          <w:lang w:eastAsia="de-DE"/>
        </w:rPr>
        <w:t xml:space="preserve"> is one of several solutions to performance problems. It is</w:t>
      </w:r>
      <w:r w:rsidR="00975384" w:rsidRPr="00975384">
        <w:rPr>
          <w:lang w:eastAsia="de-DE"/>
        </w:rPr>
        <w:t xml:space="preserve"> therefore</w:t>
      </w:r>
      <w:r w:rsidR="004D639B" w:rsidRPr="00975384">
        <w:rPr>
          <w:lang w:eastAsia="de-DE"/>
        </w:rPr>
        <w:t xml:space="preserve"> important to determine if training is the right solution. </w:t>
      </w:r>
      <w:r w:rsidR="00975384" w:rsidRPr="00975384">
        <w:rPr>
          <w:lang w:eastAsia="de-DE"/>
        </w:rPr>
        <w:t>The results of a s</w:t>
      </w:r>
      <w:r w:rsidR="004D639B" w:rsidRPr="00975384">
        <w:rPr>
          <w:lang w:eastAsia="de-DE"/>
        </w:rPr>
        <w:t xml:space="preserve">uitability analysis should </w:t>
      </w:r>
      <w:r w:rsidR="00975384" w:rsidRPr="00975384">
        <w:rPr>
          <w:lang w:eastAsia="de-DE"/>
        </w:rPr>
        <w:t>determine</w:t>
      </w:r>
      <w:r w:rsidR="004D639B" w:rsidRPr="00975384">
        <w:rPr>
          <w:lang w:eastAsia="de-DE"/>
        </w:rPr>
        <w:t xml:space="preserve"> whether the non-performance is due to a trainable lack of knowledge, skills and/or attitude. </w:t>
      </w:r>
    </w:p>
    <w:p w:rsidR="004D639B" w:rsidRPr="00DE284E" w:rsidRDefault="004D639B" w:rsidP="004D639B">
      <w:pPr>
        <w:jc w:val="both"/>
        <w:rPr>
          <w:highlight w:val="green"/>
          <w:lang w:eastAsia="de-DE"/>
        </w:rPr>
      </w:pPr>
    </w:p>
    <w:p w:rsidR="0044059B" w:rsidRPr="00DE284E" w:rsidRDefault="0044059B" w:rsidP="0044059B">
      <w:pPr>
        <w:jc w:val="both"/>
        <w:rPr>
          <w:highlight w:val="green"/>
          <w:lang w:eastAsia="de-DE"/>
        </w:rPr>
      </w:pPr>
    </w:p>
    <w:p w:rsidR="0044059B" w:rsidRPr="00DE284E" w:rsidRDefault="0044059B" w:rsidP="0044059B">
      <w:pPr>
        <w:jc w:val="both"/>
        <w:rPr>
          <w:highlight w:val="green"/>
          <w:lang w:eastAsia="de-DE"/>
        </w:rPr>
      </w:pPr>
    </w:p>
    <w:p w:rsidR="0044059B" w:rsidRPr="00DE284E" w:rsidRDefault="0044059B" w:rsidP="0044059B">
      <w:pPr>
        <w:jc w:val="both"/>
        <w:rPr>
          <w:b/>
          <w:highlight w:val="green"/>
          <w:lang w:eastAsia="de-DE"/>
        </w:rPr>
      </w:pPr>
      <w:proofErr w:type="spellStart"/>
      <w:r w:rsidRPr="00DE284E">
        <w:rPr>
          <w:b/>
          <w:highlight w:val="green"/>
          <w:lang w:eastAsia="de-DE"/>
        </w:rPr>
        <w:t>Estabilishing</w:t>
      </w:r>
      <w:proofErr w:type="spellEnd"/>
      <w:r w:rsidRPr="00DE284E">
        <w:rPr>
          <w:b/>
          <w:highlight w:val="green"/>
          <w:lang w:eastAsia="de-DE"/>
        </w:rPr>
        <w:t xml:space="preserve"> a </w:t>
      </w:r>
      <w:commentRangeStart w:id="51"/>
      <w:r w:rsidRPr="00DE284E">
        <w:rPr>
          <w:b/>
          <w:highlight w:val="green"/>
          <w:lang w:eastAsia="de-DE"/>
        </w:rPr>
        <w:t>norm</w:t>
      </w:r>
      <w:commentRangeEnd w:id="51"/>
      <w:r w:rsidR="006D6A4D">
        <w:rPr>
          <w:rStyle w:val="CommentReference"/>
          <w:lang w:eastAsia="de-DE"/>
        </w:rPr>
        <w:commentReference w:id="51"/>
      </w:r>
    </w:p>
    <w:p w:rsidR="001F5025" w:rsidRPr="00DE284E" w:rsidRDefault="0044059B" w:rsidP="0044059B">
      <w:pPr>
        <w:jc w:val="both"/>
        <w:rPr>
          <w:highlight w:val="green"/>
          <w:lang w:eastAsia="de-DE"/>
        </w:rPr>
      </w:pPr>
      <w:r w:rsidRPr="00DE284E">
        <w:rPr>
          <w:highlight w:val="green"/>
          <w:lang w:eastAsia="de-DE"/>
        </w:rPr>
        <w:t xml:space="preserve">It is of the utmost importance that the process of Revalidation leads to a valid outcome. </w:t>
      </w:r>
      <w:r w:rsidR="001F5025" w:rsidRPr="00DE284E">
        <w:rPr>
          <w:highlight w:val="green"/>
          <w:lang w:eastAsia="de-DE"/>
        </w:rPr>
        <w:t xml:space="preserve">The outcome of the </w:t>
      </w:r>
      <w:proofErr w:type="spellStart"/>
      <w:r w:rsidR="001F5025" w:rsidRPr="00DE284E">
        <w:rPr>
          <w:highlight w:val="green"/>
          <w:lang w:eastAsia="de-DE"/>
        </w:rPr>
        <w:t>profcheck</w:t>
      </w:r>
      <w:proofErr w:type="spellEnd"/>
      <w:r w:rsidR="001F5025" w:rsidRPr="00DE284E">
        <w:rPr>
          <w:highlight w:val="green"/>
          <w:lang w:eastAsia="de-DE"/>
        </w:rPr>
        <w:t xml:space="preserve"> is of major importance to the VTS-</w:t>
      </w:r>
      <w:proofErr w:type="spellStart"/>
      <w:r w:rsidR="001F5025" w:rsidRPr="00DE284E">
        <w:rPr>
          <w:highlight w:val="green"/>
          <w:lang w:eastAsia="de-DE"/>
        </w:rPr>
        <w:t>authorty</w:t>
      </w:r>
      <w:proofErr w:type="spellEnd"/>
      <w:r w:rsidR="001F5025" w:rsidRPr="00DE284E">
        <w:rPr>
          <w:highlight w:val="green"/>
          <w:lang w:eastAsia="de-DE"/>
        </w:rPr>
        <w:t xml:space="preserve"> and to the VTSO. In some cases this may lead to legal action. It is therefore of the utmost importance that the VTS-authority can prove that especially the </w:t>
      </w:r>
      <w:proofErr w:type="spellStart"/>
      <w:r w:rsidR="001F5025" w:rsidRPr="00DE284E">
        <w:rPr>
          <w:highlight w:val="green"/>
          <w:lang w:eastAsia="de-DE"/>
        </w:rPr>
        <w:t>profcheck</w:t>
      </w:r>
      <w:proofErr w:type="spellEnd"/>
      <w:r w:rsidR="001F5025" w:rsidRPr="00DE284E">
        <w:rPr>
          <w:highlight w:val="green"/>
          <w:lang w:eastAsia="de-DE"/>
        </w:rPr>
        <w:t xml:space="preserve"> has a standard. </w:t>
      </w:r>
    </w:p>
    <w:p w:rsidR="00766959" w:rsidRPr="00DE284E" w:rsidRDefault="001F5025" w:rsidP="0044059B">
      <w:pPr>
        <w:jc w:val="both"/>
        <w:rPr>
          <w:highlight w:val="green"/>
          <w:lang w:eastAsia="de-DE"/>
        </w:rPr>
      </w:pPr>
      <w:r w:rsidRPr="00DE284E">
        <w:rPr>
          <w:highlight w:val="green"/>
          <w:lang w:eastAsia="de-DE"/>
        </w:rPr>
        <w:t xml:space="preserve">Below you find an example of establishing a norm for the VTS-centre involved. On the left you find the several competences of the VTSO (or the topics of V103/1 for the moment). </w:t>
      </w:r>
      <w:r w:rsidR="00766959" w:rsidRPr="00DE284E">
        <w:rPr>
          <w:highlight w:val="green"/>
          <w:lang w:eastAsia="de-DE"/>
        </w:rPr>
        <w:t>Every activity of a VTSO can be either routine, complex (if for example there are difficult ships, extraordinary circumstances, bad weather) or there may be a disturbance (break down of communication, interference of some sort, non-compliance and so on). Routine situations are given a difficulty of 1 point, complex situations should have a difficulty of 2 points (in the table this is not true for cooperation, why not?) and a disturbance is given 3 points. Now how does this help with the design of an exercise?</w:t>
      </w:r>
    </w:p>
    <w:p w:rsidR="00766959" w:rsidRPr="00DE284E" w:rsidRDefault="00766959" w:rsidP="00761614">
      <w:pPr>
        <w:pStyle w:val="ListParagraph"/>
        <w:numPr>
          <w:ilvl w:val="0"/>
          <w:numId w:val="34"/>
        </w:numPr>
        <w:jc w:val="both"/>
        <w:rPr>
          <w:highlight w:val="green"/>
          <w:lang w:val="en-GB" w:eastAsia="de-DE"/>
        </w:rPr>
      </w:pPr>
      <w:r w:rsidRPr="00DE284E">
        <w:rPr>
          <w:highlight w:val="green"/>
          <w:lang w:val="en-GB" w:eastAsia="de-DE"/>
        </w:rPr>
        <w:t xml:space="preserve">The first step in the process is to make an exercise of which the instructors feel that this is the appropriate level for the sector involved. </w:t>
      </w:r>
    </w:p>
    <w:p w:rsidR="00766959" w:rsidRPr="00DE284E" w:rsidRDefault="00766959" w:rsidP="00761614">
      <w:pPr>
        <w:pStyle w:val="ListParagraph"/>
        <w:numPr>
          <w:ilvl w:val="0"/>
          <w:numId w:val="34"/>
        </w:numPr>
        <w:jc w:val="both"/>
        <w:rPr>
          <w:highlight w:val="green"/>
          <w:lang w:val="en-GB" w:eastAsia="de-DE"/>
        </w:rPr>
      </w:pPr>
      <w:r w:rsidRPr="00DE284E">
        <w:rPr>
          <w:highlight w:val="green"/>
          <w:lang w:val="en-GB" w:eastAsia="de-DE"/>
        </w:rPr>
        <w:t xml:space="preserve">The instructors should then fill the underneath table with events according to being routine, complex or a disturbance. </w:t>
      </w:r>
    </w:p>
    <w:p w:rsidR="00766959" w:rsidRPr="00DE284E" w:rsidRDefault="00766959" w:rsidP="00761614">
      <w:pPr>
        <w:pStyle w:val="ListParagraph"/>
        <w:numPr>
          <w:ilvl w:val="0"/>
          <w:numId w:val="34"/>
        </w:numPr>
        <w:jc w:val="both"/>
        <w:rPr>
          <w:highlight w:val="green"/>
          <w:lang w:val="en-GB" w:eastAsia="de-DE"/>
        </w:rPr>
      </w:pPr>
      <w:r w:rsidRPr="00DE284E">
        <w:rPr>
          <w:highlight w:val="green"/>
          <w:lang w:val="en-GB" w:eastAsia="de-DE"/>
        </w:rPr>
        <w:lastRenderedPageBreak/>
        <w:t xml:space="preserve">Every critical event in the exercise will get a grade. The summation of grades over the entire </w:t>
      </w:r>
      <w:proofErr w:type="spellStart"/>
      <w:r w:rsidRPr="00DE284E">
        <w:rPr>
          <w:highlight w:val="green"/>
          <w:lang w:val="en-GB" w:eastAsia="de-DE"/>
        </w:rPr>
        <w:t>exerice</w:t>
      </w:r>
      <w:proofErr w:type="spellEnd"/>
      <w:r w:rsidRPr="00DE284E">
        <w:rPr>
          <w:highlight w:val="green"/>
          <w:lang w:val="en-GB" w:eastAsia="de-DE"/>
        </w:rPr>
        <w:t xml:space="preserve"> is the norm for this sector. If the norm-exercise is 30 minutes than all the following exercises should be either 30 minutes or a relative norm should be established. For example if the exercise of 30 minutes is 90 points, the norm per minute is 3. If you make an exercise of 45 minutes the difficulty should be 45 * 3 = 135. Be aware that </w:t>
      </w:r>
      <w:r w:rsidR="004E7119" w:rsidRPr="00DE284E">
        <w:rPr>
          <w:highlight w:val="green"/>
          <w:lang w:val="en-GB" w:eastAsia="de-DE"/>
        </w:rPr>
        <w:t xml:space="preserve">the VTSO may </w:t>
      </w:r>
      <w:proofErr w:type="spellStart"/>
      <w:r w:rsidR="004E7119" w:rsidRPr="00DE284E">
        <w:rPr>
          <w:highlight w:val="green"/>
          <w:lang w:val="en-GB" w:eastAsia="de-DE"/>
        </w:rPr>
        <w:t>experiene</w:t>
      </w:r>
      <w:proofErr w:type="spellEnd"/>
      <w:r w:rsidR="004E7119" w:rsidRPr="00DE284E">
        <w:rPr>
          <w:highlight w:val="green"/>
          <w:lang w:val="en-GB" w:eastAsia="de-DE"/>
        </w:rPr>
        <w:t xml:space="preserve"> the </w:t>
      </w:r>
      <w:r w:rsidRPr="00DE284E">
        <w:rPr>
          <w:highlight w:val="green"/>
          <w:lang w:val="en-GB" w:eastAsia="de-DE"/>
        </w:rPr>
        <w:t>exercise of 45 minutes as more difficult than the 30 minute exercise.</w:t>
      </w:r>
    </w:p>
    <w:p w:rsidR="0044059B" w:rsidRPr="00DE284E" w:rsidRDefault="0044059B" w:rsidP="00761614">
      <w:pPr>
        <w:pStyle w:val="ListParagraph"/>
        <w:numPr>
          <w:ilvl w:val="0"/>
          <w:numId w:val="34"/>
        </w:numPr>
        <w:jc w:val="both"/>
        <w:rPr>
          <w:highlight w:val="green"/>
          <w:lang w:val="en-GB" w:eastAsia="de-DE"/>
        </w:rPr>
      </w:pPr>
      <w:r w:rsidRPr="00DE284E">
        <w:rPr>
          <w:highlight w:val="green"/>
          <w:lang w:val="en-GB" w:eastAsia="de-DE"/>
        </w:rPr>
        <w:t>Th</w:t>
      </w:r>
      <w:r w:rsidR="004E7119" w:rsidRPr="00DE284E">
        <w:rPr>
          <w:highlight w:val="green"/>
          <w:lang w:val="en-GB" w:eastAsia="de-DE"/>
        </w:rPr>
        <w:t>is</w:t>
      </w:r>
      <w:r w:rsidRPr="00DE284E">
        <w:rPr>
          <w:highlight w:val="green"/>
          <w:lang w:val="en-GB" w:eastAsia="de-DE"/>
        </w:rPr>
        <w:t xml:space="preserve"> process </w:t>
      </w:r>
      <w:r w:rsidR="004E7119" w:rsidRPr="00DE284E">
        <w:rPr>
          <w:highlight w:val="green"/>
          <w:lang w:val="en-GB" w:eastAsia="de-DE"/>
        </w:rPr>
        <w:t>will</w:t>
      </w:r>
      <w:r w:rsidRPr="00DE284E">
        <w:rPr>
          <w:highlight w:val="green"/>
          <w:lang w:val="en-GB" w:eastAsia="de-DE"/>
        </w:rPr>
        <w:t xml:space="preserve"> ensure that the exer</w:t>
      </w:r>
      <w:r w:rsidR="00480F34" w:rsidRPr="00DE284E">
        <w:rPr>
          <w:highlight w:val="green"/>
          <w:lang w:val="en-GB" w:eastAsia="de-DE"/>
        </w:rPr>
        <w:t>cis</w:t>
      </w:r>
      <w:r w:rsidRPr="00DE284E">
        <w:rPr>
          <w:highlight w:val="green"/>
          <w:lang w:val="en-GB" w:eastAsia="de-DE"/>
        </w:rPr>
        <w:t xml:space="preserve">es which are being developed are all of an equal level of </w:t>
      </w:r>
      <w:r w:rsidR="00480F34" w:rsidRPr="00DE284E">
        <w:rPr>
          <w:highlight w:val="green"/>
          <w:lang w:val="en-GB" w:eastAsia="de-DE"/>
        </w:rPr>
        <w:t>difficulty</w:t>
      </w:r>
      <w:r w:rsidRPr="00DE284E">
        <w:rPr>
          <w:highlight w:val="green"/>
          <w:lang w:val="en-GB" w:eastAsia="de-DE"/>
        </w:rPr>
        <w:t>.</w:t>
      </w:r>
    </w:p>
    <w:p w:rsidR="004E7119" w:rsidRPr="00DE284E" w:rsidRDefault="004E7119" w:rsidP="004E7119">
      <w:pPr>
        <w:jc w:val="both"/>
        <w:rPr>
          <w:highlight w:val="green"/>
          <w:lang w:eastAsia="de-DE"/>
        </w:rPr>
      </w:pPr>
      <w:r w:rsidRPr="00DE284E">
        <w:rPr>
          <w:highlight w:val="green"/>
          <w:lang w:eastAsia="de-DE"/>
        </w:rPr>
        <w:t>In the table below you find an example. [I will have to translate the table to VTS103-1 topics]</w:t>
      </w:r>
    </w:p>
    <w:p w:rsidR="00D23BFB" w:rsidRPr="00DE284E" w:rsidRDefault="00D23BFB" w:rsidP="0044059B">
      <w:pPr>
        <w:jc w:val="both"/>
        <w:rPr>
          <w:highlight w:val="green"/>
          <w:lang w:eastAsia="de-DE"/>
        </w:rPr>
      </w:pPr>
    </w:p>
    <w:tbl>
      <w:tblPr>
        <w:tblW w:w="0" w:type="auto"/>
        <w:tblCellMar>
          <w:left w:w="0" w:type="dxa"/>
          <w:right w:w="0" w:type="dxa"/>
        </w:tblCellMar>
        <w:tblLook w:val="04A0" w:firstRow="1" w:lastRow="0" w:firstColumn="1" w:lastColumn="0" w:noHBand="0" w:noVBand="1"/>
      </w:tblPr>
      <w:tblGrid>
        <w:gridCol w:w="1335"/>
        <w:gridCol w:w="855"/>
        <w:gridCol w:w="327"/>
        <w:gridCol w:w="3000"/>
        <w:gridCol w:w="622"/>
        <w:gridCol w:w="765"/>
      </w:tblGrid>
      <w:tr w:rsidR="00114600" w:rsidRPr="00DE284E" w:rsidTr="00114600">
        <w:trPr>
          <w:trHeight w:val="390"/>
        </w:trPr>
        <w:tc>
          <w:tcPr>
            <w:tcW w:w="133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rsidR="00114600" w:rsidRPr="00DE284E" w:rsidRDefault="001F5025" w:rsidP="00114600">
            <w:pPr>
              <w:rPr>
                <w:rFonts w:ascii="Times" w:hAnsi="Times"/>
                <w:sz w:val="20"/>
                <w:szCs w:val="20"/>
                <w:lang w:eastAsia="nl-NL"/>
              </w:rPr>
            </w:pPr>
            <w:r w:rsidRPr="00DE284E">
              <w:rPr>
                <w:rFonts w:ascii="Calibri" w:hAnsi="Calibri"/>
                <w:color w:val="FFFFFF"/>
                <w:sz w:val="15"/>
                <w:szCs w:val="15"/>
                <w:lang w:eastAsia="nl-NL"/>
              </w:rPr>
              <w:t>Competence</w:t>
            </w:r>
          </w:p>
        </w:tc>
        <w:tc>
          <w:tcPr>
            <w:tcW w:w="70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FFFFFF"/>
                <w:sz w:val="15"/>
                <w:szCs w:val="15"/>
                <w:lang w:eastAsia="nl-NL"/>
              </w:rPr>
              <w:t>Level</w:t>
            </w:r>
          </w:p>
        </w:tc>
        <w:tc>
          <w:tcPr>
            <w:tcW w:w="240"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proofErr w:type="spellStart"/>
            <w:r w:rsidRPr="00DE284E">
              <w:rPr>
                <w:rFonts w:ascii="Calibri" w:hAnsi="Calibri"/>
                <w:color w:val="FFFFFF"/>
                <w:sz w:val="15"/>
                <w:szCs w:val="15"/>
                <w:lang w:eastAsia="nl-NL"/>
              </w:rPr>
              <w:t>Pnt</w:t>
            </w:r>
            <w:proofErr w:type="spellEnd"/>
          </w:p>
        </w:tc>
        <w:tc>
          <w:tcPr>
            <w:tcW w:w="3000"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FFFFFF"/>
                <w:sz w:val="15"/>
                <w:szCs w:val="15"/>
                <w:lang w:eastAsia="nl-NL"/>
              </w:rPr>
              <w:t>Situation</w:t>
            </w:r>
          </w:p>
        </w:tc>
        <w:tc>
          <w:tcPr>
            <w:tcW w:w="22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FFFFFF"/>
                <w:sz w:val="15"/>
                <w:szCs w:val="15"/>
                <w:lang w:eastAsia="nl-NL"/>
              </w:rPr>
              <w:t>Number</w:t>
            </w:r>
          </w:p>
        </w:tc>
        <w:tc>
          <w:tcPr>
            <w:tcW w:w="225" w:type="dxa"/>
            <w:tcBorders>
              <w:top w:val="single" w:sz="6" w:space="0" w:color="000000"/>
              <w:left w:val="single" w:sz="6" w:space="0" w:color="000000"/>
              <w:bottom w:val="single" w:sz="6" w:space="0" w:color="000000"/>
              <w:right w:val="single" w:sz="6" w:space="0" w:color="000000"/>
            </w:tcBorders>
            <w:shd w:val="clear" w:color="auto" w:fill="64B2D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Cooperation</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right"/>
              <w:rPr>
                <w:rFonts w:ascii="Times" w:hAnsi="Times"/>
                <w:sz w:val="20"/>
                <w:szCs w:val="20"/>
                <w:lang w:eastAsia="nl-NL"/>
              </w:rPr>
            </w:pPr>
            <w:r w:rsidRPr="00DE284E">
              <w:rPr>
                <w:rFonts w:ascii="Calibri" w:hAnsi="Calibri"/>
                <w:color w:val="367DA2"/>
                <w:sz w:val="15"/>
                <w:szCs w:val="15"/>
                <w:lang w:eastAsia="nl-NL"/>
              </w:rPr>
              <w:t>5</w:t>
            </w:r>
          </w:p>
        </w:tc>
      </w:tr>
      <w:tr w:rsidR="00114600" w:rsidRPr="00DE284E" w:rsidTr="00114600">
        <w:trPr>
          <w:trHeight w:val="37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Call neighbouring centre, inform colleague, inform management, order a pilot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Hand over incident / accident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Inform neighbouring centre about obstruction</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rPr>
                <w:rFonts w:ascii="Times" w:hAnsi="Times"/>
                <w:sz w:val="20"/>
                <w:szCs w:val="20"/>
                <w:lang w:eastAsia="nl-NL"/>
              </w:rPr>
            </w:pPr>
            <w:r w:rsidRPr="00DE284E">
              <w:rPr>
                <w:rFonts w:ascii="Calibri" w:hAnsi="Calibri"/>
                <w:color w:val="367DA2"/>
                <w:sz w:val="15"/>
                <w:szCs w:val="15"/>
                <w:lang w:eastAsia="nl-NL"/>
              </w:rPr>
              <w:t>Language</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jc w:val="right"/>
              <w:rPr>
                <w:rFonts w:ascii="Times" w:hAnsi="Times"/>
                <w:sz w:val="20"/>
                <w:szCs w:val="20"/>
                <w:lang w:eastAsia="nl-NL"/>
              </w:rPr>
            </w:pPr>
            <w:r w:rsidRPr="00DE284E">
              <w:rPr>
                <w:rFonts w:ascii="Calibri" w:hAnsi="Calibri"/>
                <w:color w:val="367DA2"/>
                <w:sz w:val="15"/>
                <w:szCs w:val="15"/>
                <w:lang w:eastAsia="nl-NL"/>
              </w:rPr>
              <w:t>15</w:t>
            </w:r>
          </w:p>
        </w:tc>
      </w:tr>
      <w:tr w:rsidR="00114600" w:rsidRPr="00DE284E" w:rsidTr="00114600">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rPr>
                <w:rFonts w:ascii="Times" w:hAnsi="Times"/>
                <w:sz w:val="20"/>
                <w:szCs w:val="20"/>
                <w:lang w:eastAsia="nl-NL"/>
              </w:rPr>
            </w:pPr>
            <w:r w:rsidRPr="00DE284E">
              <w:rPr>
                <w:rFonts w:ascii="Calibri" w:hAnsi="Calibri"/>
                <w:color w:val="367DA2"/>
                <w:sz w:val="15"/>
                <w:szCs w:val="15"/>
                <w:lang w:eastAsia="nl-NL"/>
              </w:rPr>
              <w:t>Sector report, leaving vessel, shifting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Leaving vessel with foreign language, shifting berth</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Unknown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39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Creates Traffic Image</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right"/>
              <w:rPr>
                <w:rFonts w:ascii="Times" w:hAnsi="Times"/>
                <w:sz w:val="20"/>
                <w:szCs w:val="20"/>
                <w:lang w:eastAsia="nl-NL"/>
              </w:rPr>
            </w:pPr>
            <w:r w:rsidRPr="00DE284E">
              <w:rPr>
                <w:rFonts w:ascii="Calibri" w:hAnsi="Calibri"/>
                <w:color w:val="367DA2"/>
                <w:sz w:val="15"/>
                <w:szCs w:val="15"/>
                <w:lang w:eastAsia="nl-NL"/>
              </w:rPr>
              <w:t>5</w:t>
            </w: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Handover, priority reporting??? Prioritising messages</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Incomplete handover Sea sector</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3</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non-compliance of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Equipment</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right"/>
              <w:rPr>
                <w:rFonts w:ascii="Times" w:hAnsi="Times"/>
                <w:sz w:val="20"/>
                <w:szCs w:val="20"/>
                <w:lang w:eastAsia="nl-NL"/>
              </w:rPr>
            </w:pPr>
            <w:r w:rsidRPr="00DE284E">
              <w:rPr>
                <w:rFonts w:ascii="Calibri" w:hAnsi="Calibri"/>
                <w:color w:val="367DA2"/>
                <w:sz w:val="15"/>
                <w:szCs w:val="15"/>
                <w:lang w:eastAsia="nl-NL"/>
              </w:rPr>
              <w:t>35</w:t>
            </w:r>
          </w:p>
        </w:tc>
      </w:tr>
      <w:tr w:rsidR="00114600" w:rsidRPr="00DE284E" w:rsidTr="00114600">
        <w:trPr>
          <w:trHeight w:val="76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Routine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IVS-ident </w:t>
            </w:r>
          </w:p>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Notice to mariners/nautical exceptions</w:t>
            </w:r>
          </w:p>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Feedback appointment???????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delayed message</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Port information system wrong or missing</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rPr>
                <w:rFonts w:ascii="Times" w:hAnsi="Times"/>
                <w:sz w:val="20"/>
                <w:szCs w:val="20"/>
                <w:lang w:eastAsia="nl-NL"/>
              </w:rPr>
            </w:pPr>
            <w:r w:rsidRPr="00DE284E">
              <w:rPr>
                <w:rFonts w:ascii="Calibri" w:hAnsi="Calibri"/>
                <w:color w:val="367DA2"/>
                <w:sz w:val="15"/>
                <w:szCs w:val="15"/>
                <w:lang w:eastAsia="nl-NL"/>
              </w:rPr>
              <w:t>Traffic Management</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jc w:val="right"/>
              <w:rPr>
                <w:rFonts w:ascii="Times" w:hAnsi="Times"/>
                <w:sz w:val="20"/>
                <w:szCs w:val="20"/>
                <w:lang w:eastAsia="nl-NL"/>
              </w:rPr>
            </w:pPr>
            <w:r w:rsidRPr="00DE284E">
              <w:rPr>
                <w:rFonts w:ascii="Calibri" w:hAnsi="Calibri"/>
                <w:color w:val="367DA2"/>
                <w:sz w:val="15"/>
                <w:szCs w:val="15"/>
                <w:lang w:eastAsia="nl-NL"/>
              </w:rPr>
              <w:t>50</w:t>
            </w:r>
          </w:p>
        </w:tc>
      </w:tr>
      <w:tr w:rsidR="00114600" w:rsidRPr="00DE284E" w:rsidTr="00114600">
        <w:trPr>
          <w:trHeight w:val="1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rPr>
                <w:rFonts w:ascii="Times" w:hAnsi="Times"/>
                <w:sz w:val="20"/>
                <w:szCs w:val="20"/>
                <w:lang w:eastAsia="nl-NL"/>
              </w:rPr>
            </w:pPr>
            <w:r w:rsidRPr="00DE284E">
              <w:rPr>
                <w:rFonts w:ascii="Calibri" w:hAnsi="Calibri"/>
                <w:color w:val="367DA2"/>
                <w:sz w:val="15"/>
                <w:szCs w:val="15"/>
                <w:lang w:eastAsia="nl-NL"/>
              </w:rPr>
              <w:t>routine </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jc w:val="center"/>
              <w:rPr>
                <w:rFonts w:ascii="Times" w:hAnsi="Times"/>
                <w:sz w:val="20"/>
                <w:szCs w:val="20"/>
                <w:lang w:eastAsia="nl-NL"/>
              </w:rPr>
            </w:pPr>
            <w:r w:rsidRPr="00DE284E">
              <w:rPr>
                <w:rFonts w:ascii="Calibri" w:hAnsi="Calibri"/>
                <w:color w:val="367DA2"/>
                <w:sz w:val="15"/>
                <w:szCs w:val="15"/>
                <w:lang w:eastAsia="nl-NL"/>
              </w:rPr>
              <w:t>1</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spacing w:line="180" w:lineRule="atLeast"/>
              <w:rPr>
                <w:rFonts w:ascii="Times" w:hAnsi="Times"/>
                <w:sz w:val="20"/>
                <w:szCs w:val="20"/>
                <w:lang w:eastAsia="nl-NL"/>
              </w:rPr>
            </w:pPr>
            <w:r w:rsidRPr="00DE284E">
              <w:rPr>
                <w:rFonts w:ascii="Calibri" w:hAnsi="Calibri"/>
                <w:color w:val="367DA2"/>
                <w:sz w:val="15"/>
                <w:szCs w:val="15"/>
                <w:lang w:eastAsia="nl-NL"/>
              </w:rPr>
              <w:t>Inbound, outbound with report to third party ship</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78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Complex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2</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 xml:space="preserve">Position call,  tide ports, lock planning berth planning, second language, </w:t>
            </w:r>
            <w:proofErr w:type="spellStart"/>
            <w:r w:rsidRPr="00DE284E">
              <w:rPr>
                <w:rFonts w:ascii="Calibri" w:hAnsi="Calibri"/>
                <w:color w:val="367DA2"/>
                <w:sz w:val="15"/>
                <w:szCs w:val="15"/>
                <w:lang w:eastAsia="nl-NL"/>
              </w:rPr>
              <w:t>bovenmaats</w:t>
            </w:r>
            <w:proofErr w:type="spellEnd"/>
            <w:r w:rsidRPr="00DE284E">
              <w:rPr>
                <w:rFonts w:ascii="Calibri" w:hAnsi="Calibri"/>
                <w:color w:val="367DA2"/>
                <w:sz w:val="15"/>
                <w:szCs w:val="15"/>
                <w:lang w:eastAsia="nl-NL"/>
              </w:rPr>
              <w:t xml:space="preserve">, main fairway and secondary fairway with </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57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3</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Works, nautical exceptions, bad view, course crossing with disturbance, difficult tow) instruction</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Disturbance</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5</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Unexpected behaviour vessel</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195"/>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Manages incidents</w:t>
            </w:r>
          </w:p>
        </w:tc>
        <w:tc>
          <w:tcPr>
            <w:tcW w:w="4935" w:type="dxa"/>
            <w:gridSpan w:val="5"/>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right"/>
              <w:rPr>
                <w:rFonts w:ascii="Times" w:hAnsi="Times"/>
                <w:sz w:val="20"/>
                <w:szCs w:val="20"/>
                <w:lang w:eastAsia="nl-NL"/>
              </w:rPr>
            </w:pPr>
            <w:r w:rsidRPr="00DE284E">
              <w:rPr>
                <w:rFonts w:ascii="Calibri" w:hAnsi="Calibri"/>
                <w:color w:val="367DA2"/>
                <w:sz w:val="15"/>
                <w:szCs w:val="15"/>
                <w:lang w:eastAsia="nl-NL"/>
              </w:rPr>
              <w:t>15</w:t>
            </w:r>
          </w:p>
        </w:tc>
      </w:tr>
      <w:tr w:rsidR="00114600" w:rsidRPr="00DE284E" w:rsidTr="00114600">
        <w:trPr>
          <w:trHeight w:val="57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proofErr w:type="spellStart"/>
            <w:r w:rsidRPr="00DE284E">
              <w:rPr>
                <w:rFonts w:ascii="Calibri" w:hAnsi="Calibri"/>
                <w:color w:val="367DA2"/>
                <w:sz w:val="15"/>
                <w:szCs w:val="15"/>
                <w:lang w:eastAsia="nl-NL"/>
              </w:rPr>
              <w:t>Potentieel</w:t>
            </w:r>
            <w:proofErr w:type="spellEnd"/>
            <w:r w:rsidRPr="00DE284E">
              <w:rPr>
                <w:rFonts w:ascii="Calibri" w:hAnsi="Calibri"/>
                <w:color w:val="367DA2"/>
                <w:sz w:val="15"/>
                <w:szCs w:val="15"/>
                <w:lang w:eastAsia="nl-NL"/>
              </w:rPr>
              <w:t xml:space="preserve"> </w:t>
            </w:r>
            <w:proofErr w:type="spellStart"/>
            <w:r w:rsidRPr="00DE284E">
              <w:rPr>
                <w:rFonts w:ascii="Calibri" w:hAnsi="Calibri"/>
                <w:color w:val="367DA2"/>
                <w:sz w:val="15"/>
                <w:szCs w:val="15"/>
                <w:lang w:eastAsia="nl-NL"/>
              </w:rPr>
              <w:t>gevaarlijke</w:t>
            </w:r>
            <w:proofErr w:type="spellEnd"/>
            <w:r w:rsidRPr="00DE284E">
              <w:rPr>
                <w:rFonts w:ascii="Calibri" w:hAnsi="Calibri"/>
                <w:color w:val="367DA2"/>
                <w:sz w:val="15"/>
                <w:szCs w:val="15"/>
                <w:lang w:eastAsia="nl-NL"/>
              </w:rPr>
              <w:t xml:space="preserve"> </w:t>
            </w:r>
            <w:proofErr w:type="spellStart"/>
            <w:r w:rsidRPr="00DE284E">
              <w:rPr>
                <w:rFonts w:ascii="Calibri" w:hAnsi="Calibri"/>
                <w:color w:val="367DA2"/>
                <w:sz w:val="15"/>
                <w:szCs w:val="15"/>
                <w:lang w:eastAsia="nl-NL"/>
              </w:rPr>
              <w:t>situatie</w:t>
            </w:r>
            <w:proofErr w:type="spellEnd"/>
            <w:r w:rsidRPr="00DE284E">
              <w:rPr>
                <w:rFonts w:ascii="Calibri" w:hAnsi="Calibri"/>
                <w:color w:val="367DA2"/>
                <w:sz w:val="15"/>
                <w:szCs w:val="15"/>
                <w:lang w:eastAsia="nl-NL"/>
              </w:rPr>
              <w:t xml:space="preserve"> 1x</w:t>
            </w:r>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5</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Danger for collision</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r w:rsidR="00114600" w:rsidRPr="00DE284E" w:rsidTr="00114600">
        <w:trPr>
          <w:trHeight w:val="570"/>
        </w:trPr>
        <w:tc>
          <w:tcPr>
            <w:tcW w:w="133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proofErr w:type="spellStart"/>
            <w:r w:rsidRPr="00DE284E">
              <w:rPr>
                <w:rFonts w:ascii="Calibri" w:hAnsi="Calibri"/>
                <w:color w:val="367DA2"/>
                <w:sz w:val="15"/>
                <w:szCs w:val="15"/>
                <w:lang w:eastAsia="nl-NL"/>
              </w:rPr>
              <w:t>Calamiteit</w:t>
            </w:r>
            <w:proofErr w:type="spellEnd"/>
          </w:p>
        </w:tc>
        <w:tc>
          <w:tcPr>
            <w:tcW w:w="24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jc w:val="center"/>
              <w:rPr>
                <w:rFonts w:ascii="Times" w:hAnsi="Times"/>
                <w:sz w:val="20"/>
                <w:szCs w:val="20"/>
                <w:lang w:eastAsia="nl-NL"/>
              </w:rPr>
            </w:pPr>
            <w:r w:rsidRPr="00DE284E">
              <w:rPr>
                <w:rFonts w:ascii="Calibri" w:hAnsi="Calibri"/>
                <w:color w:val="367DA2"/>
                <w:sz w:val="15"/>
                <w:szCs w:val="15"/>
                <w:lang w:eastAsia="nl-NL"/>
              </w:rPr>
              <w:t>10</w:t>
            </w:r>
          </w:p>
        </w:tc>
        <w:tc>
          <w:tcPr>
            <w:tcW w:w="300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Times" w:hAnsi="Times"/>
                <w:sz w:val="20"/>
                <w:szCs w:val="20"/>
                <w:lang w:eastAsia="nl-NL"/>
              </w:rPr>
            </w:pPr>
            <w:r w:rsidRPr="00DE284E">
              <w:rPr>
                <w:rFonts w:ascii="Calibri" w:hAnsi="Calibri"/>
                <w:color w:val="367DA2"/>
                <w:sz w:val="15"/>
                <w:szCs w:val="15"/>
                <w:lang w:eastAsia="nl-NL"/>
              </w:rPr>
              <w:t>Dealing with incident</w:t>
            </w: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c>
          <w:tcPr>
            <w:tcW w:w="22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rsidR="00114600" w:rsidRPr="00DE284E" w:rsidRDefault="00114600" w:rsidP="00114600">
            <w:pPr>
              <w:rPr>
                <w:rFonts w:ascii="Helvetica" w:hAnsi="Helvetica"/>
                <w:sz w:val="18"/>
                <w:szCs w:val="18"/>
                <w:lang w:eastAsia="nl-NL"/>
              </w:rPr>
            </w:pPr>
          </w:p>
        </w:tc>
      </w:tr>
    </w:tbl>
    <w:p w:rsidR="00D23BFB" w:rsidRPr="00DE284E" w:rsidRDefault="00D23BFB" w:rsidP="0044059B">
      <w:pPr>
        <w:jc w:val="both"/>
        <w:rPr>
          <w:highlight w:val="green"/>
          <w:lang w:eastAsia="de-DE"/>
        </w:rPr>
      </w:pPr>
    </w:p>
    <w:p w:rsidR="0044059B" w:rsidRPr="00DE284E" w:rsidRDefault="0044059B" w:rsidP="0044059B">
      <w:pPr>
        <w:jc w:val="both"/>
        <w:rPr>
          <w:highlight w:val="green"/>
          <w:lang w:eastAsia="de-DE"/>
        </w:rPr>
      </w:pPr>
    </w:p>
    <w:p w:rsidR="004D639B" w:rsidRPr="0038115E" w:rsidRDefault="00480F34" w:rsidP="008A50BC">
      <w:pPr>
        <w:jc w:val="both"/>
        <w:rPr>
          <w:highlight w:val="green"/>
          <w:lang w:eastAsia="de-DE"/>
        </w:rPr>
      </w:pPr>
      <w:r w:rsidRPr="0038115E">
        <w:rPr>
          <w:highlight w:val="green"/>
          <w:lang w:eastAsia="de-DE"/>
        </w:rPr>
        <w:t xml:space="preserve">When an exercise for example is 45 minutes and has 100 points, the developer may choose 100 easy events from 1 point each. If he chooses one incident of 15 points, the remaining events should not </w:t>
      </w:r>
      <w:r w:rsidR="004E7119" w:rsidRPr="0038115E">
        <w:rPr>
          <w:highlight w:val="green"/>
          <w:lang w:eastAsia="de-DE"/>
        </w:rPr>
        <w:t>exceed</w:t>
      </w:r>
      <w:r w:rsidRPr="0038115E">
        <w:rPr>
          <w:highlight w:val="green"/>
          <w:lang w:eastAsia="de-DE"/>
        </w:rPr>
        <w:t xml:space="preserve"> 85 points together. In this way the developer of the exercise has a standard, but still sufficient choice to tailor the exercise to the regional characteristics of the traffic. </w:t>
      </w:r>
    </w:p>
    <w:p w:rsidR="001106E6" w:rsidRPr="0038115E" w:rsidRDefault="001106E6" w:rsidP="008A50BC">
      <w:pPr>
        <w:jc w:val="both"/>
        <w:rPr>
          <w:highlight w:val="green"/>
          <w:lang w:eastAsia="de-DE"/>
        </w:rPr>
      </w:pPr>
      <w:r w:rsidRPr="0038115E">
        <w:rPr>
          <w:highlight w:val="green"/>
          <w:lang w:eastAsia="de-DE"/>
        </w:rPr>
        <w:t xml:space="preserve">It is up to the VTS-authority to change the content of the table with regard to the topics </w:t>
      </w:r>
      <w:r w:rsidR="00607EA6" w:rsidRPr="0038115E">
        <w:rPr>
          <w:highlight w:val="green"/>
          <w:lang w:eastAsia="de-DE"/>
        </w:rPr>
        <w:t xml:space="preserve">included </w:t>
      </w:r>
      <w:r w:rsidRPr="0038115E">
        <w:rPr>
          <w:highlight w:val="green"/>
          <w:lang w:eastAsia="de-DE"/>
        </w:rPr>
        <w:t xml:space="preserve">and the perceived complexity of each of the items. However, the </w:t>
      </w:r>
      <w:r w:rsidR="00607EA6" w:rsidRPr="0038115E">
        <w:rPr>
          <w:highlight w:val="green"/>
          <w:lang w:eastAsia="de-DE"/>
        </w:rPr>
        <w:t xml:space="preserve">table should be part of the training syllabus and made available to both TTIs and VTSOs. </w:t>
      </w:r>
    </w:p>
    <w:p w:rsidR="00EA6FDD" w:rsidRPr="00DE284E" w:rsidRDefault="00EA6FDD">
      <w:pPr>
        <w:rPr>
          <w:highlight w:val="yellow"/>
          <w:lang w:eastAsia="de-DE"/>
        </w:rPr>
      </w:pPr>
      <w:r w:rsidRPr="00DE284E">
        <w:rPr>
          <w:highlight w:val="yellow"/>
          <w:lang w:eastAsia="de-DE"/>
        </w:rPr>
        <w:br w:type="page"/>
      </w:r>
    </w:p>
    <w:p w:rsidR="004D639B" w:rsidRPr="00DE284E" w:rsidRDefault="004D639B" w:rsidP="008A50BC">
      <w:pPr>
        <w:jc w:val="both"/>
        <w:rPr>
          <w:highlight w:val="yellow"/>
          <w:lang w:eastAsia="de-DE"/>
        </w:rPr>
      </w:pPr>
    </w:p>
    <w:p w:rsidR="008D14B8" w:rsidRPr="00DE284E" w:rsidRDefault="008257F7" w:rsidP="008257F7">
      <w:pPr>
        <w:pStyle w:val="Heading2"/>
        <w:numPr>
          <w:ilvl w:val="0"/>
          <w:numId w:val="0"/>
        </w:numPr>
        <w:jc w:val="both"/>
        <w:rPr>
          <w:lang w:eastAsia="de-DE"/>
        </w:rPr>
      </w:pPr>
      <w:bookmarkStart w:id="52" w:name="_Toc432680606"/>
      <w:bookmarkStart w:id="53" w:name="_Toc444069206"/>
      <w:r>
        <w:rPr>
          <w:lang w:eastAsia="de-DE"/>
        </w:rPr>
        <w:t>4.3</w:t>
      </w:r>
      <w:r>
        <w:rPr>
          <w:lang w:eastAsia="de-DE"/>
        </w:rPr>
        <w:tab/>
      </w:r>
      <w:r w:rsidR="008D14B8" w:rsidRPr="00DE284E">
        <w:rPr>
          <w:lang w:eastAsia="de-DE"/>
        </w:rPr>
        <w:t>Course intake – limitations</w:t>
      </w:r>
      <w:bookmarkEnd w:id="52"/>
      <w:bookmarkEnd w:id="53"/>
    </w:p>
    <w:p w:rsidR="008D14B8" w:rsidRPr="00DE284E" w:rsidRDefault="008D14B8" w:rsidP="008A50BC">
      <w:pPr>
        <w:pStyle w:val="BodyText"/>
      </w:pPr>
      <w:r w:rsidRPr="00DE284E">
        <w:t>Class/group sizes should be limited at the discretion of the Competent Authority in order to allow the instructor</w:t>
      </w:r>
      <w:r w:rsidR="00A14FA8" w:rsidRPr="00DE284E">
        <w:t>(s)</w:t>
      </w:r>
      <w:r w:rsidRPr="00DE284E">
        <w:t xml:space="preserve"> to give adequate attention to individual participants.  A formal assessment to determine the maximum class/group size should be undertaken when the programme of recurrent</w:t>
      </w:r>
      <w:r w:rsidR="00A14FA8" w:rsidRPr="00DE284E">
        <w:t>, adaptation or updating</w:t>
      </w:r>
      <w:r w:rsidRPr="00DE284E">
        <w:t xml:space="preserve"> training is designed. </w:t>
      </w:r>
    </w:p>
    <w:p w:rsidR="008D14B8" w:rsidRPr="00DE284E" w:rsidRDefault="008D14B8" w:rsidP="008A50BC">
      <w:pPr>
        <w:pStyle w:val="BodyText"/>
      </w:pPr>
      <w:r w:rsidRPr="00DE284E">
        <w:t xml:space="preserve">Larger numbers of participants may be admitted if suitable mitigation measures, such as extra </w:t>
      </w:r>
      <w:r w:rsidR="00A14FA8" w:rsidRPr="00DE284E">
        <w:t xml:space="preserve">instructor(s) </w:t>
      </w:r>
      <w:r w:rsidRPr="00DE284E">
        <w:t>or tutorial periods are provided</w:t>
      </w:r>
      <w:r w:rsidR="00A14FA8" w:rsidRPr="00DE284E">
        <w:t>. This will</w:t>
      </w:r>
      <w:r w:rsidRPr="00DE284E">
        <w:t xml:space="preserve"> ensure</w:t>
      </w:r>
      <w:r w:rsidR="00A14FA8" w:rsidRPr="00DE284E">
        <w:t xml:space="preserve"> that</w:t>
      </w:r>
      <w:r w:rsidRPr="00DE284E">
        <w:t xml:space="preserve"> adequate support is available to course participants as required, including on an individual basis as deemed necessary.</w:t>
      </w:r>
    </w:p>
    <w:p w:rsidR="00264A65" w:rsidRPr="00DE284E" w:rsidRDefault="008D14B8" w:rsidP="008A50BC">
      <w:pPr>
        <w:pStyle w:val="BodyText"/>
      </w:pPr>
      <w:r w:rsidRPr="00DE284E">
        <w:t xml:space="preserve">During practical sessions and group activities there may be additional </w:t>
      </w:r>
      <w:r w:rsidR="00A14FA8" w:rsidRPr="00DE284E">
        <w:t xml:space="preserve">constraints </w:t>
      </w:r>
      <w:r w:rsidRPr="00DE284E">
        <w:t xml:space="preserve">on class size.  In particular, where the use of a simulator </w:t>
      </w:r>
      <w:r w:rsidRPr="001B46FA">
        <w:t>or similar teaching aid</w:t>
      </w:r>
      <w:r w:rsidR="00E350BB" w:rsidRPr="001B46FA">
        <w:t>, such as VTS equipment,</w:t>
      </w:r>
      <w:r w:rsidRPr="001B46FA">
        <w:t xml:space="preserve"> is involved, it is recommended that no more t</w:t>
      </w:r>
      <w:r w:rsidRPr="00DE284E">
        <w:t>han two students should be trained simultaneously on any individual piece of equipment.</w:t>
      </w:r>
    </w:p>
    <w:p w:rsidR="00264A65" w:rsidRPr="00DE284E" w:rsidRDefault="008257F7" w:rsidP="008257F7">
      <w:pPr>
        <w:pStyle w:val="Heading2"/>
        <w:numPr>
          <w:ilvl w:val="0"/>
          <w:numId w:val="0"/>
        </w:numPr>
      </w:pPr>
      <w:bookmarkStart w:id="54" w:name="_Toc444069207"/>
      <w:r>
        <w:t>4.4</w:t>
      </w:r>
      <w:r>
        <w:tab/>
      </w:r>
      <w:r w:rsidR="00264A65" w:rsidRPr="00DE284E">
        <w:t>Staff requirements</w:t>
      </w:r>
      <w:bookmarkEnd w:id="54"/>
    </w:p>
    <w:p w:rsidR="00264A65" w:rsidRPr="00DE284E" w:rsidRDefault="00264A65" w:rsidP="002B39F3">
      <w:pPr>
        <w:pStyle w:val="BodyText"/>
        <w:rPr>
          <w:lang w:eastAsia="de-DE"/>
        </w:rPr>
      </w:pPr>
      <w:r w:rsidRPr="00DE284E">
        <w:rPr>
          <w:lang w:eastAsia="de-DE"/>
        </w:rPr>
        <w:t xml:space="preserve">Competent Authorities should ensure that instructors conducting recurrent, adaptation and updating training are appropriately qualified and experienced for the particular programme and nature of training and the corresponding assessment of competence. </w:t>
      </w:r>
    </w:p>
    <w:p w:rsidR="00264A65" w:rsidRPr="00DE284E" w:rsidRDefault="00E350BB" w:rsidP="006D6A4D">
      <w:pPr>
        <w:pStyle w:val="BodyText"/>
        <w:rPr>
          <w:lang w:eastAsia="de-DE"/>
        </w:rPr>
      </w:pPr>
      <w:r w:rsidRPr="00DE284E">
        <w:rPr>
          <w:lang w:eastAsia="de-DE"/>
        </w:rPr>
        <w:t>I</w:t>
      </w:r>
      <w:r w:rsidR="00264A65" w:rsidRPr="00DE284E">
        <w:rPr>
          <w:lang w:eastAsia="de-DE"/>
        </w:rPr>
        <w:t>nstructors should be qualified in accordance with the following requirements:</w:t>
      </w:r>
    </w:p>
    <w:p w:rsidR="00264A65" w:rsidRPr="00DE284E" w:rsidRDefault="00264A65" w:rsidP="00761614">
      <w:pPr>
        <w:pStyle w:val="ListParagraph"/>
        <w:numPr>
          <w:ilvl w:val="0"/>
          <w:numId w:val="29"/>
        </w:numPr>
        <w:jc w:val="both"/>
        <w:rPr>
          <w:lang w:val="en-GB" w:eastAsia="de-DE"/>
        </w:rPr>
      </w:pPr>
      <w:r w:rsidRPr="00DE284E">
        <w:rPr>
          <w:b/>
          <w:lang w:val="en-GB" w:eastAsia="de-DE"/>
        </w:rPr>
        <w:t>Recurrent training</w:t>
      </w:r>
      <w:r w:rsidRPr="00DE284E">
        <w:rPr>
          <w:lang w:val="en-GB" w:eastAsia="de-DE"/>
        </w:rPr>
        <w:t xml:space="preserve"> – IALA Guideline 1103 on Train-the-Trainer</w:t>
      </w:r>
      <w:r w:rsidR="004038E8" w:rsidRPr="00DE284E">
        <w:rPr>
          <w:lang w:val="en-GB" w:eastAsia="de-DE"/>
        </w:rPr>
        <w:t xml:space="preserve"> or IALA Model Course V-103/4 On-the-Job Training Instructor</w:t>
      </w:r>
      <w:r w:rsidR="00E350BB" w:rsidRPr="00DE284E">
        <w:rPr>
          <w:lang w:val="en-GB" w:eastAsia="de-DE"/>
        </w:rPr>
        <w:t>.</w:t>
      </w:r>
    </w:p>
    <w:p w:rsidR="00264A65" w:rsidRPr="00DE284E" w:rsidRDefault="00264A65" w:rsidP="00264A65">
      <w:pPr>
        <w:pStyle w:val="ListParagraph"/>
        <w:jc w:val="both"/>
        <w:rPr>
          <w:lang w:val="en-GB" w:eastAsia="de-DE"/>
        </w:rPr>
      </w:pPr>
    </w:p>
    <w:p w:rsidR="00264A65" w:rsidRPr="00DE284E" w:rsidRDefault="00264A65" w:rsidP="00761614">
      <w:pPr>
        <w:pStyle w:val="ListParagraph"/>
        <w:numPr>
          <w:ilvl w:val="0"/>
          <w:numId w:val="29"/>
        </w:numPr>
        <w:jc w:val="both"/>
        <w:rPr>
          <w:lang w:val="en-GB" w:eastAsia="de-DE"/>
        </w:rPr>
      </w:pPr>
      <w:r w:rsidRPr="00DE284E">
        <w:rPr>
          <w:b/>
          <w:lang w:val="en-GB" w:eastAsia="de-DE"/>
        </w:rPr>
        <w:t>Adaptation training</w:t>
      </w:r>
      <w:r w:rsidRPr="00DE284E">
        <w:rPr>
          <w:lang w:val="en-GB" w:eastAsia="de-DE"/>
        </w:rPr>
        <w:t xml:space="preserve"> – IALA Guideline 1103 on Train-the-Trainer or IALA Model Course V-103/4 On-the-Job Training Instructor or other recognised training qualification. Due to the nature of adaptation training, it may be necessary to use instructors from other sources. For example, this may include instructors from equipment providers or other organisations related to the original requirement for the training. In this case, Competent Authorities and/or VTS Authorities should review the credentials of the nominated instructor(s) before the programme of adaptation training commences.</w:t>
      </w:r>
    </w:p>
    <w:p w:rsidR="00264A65" w:rsidRPr="00DE284E" w:rsidRDefault="00264A65" w:rsidP="00264A65">
      <w:pPr>
        <w:pStyle w:val="ListParagraph"/>
        <w:jc w:val="both"/>
        <w:rPr>
          <w:lang w:val="en-GB" w:eastAsia="de-DE"/>
        </w:rPr>
      </w:pPr>
    </w:p>
    <w:p w:rsidR="009B54AE" w:rsidRPr="00DE284E" w:rsidRDefault="00264A65" w:rsidP="00761614">
      <w:pPr>
        <w:pStyle w:val="ListParagraph"/>
        <w:numPr>
          <w:ilvl w:val="0"/>
          <w:numId w:val="29"/>
        </w:numPr>
        <w:jc w:val="both"/>
        <w:rPr>
          <w:lang w:val="en-GB" w:eastAsia="de-DE"/>
        </w:rPr>
      </w:pPr>
      <w:r w:rsidRPr="00DE284E">
        <w:rPr>
          <w:b/>
          <w:lang w:val="en-GB" w:eastAsia="de-DE"/>
        </w:rPr>
        <w:t>Updating training</w:t>
      </w:r>
      <w:r w:rsidRPr="00DE284E">
        <w:rPr>
          <w:lang w:val="en-GB" w:eastAsia="de-DE"/>
        </w:rPr>
        <w:t xml:space="preserve"> – IALA Guideline 1103 on Train-the-Trainer or IALA Model Course V-103/4 On-the-Job Training Instructor</w:t>
      </w:r>
      <w:r w:rsidR="004038E8" w:rsidRPr="00DE284E">
        <w:rPr>
          <w:lang w:val="en-GB" w:eastAsia="de-DE"/>
        </w:rPr>
        <w:t>.</w:t>
      </w:r>
    </w:p>
    <w:p w:rsidR="00BF6C09" w:rsidRPr="00DE284E" w:rsidRDefault="008257F7" w:rsidP="008257F7">
      <w:pPr>
        <w:pStyle w:val="Heading1"/>
        <w:numPr>
          <w:ilvl w:val="0"/>
          <w:numId w:val="0"/>
        </w:numPr>
        <w:jc w:val="both"/>
      </w:pPr>
      <w:bookmarkStart w:id="55" w:name="_Toc432680607"/>
      <w:bookmarkStart w:id="56" w:name="_Toc444069208"/>
      <w:r>
        <w:t>5</w:t>
      </w:r>
      <w:r>
        <w:tab/>
      </w:r>
      <w:r w:rsidR="00BF6C09" w:rsidRPr="00DE284E">
        <w:t>ASSESSMENT</w:t>
      </w:r>
      <w:bookmarkEnd w:id="55"/>
      <w:bookmarkEnd w:id="56"/>
    </w:p>
    <w:p w:rsidR="004643CF" w:rsidRPr="00DE284E" w:rsidRDefault="004643CF" w:rsidP="002B39F3">
      <w:pPr>
        <w:pStyle w:val="BodyText"/>
        <w:rPr>
          <w:lang w:eastAsia="de-DE"/>
        </w:rPr>
      </w:pPr>
      <w:r w:rsidRPr="00DE284E">
        <w:rPr>
          <w:lang w:eastAsia="de-DE"/>
        </w:rPr>
        <w:t>To successfully complete a programme of recurrent, adaptation or updating training, VTS</w:t>
      </w:r>
      <w:r w:rsidR="00D76F45" w:rsidRPr="00DE284E">
        <w:rPr>
          <w:lang w:eastAsia="de-DE"/>
        </w:rPr>
        <w:t>Os</w:t>
      </w:r>
      <w:r w:rsidRPr="00DE284E">
        <w:rPr>
          <w:lang w:eastAsia="de-DE"/>
        </w:rPr>
        <w:t xml:space="preserve"> should meet a level of performance determined by the Competent Authority. </w:t>
      </w:r>
    </w:p>
    <w:p w:rsidR="004643CF" w:rsidRPr="00DE284E" w:rsidRDefault="004643CF" w:rsidP="002B39F3">
      <w:pPr>
        <w:pStyle w:val="BodyText"/>
        <w:rPr>
          <w:lang w:eastAsia="de-DE"/>
        </w:rPr>
      </w:pPr>
      <w:r w:rsidRPr="00DE284E">
        <w:rPr>
          <w:lang w:eastAsia="de-DE"/>
        </w:rPr>
        <w:t>An assessment should provide evidence that VTS</w:t>
      </w:r>
      <w:r w:rsidR="00D76F45" w:rsidRPr="00DE284E">
        <w:rPr>
          <w:lang w:eastAsia="de-DE"/>
        </w:rPr>
        <w:t>Os</w:t>
      </w:r>
      <w:r w:rsidRPr="00DE284E">
        <w:rPr>
          <w:lang w:eastAsia="de-DE"/>
        </w:rPr>
        <w:t xml:space="preserve"> can proficiently undertake the duties specified by the Competent Authority. This may take the form of an examination, simulation or individual on-the-job assessment</w:t>
      </w:r>
      <w:r w:rsidR="001B46FA">
        <w:rPr>
          <w:lang w:eastAsia="de-DE"/>
        </w:rPr>
        <w:t xml:space="preserve">/proficiency </w:t>
      </w:r>
      <w:proofErr w:type="gramStart"/>
      <w:r w:rsidR="001B46FA">
        <w:rPr>
          <w:lang w:eastAsia="de-DE"/>
        </w:rPr>
        <w:t>check,</w:t>
      </w:r>
      <w:proofErr w:type="gramEnd"/>
      <w:r w:rsidR="001B46FA">
        <w:rPr>
          <w:lang w:eastAsia="de-DE"/>
        </w:rPr>
        <w:t xml:space="preserve"> a</w:t>
      </w:r>
      <w:r w:rsidR="003627F4" w:rsidRPr="00DE284E">
        <w:rPr>
          <w:lang w:eastAsia="de-DE"/>
        </w:rPr>
        <w:t xml:space="preserve">n assessment </w:t>
      </w:r>
      <w:r w:rsidR="001B46FA">
        <w:rPr>
          <w:lang w:eastAsia="de-DE"/>
        </w:rPr>
        <w:t xml:space="preserve">should be </w:t>
      </w:r>
      <w:r w:rsidR="000D327F" w:rsidRPr="00DE284E">
        <w:rPr>
          <w:lang w:eastAsia="de-DE"/>
        </w:rPr>
        <w:t xml:space="preserve">formal </w:t>
      </w:r>
      <w:r w:rsidR="003627F4" w:rsidRPr="00DE284E">
        <w:rPr>
          <w:lang w:eastAsia="de-DE"/>
        </w:rPr>
        <w:t xml:space="preserve">and standardized. It is therefore essential that the assessment meets the minimum criteria for standardized testing, such as information provided, the design of a standardised programme and the establishment of prior norms.  </w:t>
      </w:r>
      <w:r w:rsidR="0040543C" w:rsidRPr="00DE284E">
        <w:rPr>
          <w:lang w:eastAsia="de-DE"/>
        </w:rPr>
        <w:t xml:space="preserve">The entire </w:t>
      </w:r>
      <w:r w:rsidR="001B46FA">
        <w:rPr>
          <w:lang w:eastAsia="de-DE"/>
        </w:rPr>
        <w:t>assessment</w:t>
      </w:r>
      <w:r w:rsidR="0040543C" w:rsidRPr="00DE284E">
        <w:rPr>
          <w:lang w:eastAsia="de-DE"/>
        </w:rPr>
        <w:t xml:space="preserve"> should be well documented</w:t>
      </w:r>
      <w:r w:rsidR="001B46FA">
        <w:rPr>
          <w:lang w:eastAsia="de-DE"/>
        </w:rPr>
        <w:t xml:space="preserve"> within the Training Management System</w:t>
      </w:r>
      <w:r w:rsidR="0040543C" w:rsidRPr="00DE284E">
        <w:rPr>
          <w:lang w:eastAsia="de-DE"/>
        </w:rPr>
        <w:t>.</w:t>
      </w:r>
    </w:p>
    <w:p w:rsidR="00BF6C09" w:rsidRPr="00DE284E" w:rsidRDefault="00BF6C09" w:rsidP="008A50BC">
      <w:pPr>
        <w:jc w:val="both"/>
        <w:rPr>
          <w:lang w:eastAsia="de-DE"/>
        </w:rPr>
      </w:pPr>
    </w:p>
    <w:p w:rsidR="00A25724" w:rsidRPr="00DE284E" w:rsidRDefault="00A25724" w:rsidP="008A50BC">
      <w:pPr>
        <w:jc w:val="both"/>
        <w:rPr>
          <w:lang w:eastAsia="de-DE"/>
        </w:rPr>
      </w:pPr>
    </w:p>
    <w:p w:rsidR="00A25724" w:rsidRPr="00DE284E" w:rsidRDefault="00A25724" w:rsidP="008A50BC">
      <w:pPr>
        <w:jc w:val="both"/>
        <w:rPr>
          <w:lang w:eastAsia="de-DE"/>
        </w:rPr>
      </w:pPr>
    </w:p>
    <w:p w:rsidR="00EA6FDD" w:rsidRPr="00DE284E" w:rsidRDefault="00EA6FDD">
      <w:pPr>
        <w:rPr>
          <w:rFonts w:cs="Arial"/>
          <w:b/>
          <w:bCs/>
          <w:kern w:val="28"/>
          <w:sz w:val="32"/>
          <w:szCs w:val="32"/>
        </w:rPr>
      </w:pPr>
      <w:bookmarkStart w:id="57" w:name="_Toc240860327"/>
      <w:bookmarkStart w:id="58" w:name="_Toc245254410"/>
      <w:bookmarkStart w:id="59" w:name="_Toc432680608"/>
    </w:p>
    <w:p w:rsidR="002B39F3" w:rsidRPr="00DE284E" w:rsidRDefault="002B39F3">
      <w:pPr>
        <w:rPr>
          <w:rFonts w:cs="Arial"/>
          <w:b/>
          <w:bCs/>
          <w:kern w:val="28"/>
          <w:sz w:val="32"/>
          <w:szCs w:val="32"/>
        </w:rPr>
      </w:pPr>
      <w:r w:rsidRPr="00DE284E">
        <w:br w:type="page"/>
      </w:r>
    </w:p>
    <w:p w:rsidR="0042142B" w:rsidRPr="00DE284E" w:rsidRDefault="0042142B" w:rsidP="008A50BC">
      <w:pPr>
        <w:pStyle w:val="Title"/>
        <w:spacing w:before="180" w:after="60"/>
        <w:jc w:val="both"/>
      </w:pPr>
      <w:bookmarkStart w:id="60" w:name="_Toc444069209"/>
      <w:r w:rsidRPr="00DE284E">
        <w:lastRenderedPageBreak/>
        <w:t>PART C - COURSE FRAMEWORK</w:t>
      </w:r>
      <w:bookmarkEnd w:id="57"/>
      <w:bookmarkEnd w:id="58"/>
      <w:bookmarkEnd w:id="59"/>
      <w:bookmarkEnd w:id="60"/>
    </w:p>
    <w:p w:rsidR="00645FBE" w:rsidRPr="00DE284E" w:rsidRDefault="00E133B0" w:rsidP="001B46FA">
      <w:pPr>
        <w:pStyle w:val="Heading1"/>
        <w:numPr>
          <w:ilvl w:val="0"/>
          <w:numId w:val="8"/>
        </w:numPr>
        <w:jc w:val="both"/>
      </w:pPr>
      <w:bookmarkStart w:id="61" w:name="_Toc432680609"/>
      <w:bookmarkStart w:id="62" w:name="_Toc444069210"/>
      <w:r w:rsidRPr="00DE284E">
        <w:t>RECURRENT TRAINING</w:t>
      </w:r>
      <w:bookmarkEnd w:id="61"/>
      <w:bookmarkEnd w:id="62"/>
    </w:p>
    <w:p w:rsidR="00837CF9" w:rsidRPr="00DE284E" w:rsidRDefault="0083371A" w:rsidP="002B39F3">
      <w:pPr>
        <w:pStyle w:val="Heading2"/>
        <w:jc w:val="both"/>
        <w:rPr>
          <w:lang w:eastAsia="de-DE"/>
        </w:rPr>
      </w:pPr>
      <w:bookmarkStart w:id="63" w:name="_Toc432680610"/>
      <w:bookmarkStart w:id="64" w:name="_Toc444069211"/>
      <w:r w:rsidRPr="00DE284E">
        <w:rPr>
          <w:lang w:eastAsia="de-DE"/>
        </w:rPr>
        <w:t>Introduction</w:t>
      </w:r>
      <w:bookmarkEnd w:id="63"/>
      <w:bookmarkEnd w:id="64"/>
      <w:r w:rsidRPr="00DE284E">
        <w:rPr>
          <w:lang w:eastAsia="de-DE"/>
        </w:rPr>
        <w:t xml:space="preserve"> </w:t>
      </w:r>
    </w:p>
    <w:p w:rsidR="002B39F3" w:rsidRPr="00DE284E" w:rsidRDefault="00837CF9" w:rsidP="002B39F3">
      <w:pPr>
        <w:pStyle w:val="BodyText"/>
        <w:rPr>
          <w:lang w:eastAsia="de-DE"/>
        </w:rPr>
      </w:pPr>
      <w:r w:rsidRPr="00DE284E">
        <w:rPr>
          <w:lang w:eastAsia="de-DE"/>
        </w:rPr>
        <w:t xml:space="preserve">As a component of the </w:t>
      </w:r>
      <w:r w:rsidR="001B46FA">
        <w:rPr>
          <w:lang w:eastAsia="de-DE"/>
        </w:rPr>
        <w:t>r</w:t>
      </w:r>
      <w:r w:rsidRPr="00DE284E">
        <w:rPr>
          <w:lang w:eastAsia="de-DE"/>
        </w:rPr>
        <w:t xml:space="preserve">evalidation </w:t>
      </w:r>
      <w:r w:rsidR="001B46FA">
        <w:rPr>
          <w:lang w:eastAsia="de-DE"/>
        </w:rPr>
        <w:t>p</w:t>
      </w:r>
      <w:r w:rsidRPr="00DE284E">
        <w:rPr>
          <w:lang w:eastAsia="de-DE"/>
        </w:rPr>
        <w:t xml:space="preserve">rocess, </w:t>
      </w:r>
      <w:r w:rsidR="001B46FA">
        <w:rPr>
          <w:lang w:eastAsia="de-DE"/>
        </w:rPr>
        <w:t>r</w:t>
      </w:r>
      <w:r w:rsidRPr="00DE284E">
        <w:rPr>
          <w:lang w:eastAsia="de-DE"/>
        </w:rPr>
        <w:t xml:space="preserve">ecurrent </w:t>
      </w:r>
      <w:r w:rsidR="001B46FA">
        <w:rPr>
          <w:lang w:eastAsia="de-DE"/>
        </w:rPr>
        <w:t>t</w:t>
      </w:r>
      <w:r w:rsidRPr="00DE284E">
        <w:rPr>
          <w:lang w:eastAsia="de-DE"/>
        </w:rPr>
        <w:t>raining should be carried out at regular intervals as deemed necessary by the Competent Authority.</w:t>
      </w:r>
      <w:r w:rsidR="007E6524" w:rsidRPr="00DE284E">
        <w:rPr>
          <w:lang w:eastAsia="de-DE"/>
        </w:rPr>
        <w:t xml:space="preserve"> </w:t>
      </w:r>
      <w:r w:rsidR="00947132" w:rsidRPr="00DE284E">
        <w:rPr>
          <w:lang w:eastAsia="de-DE"/>
        </w:rPr>
        <w:t>However</w:t>
      </w:r>
      <w:r w:rsidR="007E6524" w:rsidRPr="00DE284E">
        <w:rPr>
          <w:lang w:eastAsia="de-DE"/>
        </w:rPr>
        <w:t>,</w:t>
      </w:r>
      <w:r w:rsidR="00947132" w:rsidRPr="00DE284E">
        <w:rPr>
          <w:lang w:eastAsia="de-DE"/>
        </w:rPr>
        <w:t xml:space="preserve"> </w:t>
      </w:r>
      <w:r w:rsidR="00110F94" w:rsidRPr="00DE284E">
        <w:rPr>
          <w:lang w:eastAsia="de-DE"/>
        </w:rPr>
        <w:t>it is recommended that</w:t>
      </w:r>
      <w:r w:rsidR="007E6524" w:rsidRPr="00DE284E">
        <w:rPr>
          <w:lang w:eastAsia="de-DE"/>
        </w:rPr>
        <w:t xml:space="preserve"> recurrent training should be carried out at intervals of not </w:t>
      </w:r>
      <w:r w:rsidR="007E6524" w:rsidRPr="00DE284E">
        <w:rPr>
          <w:highlight w:val="yellow"/>
          <w:lang w:eastAsia="de-DE"/>
        </w:rPr>
        <w:t>exceeding five years</w:t>
      </w:r>
      <w:r w:rsidR="007E6524" w:rsidRPr="00DE284E">
        <w:rPr>
          <w:lang w:eastAsia="de-DE"/>
        </w:rPr>
        <w:t xml:space="preserve">. </w:t>
      </w:r>
    </w:p>
    <w:p w:rsidR="002B39F3" w:rsidRPr="00DE284E" w:rsidRDefault="008C48D7" w:rsidP="002B39F3">
      <w:pPr>
        <w:pStyle w:val="BodyText"/>
        <w:rPr>
          <w:lang w:eastAsia="de-DE"/>
        </w:rPr>
      </w:pPr>
      <w:r w:rsidRPr="00DE284E">
        <w:rPr>
          <w:lang w:eastAsia="de-DE"/>
        </w:rPr>
        <w:t xml:space="preserve">Recurrent </w:t>
      </w:r>
      <w:r w:rsidR="001B46FA">
        <w:rPr>
          <w:lang w:eastAsia="de-DE"/>
        </w:rPr>
        <w:t>t</w:t>
      </w:r>
      <w:r w:rsidRPr="00DE284E">
        <w:rPr>
          <w:lang w:eastAsia="de-DE"/>
        </w:rPr>
        <w:t xml:space="preserve">raining may be conducted by an Accredited Training Organisation or by individual VTS Authorities as determined by the relevant Competent Authority. </w:t>
      </w:r>
      <w:r w:rsidR="00B448C3" w:rsidRPr="00DE284E">
        <w:rPr>
          <w:lang w:eastAsia="de-DE"/>
        </w:rPr>
        <w:t>Recurrent training</w:t>
      </w:r>
      <w:r w:rsidRPr="00DE284E">
        <w:rPr>
          <w:lang w:eastAsia="de-DE"/>
        </w:rPr>
        <w:t xml:space="preserve"> should cover generic </w:t>
      </w:r>
      <w:r w:rsidR="001E523F" w:rsidRPr="00DE284E">
        <w:rPr>
          <w:lang w:eastAsia="de-DE"/>
        </w:rPr>
        <w:t xml:space="preserve">and area specific </w:t>
      </w:r>
      <w:r w:rsidRPr="00DE284E">
        <w:rPr>
          <w:lang w:eastAsia="de-DE"/>
        </w:rPr>
        <w:t>elements of competency</w:t>
      </w:r>
      <w:r w:rsidR="001E523F" w:rsidRPr="00DE284E">
        <w:rPr>
          <w:lang w:eastAsia="de-DE"/>
        </w:rPr>
        <w:t xml:space="preserve">. This should be </w:t>
      </w:r>
      <w:r w:rsidR="00B448C3" w:rsidRPr="00DE284E">
        <w:rPr>
          <w:lang w:eastAsia="de-DE"/>
        </w:rPr>
        <w:t xml:space="preserve">linked to a process </w:t>
      </w:r>
      <w:r w:rsidR="006076C9" w:rsidRPr="00DE284E">
        <w:rPr>
          <w:lang w:eastAsia="de-DE"/>
        </w:rPr>
        <w:t xml:space="preserve">combining instruction and practice to provide </w:t>
      </w:r>
      <w:r w:rsidR="00B448C3" w:rsidRPr="00DE284E">
        <w:rPr>
          <w:lang w:eastAsia="de-DE"/>
        </w:rPr>
        <w:t>VTS</w:t>
      </w:r>
      <w:r w:rsidR="00D76F45" w:rsidRPr="00DE284E">
        <w:rPr>
          <w:lang w:eastAsia="de-DE"/>
        </w:rPr>
        <w:t>O</w:t>
      </w:r>
      <w:r w:rsidR="006076C9" w:rsidRPr="00DE284E">
        <w:rPr>
          <w:lang w:eastAsia="de-DE"/>
        </w:rPr>
        <w:t xml:space="preserve"> with the skill, knowledge and experience necessary to perform in their present/future jobs both efficiently and effectively</w:t>
      </w:r>
      <w:r w:rsidR="007D3FF7" w:rsidRPr="00DE284E">
        <w:rPr>
          <w:lang w:eastAsia="de-DE"/>
        </w:rPr>
        <w:t>.</w:t>
      </w:r>
    </w:p>
    <w:p w:rsidR="00645FBE" w:rsidRPr="00DE284E" w:rsidRDefault="00AD6FB9" w:rsidP="002B39F3">
      <w:pPr>
        <w:pStyle w:val="BodyText"/>
      </w:pPr>
      <w:r w:rsidRPr="00DE284E">
        <w:rPr>
          <w:bCs/>
          <w:lang w:eastAsia="de-DE"/>
        </w:rPr>
        <w:t>The</w:t>
      </w:r>
      <w:r w:rsidR="00947132" w:rsidRPr="00DE284E">
        <w:rPr>
          <w:bCs/>
          <w:lang w:eastAsia="de-DE"/>
        </w:rPr>
        <w:t>refore, the</w:t>
      </w:r>
      <w:r w:rsidRPr="00DE284E">
        <w:rPr>
          <w:bCs/>
          <w:lang w:eastAsia="de-DE"/>
        </w:rPr>
        <w:t xml:space="preserve"> general objectives of recurrent training are to provide a structured</w:t>
      </w:r>
      <w:r w:rsidR="00DC577B" w:rsidRPr="00DE284E">
        <w:rPr>
          <w:bCs/>
          <w:lang w:eastAsia="de-DE"/>
        </w:rPr>
        <w:t xml:space="preserve"> </w:t>
      </w:r>
      <w:r w:rsidRPr="00DE284E">
        <w:rPr>
          <w:lang w:eastAsia="de-DE"/>
        </w:rPr>
        <w:t>means of maintaining professional currency, reinforcement of previous training, and providing for continuous professional development.</w:t>
      </w:r>
      <w:r w:rsidR="00E754D0" w:rsidRPr="00DE284E">
        <w:rPr>
          <w:lang w:eastAsia="de-DE"/>
        </w:rPr>
        <w:t xml:space="preserve"> This will enable </w:t>
      </w:r>
      <w:r w:rsidR="00D76F45" w:rsidRPr="00DE284E">
        <w:rPr>
          <w:lang w:eastAsia="de-DE"/>
        </w:rPr>
        <w:t xml:space="preserve">the </w:t>
      </w:r>
      <w:r w:rsidR="00E754D0" w:rsidRPr="00DE284E">
        <w:rPr>
          <w:lang w:eastAsia="de-DE"/>
        </w:rPr>
        <w:t>VTS</w:t>
      </w:r>
      <w:r w:rsidR="00D76F45" w:rsidRPr="00DE284E">
        <w:rPr>
          <w:lang w:eastAsia="de-DE"/>
        </w:rPr>
        <w:t>O</w:t>
      </w:r>
      <w:r w:rsidR="00E754D0" w:rsidRPr="00DE284E">
        <w:rPr>
          <w:lang w:eastAsia="de-DE"/>
        </w:rPr>
        <w:t xml:space="preserve"> to </w:t>
      </w:r>
      <w:r w:rsidR="00E754D0" w:rsidRPr="00DE284E">
        <w:t>perform in their present/future jobs both efficiently and effectively.</w:t>
      </w:r>
    </w:p>
    <w:p w:rsidR="00011B5F" w:rsidRPr="00DE284E" w:rsidRDefault="00645FBE" w:rsidP="002B39F3">
      <w:pPr>
        <w:pStyle w:val="BodyText"/>
        <w:rPr>
          <w:lang w:eastAsia="de-DE"/>
        </w:rPr>
      </w:pPr>
      <w:r w:rsidRPr="00DE284E">
        <w:rPr>
          <w:lang w:eastAsia="de-DE"/>
        </w:rPr>
        <w:t xml:space="preserve">Successful completion of </w:t>
      </w:r>
      <w:r w:rsidR="00DC577B" w:rsidRPr="00DE284E">
        <w:rPr>
          <w:lang w:eastAsia="de-DE"/>
        </w:rPr>
        <w:t xml:space="preserve">a process of </w:t>
      </w:r>
      <w:r w:rsidRPr="00DE284E">
        <w:rPr>
          <w:lang w:eastAsia="de-DE"/>
        </w:rPr>
        <w:t xml:space="preserve">updating training is necessary to facilitate the revalidation of </w:t>
      </w:r>
      <w:r w:rsidR="00FD3242">
        <w:rPr>
          <w:lang w:eastAsia="de-DE"/>
        </w:rPr>
        <w:t xml:space="preserve">qualifications contained within </w:t>
      </w:r>
      <w:r w:rsidRPr="00DE284E">
        <w:rPr>
          <w:lang w:eastAsia="de-DE"/>
        </w:rPr>
        <w:t xml:space="preserve">a VTS </w:t>
      </w:r>
      <w:r w:rsidR="001B46FA">
        <w:rPr>
          <w:lang w:eastAsia="de-DE"/>
        </w:rPr>
        <w:t>c</w:t>
      </w:r>
      <w:r w:rsidRPr="00DE284E">
        <w:rPr>
          <w:lang w:eastAsia="de-DE"/>
        </w:rPr>
        <w:t xml:space="preserve">ertification </w:t>
      </w:r>
      <w:r w:rsidR="001B46FA">
        <w:rPr>
          <w:lang w:eastAsia="de-DE"/>
        </w:rPr>
        <w:t>l</w:t>
      </w:r>
      <w:r w:rsidRPr="00DE284E">
        <w:rPr>
          <w:lang w:eastAsia="de-DE"/>
        </w:rPr>
        <w:t>og</w:t>
      </w:r>
      <w:r w:rsidR="002B39F3" w:rsidRPr="00DE284E">
        <w:rPr>
          <w:lang w:eastAsia="de-DE"/>
        </w:rPr>
        <w:t xml:space="preserve">. </w:t>
      </w:r>
    </w:p>
    <w:p w:rsidR="00DC577B" w:rsidRPr="00DE284E" w:rsidRDefault="0083371A" w:rsidP="002B39F3">
      <w:pPr>
        <w:pStyle w:val="Heading2"/>
        <w:rPr>
          <w:lang w:eastAsia="de-DE"/>
        </w:rPr>
      </w:pPr>
      <w:bookmarkStart w:id="65" w:name="_Toc432680611"/>
      <w:bookmarkStart w:id="66" w:name="_Toc444069212"/>
      <w:r w:rsidRPr="00DE284E">
        <w:rPr>
          <w:lang w:eastAsia="de-DE"/>
        </w:rPr>
        <w:t>Course structure</w:t>
      </w:r>
      <w:bookmarkEnd w:id="65"/>
      <w:bookmarkEnd w:id="66"/>
    </w:p>
    <w:p w:rsidR="006C2A01" w:rsidRPr="00DE284E" w:rsidRDefault="00636241" w:rsidP="002B39F3">
      <w:pPr>
        <w:pStyle w:val="BodyText"/>
        <w:rPr>
          <w:lang w:eastAsia="de-DE"/>
        </w:rPr>
      </w:pPr>
      <w:r w:rsidRPr="00DE284E">
        <w:rPr>
          <w:lang w:eastAsia="de-DE"/>
        </w:rPr>
        <w:t>Competent Authorities</w:t>
      </w:r>
      <w:r w:rsidR="00011B5F" w:rsidRPr="00DE284E">
        <w:rPr>
          <w:lang w:eastAsia="de-DE"/>
        </w:rPr>
        <w:t xml:space="preserve"> are recommended to develop a</w:t>
      </w:r>
      <w:r w:rsidRPr="00DE284E">
        <w:rPr>
          <w:lang w:eastAsia="de-DE"/>
        </w:rPr>
        <w:t xml:space="preserve"> structured </w:t>
      </w:r>
      <w:r w:rsidR="00066C89" w:rsidRPr="00DE284E">
        <w:rPr>
          <w:lang w:eastAsia="de-DE"/>
        </w:rPr>
        <w:t xml:space="preserve">and standardised </w:t>
      </w:r>
      <w:r w:rsidRPr="00DE284E">
        <w:rPr>
          <w:lang w:eastAsia="de-DE"/>
        </w:rPr>
        <w:t>programme of</w:t>
      </w:r>
      <w:r w:rsidR="00011B5F" w:rsidRPr="00DE284E">
        <w:rPr>
          <w:lang w:eastAsia="de-DE"/>
        </w:rPr>
        <w:t xml:space="preserve"> </w:t>
      </w:r>
      <w:r w:rsidRPr="00DE284E">
        <w:rPr>
          <w:lang w:eastAsia="de-DE"/>
        </w:rPr>
        <w:t>r</w:t>
      </w:r>
      <w:r w:rsidR="00011B5F" w:rsidRPr="00DE284E">
        <w:rPr>
          <w:lang w:eastAsia="de-DE"/>
        </w:rPr>
        <w:t xml:space="preserve">ecurrent </w:t>
      </w:r>
      <w:r w:rsidRPr="00DE284E">
        <w:rPr>
          <w:lang w:eastAsia="de-DE"/>
        </w:rPr>
        <w:t>training which</w:t>
      </w:r>
      <w:r w:rsidR="00011B5F" w:rsidRPr="00DE284E">
        <w:rPr>
          <w:lang w:eastAsia="de-DE"/>
        </w:rPr>
        <w:t xml:space="preserve"> </w:t>
      </w:r>
      <w:r w:rsidR="006E53C0" w:rsidRPr="00DE284E">
        <w:rPr>
          <w:lang w:eastAsia="de-DE"/>
        </w:rPr>
        <w:t>maintains</w:t>
      </w:r>
      <w:r w:rsidR="00011B5F" w:rsidRPr="00DE284E">
        <w:rPr>
          <w:lang w:eastAsia="de-DE"/>
        </w:rPr>
        <w:t xml:space="preserve"> the core competencies </w:t>
      </w:r>
      <w:r w:rsidRPr="00DE284E">
        <w:rPr>
          <w:lang w:eastAsia="de-DE"/>
        </w:rPr>
        <w:t>of VTS</w:t>
      </w:r>
      <w:r w:rsidR="00D76F45" w:rsidRPr="00DE284E">
        <w:rPr>
          <w:lang w:eastAsia="de-DE"/>
        </w:rPr>
        <w:t>Os</w:t>
      </w:r>
      <w:r w:rsidRPr="00DE284E">
        <w:rPr>
          <w:lang w:eastAsia="de-DE"/>
        </w:rPr>
        <w:t xml:space="preserve">. A programme of recurrent training will </w:t>
      </w:r>
      <w:r w:rsidR="00011B5F" w:rsidRPr="00DE284E">
        <w:rPr>
          <w:lang w:eastAsia="de-DE"/>
        </w:rPr>
        <w:t>enable VTS</w:t>
      </w:r>
      <w:r w:rsidR="00D76F45" w:rsidRPr="00DE284E">
        <w:rPr>
          <w:lang w:eastAsia="de-DE"/>
        </w:rPr>
        <w:t>Os</w:t>
      </w:r>
      <w:r w:rsidR="00011B5F" w:rsidRPr="00DE284E">
        <w:rPr>
          <w:lang w:eastAsia="de-DE"/>
        </w:rPr>
        <w:t xml:space="preserve"> to maintain currency to perform their operational duties as directed by the VTS authority.</w:t>
      </w:r>
    </w:p>
    <w:p w:rsidR="005F25FF" w:rsidRPr="00DE284E" w:rsidRDefault="006C2A01" w:rsidP="002B39F3">
      <w:pPr>
        <w:pStyle w:val="BodyText"/>
        <w:rPr>
          <w:lang w:eastAsia="de-DE"/>
        </w:rPr>
      </w:pPr>
      <w:r w:rsidRPr="00DE284E">
        <w:rPr>
          <w:bCs/>
          <w:lang w:eastAsia="de-DE"/>
        </w:rPr>
        <w:t xml:space="preserve">The content of recurrent training should provide a structured </w:t>
      </w:r>
      <w:r w:rsidRPr="00DE284E">
        <w:rPr>
          <w:lang w:eastAsia="de-DE"/>
        </w:rPr>
        <w:t xml:space="preserve">means of maintaining professional currency, reinforcement of previous training, and providing for continuous professional development. The content should be based on generic areas of competency which may be supplemented by specific subjects to meet national or local needs. </w:t>
      </w:r>
    </w:p>
    <w:p w:rsidR="00F059AF" w:rsidRPr="00DE284E" w:rsidRDefault="00F059AF" w:rsidP="002B39F3">
      <w:pPr>
        <w:pStyle w:val="BodyText"/>
        <w:rPr>
          <w:bCs/>
          <w:lang w:eastAsia="de-DE"/>
        </w:rPr>
      </w:pPr>
      <w:r w:rsidRPr="00DE284E">
        <w:rPr>
          <w:bCs/>
          <w:lang w:eastAsia="de-DE"/>
        </w:rPr>
        <w:t>Recurrent training should</w:t>
      </w:r>
      <w:r w:rsidR="002F3CD0" w:rsidRPr="00DE284E">
        <w:rPr>
          <w:bCs/>
          <w:lang w:eastAsia="de-DE"/>
        </w:rPr>
        <w:t xml:space="preserve"> </w:t>
      </w:r>
      <w:r w:rsidRPr="00DE284E">
        <w:rPr>
          <w:bCs/>
          <w:lang w:eastAsia="de-DE"/>
        </w:rPr>
        <w:t>include the use of simulation. However, where simulation is not practicable, relevant and interactive exercises should be designed so as to achieve the desired learning goals.</w:t>
      </w:r>
    </w:p>
    <w:p w:rsidR="00F059AF" w:rsidRPr="00DE284E" w:rsidRDefault="00F059AF" w:rsidP="002B39F3">
      <w:pPr>
        <w:pStyle w:val="BodyText"/>
        <w:rPr>
          <w:bCs/>
          <w:lang w:eastAsia="de-DE"/>
        </w:rPr>
      </w:pPr>
      <w:r w:rsidRPr="00DE284E">
        <w:rPr>
          <w:bCs/>
          <w:lang w:eastAsia="de-DE"/>
        </w:rPr>
        <w:t xml:space="preserve">The subject matter and topics included in a programme of recurrent training should reinforce the core modules of </w:t>
      </w:r>
      <w:r w:rsidR="005F25FF" w:rsidRPr="00DE284E">
        <w:rPr>
          <w:bCs/>
          <w:lang w:eastAsia="de-DE"/>
        </w:rPr>
        <w:t xml:space="preserve">the </w:t>
      </w:r>
      <w:r w:rsidRPr="00DE284E">
        <w:rPr>
          <w:bCs/>
          <w:lang w:eastAsia="de-DE"/>
        </w:rPr>
        <w:t xml:space="preserve">IALA </w:t>
      </w:r>
      <w:r w:rsidR="005F25FF" w:rsidRPr="00DE284E">
        <w:rPr>
          <w:bCs/>
          <w:lang w:eastAsia="de-DE"/>
        </w:rPr>
        <w:t xml:space="preserve">V-103 </w:t>
      </w:r>
      <w:r w:rsidRPr="00DE284E">
        <w:rPr>
          <w:bCs/>
          <w:lang w:eastAsia="de-DE"/>
        </w:rPr>
        <w:t>Model Course</w:t>
      </w:r>
      <w:r w:rsidR="005F25FF" w:rsidRPr="00DE284E">
        <w:rPr>
          <w:bCs/>
          <w:lang w:eastAsia="de-DE"/>
        </w:rPr>
        <w:t>s.</w:t>
      </w:r>
    </w:p>
    <w:p w:rsidR="00F059AF" w:rsidRPr="00DE284E" w:rsidRDefault="000D2776" w:rsidP="002B39F3">
      <w:pPr>
        <w:pStyle w:val="BodyText"/>
        <w:rPr>
          <w:lang w:eastAsia="de-DE"/>
        </w:rPr>
      </w:pPr>
      <w:r w:rsidRPr="00DE284E">
        <w:rPr>
          <w:lang w:eastAsia="de-DE"/>
        </w:rPr>
        <w:t>Competent Authorities, in conjunction with Accredited Training Organisation</w:t>
      </w:r>
      <w:r w:rsidR="000C2FBD" w:rsidRPr="00DE284E">
        <w:rPr>
          <w:lang w:eastAsia="de-DE"/>
        </w:rPr>
        <w:t>s</w:t>
      </w:r>
      <w:r w:rsidRPr="00DE284E">
        <w:rPr>
          <w:lang w:eastAsia="de-DE"/>
        </w:rPr>
        <w:t xml:space="preserve"> and </w:t>
      </w:r>
      <w:r w:rsidR="00011B5F" w:rsidRPr="00DE284E">
        <w:rPr>
          <w:lang w:eastAsia="de-DE"/>
        </w:rPr>
        <w:t xml:space="preserve">VTS Authorities </w:t>
      </w:r>
      <w:r w:rsidRPr="00DE284E">
        <w:rPr>
          <w:lang w:eastAsia="de-DE"/>
        </w:rPr>
        <w:t xml:space="preserve">as </w:t>
      </w:r>
      <w:r w:rsidR="00947132" w:rsidRPr="00DE284E">
        <w:rPr>
          <w:lang w:eastAsia="de-DE"/>
        </w:rPr>
        <w:t>appropriate</w:t>
      </w:r>
      <w:r w:rsidRPr="00DE284E">
        <w:rPr>
          <w:lang w:eastAsia="de-DE"/>
        </w:rPr>
        <w:t xml:space="preserve">, </w:t>
      </w:r>
      <w:r w:rsidR="00011B5F" w:rsidRPr="00DE284E">
        <w:rPr>
          <w:lang w:eastAsia="de-DE"/>
        </w:rPr>
        <w:t xml:space="preserve">should develop </w:t>
      </w:r>
      <w:r w:rsidR="00F059AF" w:rsidRPr="00DE284E">
        <w:rPr>
          <w:lang w:eastAsia="de-DE"/>
        </w:rPr>
        <w:t xml:space="preserve">a course structure which is connected to their national or local safety </w:t>
      </w:r>
      <w:r w:rsidR="002B39F3" w:rsidRPr="00DE284E">
        <w:rPr>
          <w:lang w:eastAsia="de-DE"/>
        </w:rPr>
        <w:t>and quality management systems.</w:t>
      </w:r>
    </w:p>
    <w:p w:rsidR="003704F7" w:rsidRPr="00DE284E" w:rsidRDefault="003704F7" w:rsidP="002B39F3">
      <w:pPr>
        <w:pStyle w:val="BodyText"/>
        <w:rPr>
          <w:lang w:eastAsia="de-DE"/>
        </w:rPr>
      </w:pPr>
      <w:r w:rsidRPr="00DE284E">
        <w:rPr>
          <w:lang w:eastAsia="de-DE"/>
        </w:rPr>
        <w:t>A programme of recurrent training should be designed so as to maintain and complement the core training delivered to VTS</w:t>
      </w:r>
      <w:r w:rsidR="007578D2" w:rsidRPr="00DE284E">
        <w:rPr>
          <w:lang w:eastAsia="de-DE"/>
        </w:rPr>
        <w:t>Os</w:t>
      </w:r>
      <w:r w:rsidRPr="00DE284E">
        <w:rPr>
          <w:lang w:eastAsia="de-DE"/>
        </w:rPr>
        <w:t xml:space="preserve"> as a component of the </w:t>
      </w:r>
      <w:r w:rsidR="001B46FA" w:rsidRPr="00DE284E">
        <w:rPr>
          <w:lang w:eastAsia="de-DE"/>
        </w:rPr>
        <w:t>IALA V</w:t>
      </w:r>
      <w:r w:rsidRPr="00DE284E">
        <w:rPr>
          <w:lang w:eastAsia="de-DE"/>
        </w:rPr>
        <w:t>-103 Model Co</w:t>
      </w:r>
      <w:r w:rsidR="002B39F3" w:rsidRPr="00DE284E">
        <w:rPr>
          <w:lang w:eastAsia="de-DE"/>
        </w:rPr>
        <w:t>urses.</w:t>
      </w:r>
    </w:p>
    <w:p w:rsidR="002B39F3" w:rsidRPr="00DE284E" w:rsidRDefault="002B39F3">
      <w:pPr>
        <w:rPr>
          <w:lang w:eastAsia="de-DE"/>
        </w:rPr>
      </w:pPr>
      <w:r w:rsidRPr="00DE284E">
        <w:rPr>
          <w:lang w:eastAsia="de-DE"/>
        </w:rPr>
        <w:br w:type="page"/>
      </w:r>
    </w:p>
    <w:p w:rsidR="0083371A" w:rsidRPr="00DE284E" w:rsidRDefault="00EF2473" w:rsidP="002B39F3">
      <w:pPr>
        <w:pStyle w:val="BodyText"/>
        <w:rPr>
          <w:lang w:eastAsia="de-DE"/>
        </w:rPr>
      </w:pPr>
      <w:r w:rsidRPr="00DE284E">
        <w:rPr>
          <w:lang w:eastAsia="de-DE"/>
        </w:rPr>
        <w:lastRenderedPageBreak/>
        <w:t>A programme of recurrent training</w:t>
      </w:r>
      <w:r w:rsidR="00B33C1C" w:rsidRPr="00DE284E">
        <w:rPr>
          <w:lang w:eastAsia="de-DE"/>
        </w:rPr>
        <w:t xml:space="preserve"> should </w:t>
      </w:r>
      <w:r w:rsidR="001A6B08" w:rsidRPr="00DE284E">
        <w:rPr>
          <w:lang w:eastAsia="de-DE"/>
        </w:rPr>
        <w:t xml:space="preserve">give consideration to </w:t>
      </w:r>
      <w:r w:rsidR="007578D2" w:rsidRPr="00DE284E">
        <w:rPr>
          <w:lang w:eastAsia="de-DE"/>
        </w:rPr>
        <w:t>t</w:t>
      </w:r>
      <w:r w:rsidR="00B33C1C" w:rsidRPr="00DE284E">
        <w:rPr>
          <w:lang w:eastAsia="de-DE"/>
        </w:rPr>
        <w:t>he following</w:t>
      </w:r>
      <w:r w:rsidR="00011B5F" w:rsidRPr="00DE284E">
        <w:rPr>
          <w:lang w:eastAsia="de-DE"/>
        </w:rPr>
        <w:t xml:space="preserve"> broad subject headings</w:t>
      </w:r>
      <w:r w:rsidRPr="00DE284E">
        <w:rPr>
          <w:lang w:eastAsia="de-DE"/>
        </w:rPr>
        <w:t>:</w:t>
      </w:r>
      <w:r w:rsidR="00011B5F" w:rsidRPr="00DE284E">
        <w:rPr>
          <w:lang w:eastAsia="de-DE"/>
        </w:rPr>
        <w:t xml:space="preserve"> </w:t>
      </w:r>
    </w:p>
    <w:p w:rsidR="002F3CD0" w:rsidRPr="00DE284E" w:rsidRDefault="002F3CD0" w:rsidP="008A50BC">
      <w:pPr>
        <w:jc w:val="both"/>
        <w:rPr>
          <w:lang w:eastAsia="de-D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237"/>
      </w:tblGrid>
      <w:tr w:rsidR="005C07D4" w:rsidRPr="00DE284E" w:rsidTr="005C07D4">
        <w:trPr>
          <w:trHeight w:val="507"/>
        </w:trPr>
        <w:tc>
          <w:tcPr>
            <w:tcW w:w="3227" w:type="dxa"/>
            <w:vAlign w:val="center"/>
          </w:tcPr>
          <w:p w:rsidR="005C07D4" w:rsidRPr="00DE284E" w:rsidRDefault="005C07D4" w:rsidP="005C07D4">
            <w:pPr>
              <w:jc w:val="center"/>
              <w:rPr>
                <w:b/>
              </w:rPr>
            </w:pPr>
            <w:r w:rsidRPr="00DE284E">
              <w:rPr>
                <w:b/>
              </w:rPr>
              <w:t xml:space="preserve">Topic </w:t>
            </w:r>
          </w:p>
          <w:p w:rsidR="005C07D4" w:rsidRPr="00DE284E" w:rsidRDefault="005C07D4" w:rsidP="005C07D4">
            <w:pPr>
              <w:jc w:val="center"/>
              <w:rPr>
                <w:b/>
              </w:rPr>
            </w:pPr>
            <w:r w:rsidRPr="00DE284E">
              <w:rPr>
                <w:b/>
              </w:rPr>
              <w:t>(including V-103/1 Module Reference)</w:t>
            </w:r>
          </w:p>
        </w:tc>
        <w:tc>
          <w:tcPr>
            <w:tcW w:w="6237" w:type="dxa"/>
            <w:tcBorders>
              <w:top w:val="single" w:sz="4" w:space="0" w:color="auto"/>
              <w:left w:val="single" w:sz="4" w:space="0" w:color="auto"/>
              <w:bottom w:val="nil"/>
              <w:right w:val="single" w:sz="4" w:space="0" w:color="auto"/>
            </w:tcBorders>
            <w:vAlign w:val="center"/>
          </w:tcPr>
          <w:p w:rsidR="005C07D4" w:rsidRPr="00DE284E" w:rsidRDefault="005C07D4" w:rsidP="005C07D4">
            <w:pPr>
              <w:rPr>
                <w:b/>
              </w:rPr>
            </w:pPr>
          </w:p>
          <w:p w:rsidR="005C07D4" w:rsidRPr="00DE284E" w:rsidRDefault="00001DCE" w:rsidP="005C07D4">
            <w:pPr>
              <w:jc w:val="center"/>
              <w:rPr>
                <w:b/>
              </w:rPr>
            </w:pPr>
            <w:r w:rsidRPr="00DE284E">
              <w:rPr>
                <w:b/>
              </w:rPr>
              <w:t xml:space="preserve">Sample </w:t>
            </w:r>
            <w:r w:rsidR="005C07D4" w:rsidRPr="00DE284E">
              <w:rPr>
                <w:b/>
              </w:rPr>
              <w:t>Subject</w:t>
            </w:r>
            <w:r w:rsidRPr="00DE284E">
              <w:rPr>
                <w:b/>
              </w:rPr>
              <w:t xml:space="preserve"> Headings</w:t>
            </w:r>
          </w:p>
          <w:p w:rsidR="005C07D4" w:rsidRPr="00DE284E" w:rsidRDefault="005C07D4" w:rsidP="005C07D4">
            <w:pPr>
              <w:jc w:val="center"/>
              <w:rPr>
                <w:b/>
              </w:rPr>
            </w:pPr>
          </w:p>
        </w:tc>
      </w:tr>
      <w:tr w:rsidR="005C07D4" w:rsidRPr="00DE284E" w:rsidTr="005C07D4">
        <w:trPr>
          <w:trHeight w:val="776"/>
        </w:trPr>
        <w:tc>
          <w:tcPr>
            <w:tcW w:w="3227" w:type="dxa"/>
            <w:tcBorders>
              <w:top w:val="single" w:sz="12" w:space="0" w:color="auto"/>
              <w:right w:val="double" w:sz="4" w:space="0" w:color="auto"/>
            </w:tcBorders>
          </w:tcPr>
          <w:p w:rsidR="005C07D4" w:rsidRPr="00DE284E" w:rsidRDefault="005C07D4" w:rsidP="005C07D4">
            <w:pPr>
              <w:spacing w:before="60"/>
              <w:jc w:val="both"/>
              <w:rPr>
                <w:b/>
                <w:sz w:val="20"/>
                <w:szCs w:val="20"/>
              </w:rPr>
            </w:pPr>
            <w:r w:rsidRPr="00DE284E">
              <w:rPr>
                <w:b/>
                <w:sz w:val="20"/>
                <w:szCs w:val="20"/>
              </w:rPr>
              <w:t>1 – Language</w:t>
            </w:r>
          </w:p>
        </w:tc>
        <w:tc>
          <w:tcPr>
            <w:tcW w:w="6237" w:type="dxa"/>
            <w:tcBorders>
              <w:top w:val="single" w:sz="12" w:space="0" w:color="auto"/>
              <w:left w:val="double" w:sz="4" w:space="0" w:color="auto"/>
            </w:tcBorders>
          </w:tcPr>
          <w:p w:rsidR="005C07D4" w:rsidRPr="00DE284E" w:rsidRDefault="005C07D4" w:rsidP="00761614">
            <w:pPr>
              <w:numPr>
                <w:ilvl w:val="0"/>
                <w:numId w:val="31"/>
              </w:numPr>
              <w:ind w:left="442" w:hanging="442"/>
              <w:rPr>
                <w:sz w:val="16"/>
              </w:rPr>
            </w:pPr>
            <w:r w:rsidRPr="00DE284E">
              <w:rPr>
                <w:sz w:val="16"/>
              </w:rPr>
              <w:t>Language structure</w:t>
            </w:r>
          </w:p>
          <w:p w:rsidR="005C07D4" w:rsidRPr="00DE284E" w:rsidRDefault="005C07D4" w:rsidP="00761614">
            <w:pPr>
              <w:numPr>
                <w:ilvl w:val="0"/>
                <w:numId w:val="32"/>
              </w:numPr>
              <w:ind w:left="0" w:firstLine="0"/>
              <w:rPr>
                <w:sz w:val="16"/>
              </w:rPr>
            </w:pPr>
            <w:r w:rsidRPr="00DE284E">
              <w:rPr>
                <w:sz w:val="16"/>
              </w:rPr>
              <w:t xml:space="preserve">Specific  VTS messages construction </w:t>
            </w:r>
          </w:p>
          <w:p w:rsidR="005C07D4" w:rsidRPr="00DE284E" w:rsidRDefault="005C07D4" w:rsidP="00761614">
            <w:pPr>
              <w:numPr>
                <w:ilvl w:val="0"/>
                <w:numId w:val="32"/>
              </w:numPr>
              <w:ind w:left="0" w:firstLine="0"/>
              <w:rPr>
                <w:sz w:val="16"/>
              </w:rPr>
            </w:pPr>
            <w:r w:rsidRPr="00DE284E">
              <w:rPr>
                <w:sz w:val="16"/>
              </w:rPr>
              <w:t>Standard phrases</w:t>
            </w:r>
          </w:p>
          <w:p w:rsidR="005C07D4" w:rsidRPr="00DE284E" w:rsidRDefault="005C07D4" w:rsidP="00F20A46">
            <w:pPr>
              <w:rPr>
                <w:sz w:val="16"/>
              </w:rPr>
            </w:pPr>
          </w:p>
        </w:tc>
      </w:tr>
      <w:tr w:rsidR="005C07D4" w:rsidRPr="00DE284E" w:rsidTr="005C07D4">
        <w:trPr>
          <w:trHeight w:val="587"/>
        </w:trPr>
        <w:tc>
          <w:tcPr>
            <w:tcW w:w="3227" w:type="dxa"/>
            <w:tcBorders>
              <w:right w:val="double" w:sz="4" w:space="0" w:color="auto"/>
            </w:tcBorders>
          </w:tcPr>
          <w:p w:rsidR="005C07D4" w:rsidRPr="00DE284E" w:rsidRDefault="005C07D4" w:rsidP="005C07D4">
            <w:pPr>
              <w:spacing w:before="60"/>
              <w:rPr>
                <w:b/>
                <w:sz w:val="20"/>
                <w:szCs w:val="20"/>
              </w:rPr>
            </w:pPr>
            <w:r w:rsidRPr="00DE284E">
              <w:rPr>
                <w:b/>
                <w:sz w:val="20"/>
                <w:szCs w:val="20"/>
              </w:rPr>
              <w:t>2 – Traffic Management</w:t>
            </w:r>
          </w:p>
        </w:tc>
        <w:tc>
          <w:tcPr>
            <w:tcW w:w="6237" w:type="dxa"/>
            <w:tcBorders>
              <w:left w:val="double" w:sz="4" w:space="0" w:color="auto"/>
            </w:tcBorders>
          </w:tcPr>
          <w:p w:rsidR="005C07D4" w:rsidRPr="00DE284E" w:rsidRDefault="005C07D4" w:rsidP="00761614">
            <w:pPr>
              <w:numPr>
                <w:ilvl w:val="0"/>
                <w:numId w:val="31"/>
              </w:numPr>
              <w:ind w:left="442" w:hanging="442"/>
              <w:rPr>
                <w:sz w:val="16"/>
              </w:rPr>
            </w:pPr>
            <w:r w:rsidRPr="00DE284E">
              <w:rPr>
                <w:sz w:val="16"/>
              </w:rPr>
              <w:t xml:space="preserve">Regulatory requirements and legal knowledge </w:t>
            </w:r>
          </w:p>
          <w:p w:rsidR="005C07D4" w:rsidRPr="00DE284E" w:rsidRDefault="005C07D4" w:rsidP="00761614">
            <w:pPr>
              <w:numPr>
                <w:ilvl w:val="0"/>
                <w:numId w:val="31"/>
              </w:numPr>
              <w:ind w:left="0" w:firstLine="0"/>
              <w:rPr>
                <w:sz w:val="16"/>
              </w:rPr>
            </w:pPr>
            <w:r w:rsidRPr="00DE284E">
              <w:rPr>
                <w:sz w:val="16"/>
              </w:rPr>
              <w:t>Principles of waterway and traffic management</w:t>
            </w:r>
            <w:r w:rsidR="00F20A46" w:rsidRPr="00DE284E">
              <w:rPr>
                <w:sz w:val="16"/>
              </w:rPr>
              <w:t xml:space="preserve"> including situational awareness</w:t>
            </w:r>
          </w:p>
          <w:p w:rsidR="005C07D4" w:rsidRPr="00DE284E" w:rsidRDefault="005C07D4" w:rsidP="00761614">
            <w:pPr>
              <w:numPr>
                <w:ilvl w:val="0"/>
                <w:numId w:val="31"/>
              </w:numPr>
              <w:ind w:left="0" w:firstLine="0"/>
              <w:rPr>
                <w:sz w:val="16"/>
              </w:rPr>
            </w:pPr>
            <w:r w:rsidRPr="00DE284E">
              <w:rPr>
                <w:sz w:val="16"/>
              </w:rPr>
              <w:t>Traffic monitoring and organisation</w:t>
            </w:r>
            <w:r w:rsidR="00F20A46" w:rsidRPr="00DE284E">
              <w:rPr>
                <w:sz w:val="16"/>
              </w:rPr>
              <w:t xml:space="preserve"> including types of service</w:t>
            </w:r>
          </w:p>
        </w:tc>
      </w:tr>
      <w:tr w:rsidR="005C07D4" w:rsidRPr="00DE284E" w:rsidTr="005C07D4">
        <w:trPr>
          <w:trHeight w:val="289"/>
        </w:trPr>
        <w:tc>
          <w:tcPr>
            <w:tcW w:w="3227" w:type="dxa"/>
            <w:tcBorders>
              <w:right w:val="double" w:sz="4" w:space="0" w:color="auto"/>
            </w:tcBorders>
          </w:tcPr>
          <w:p w:rsidR="005C07D4" w:rsidRPr="00DE284E" w:rsidRDefault="005C07D4" w:rsidP="005C07D4">
            <w:pPr>
              <w:spacing w:before="60"/>
              <w:rPr>
                <w:b/>
                <w:sz w:val="20"/>
                <w:szCs w:val="20"/>
              </w:rPr>
            </w:pPr>
            <w:r w:rsidRPr="00DE284E">
              <w:rPr>
                <w:b/>
                <w:sz w:val="20"/>
                <w:szCs w:val="20"/>
              </w:rPr>
              <w:t>3 – Equipment</w:t>
            </w:r>
          </w:p>
        </w:tc>
        <w:tc>
          <w:tcPr>
            <w:tcW w:w="6237" w:type="dxa"/>
            <w:tcBorders>
              <w:left w:val="double" w:sz="4" w:space="0" w:color="auto"/>
            </w:tcBorders>
          </w:tcPr>
          <w:p w:rsidR="005C07D4" w:rsidRPr="00DE284E" w:rsidRDefault="005C07D4" w:rsidP="00761614">
            <w:pPr>
              <w:numPr>
                <w:ilvl w:val="0"/>
                <w:numId w:val="31"/>
              </w:numPr>
              <w:ind w:left="0" w:firstLine="0"/>
              <w:rPr>
                <w:sz w:val="16"/>
              </w:rPr>
            </w:pPr>
            <w:r w:rsidRPr="00DE284E">
              <w:rPr>
                <w:sz w:val="16"/>
              </w:rPr>
              <w:t>Evolving technologies</w:t>
            </w:r>
          </w:p>
        </w:tc>
      </w:tr>
      <w:tr w:rsidR="005C07D4" w:rsidRPr="00DE284E" w:rsidTr="005C07D4">
        <w:trPr>
          <w:trHeight w:val="388"/>
        </w:trPr>
        <w:tc>
          <w:tcPr>
            <w:tcW w:w="3227" w:type="dxa"/>
            <w:tcBorders>
              <w:right w:val="double" w:sz="4" w:space="0" w:color="auto"/>
            </w:tcBorders>
          </w:tcPr>
          <w:p w:rsidR="005C07D4" w:rsidRPr="00DE284E" w:rsidRDefault="005C07D4" w:rsidP="005C07D4">
            <w:pPr>
              <w:spacing w:before="60"/>
              <w:rPr>
                <w:b/>
                <w:sz w:val="20"/>
                <w:szCs w:val="20"/>
              </w:rPr>
            </w:pPr>
            <w:r w:rsidRPr="00DE284E">
              <w:rPr>
                <w:b/>
                <w:sz w:val="20"/>
                <w:szCs w:val="20"/>
              </w:rPr>
              <w:t>4 – Nautical Knowledge</w:t>
            </w:r>
          </w:p>
        </w:tc>
        <w:tc>
          <w:tcPr>
            <w:tcW w:w="6237" w:type="dxa"/>
            <w:tcBorders>
              <w:left w:val="double" w:sz="4" w:space="0" w:color="auto"/>
            </w:tcBorders>
          </w:tcPr>
          <w:p w:rsidR="005C07D4" w:rsidRPr="00DE284E" w:rsidRDefault="005C07D4" w:rsidP="00761614">
            <w:pPr>
              <w:numPr>
                <w:ilvl w:val="0"/>
                <w:numId w:val="31"/>
              </w:numPr>
              <w:ind w:left="442" w:hanging="442"/>
              <w:jc w:val="both"/>
              <w:rPr>
                <w:sz w:val="16"/>
              </w:rPr>
            </w:pPr>
            <w:r w:rsidRPr="00DE284E">
              <w:rPr>
                <w:sz w:val="16"/>
              </w:rPr>
              <w:t>Collision regulations</w:t>
            </w:r>
          </w:p>
          <w:p w:rsidR="005C07D4" w:rsidRPr="00DE284E" w:rsidRDefault="005C07D4" w:rsidP="00AA695C">
            <w:pPr>
              <w:jc w:val="both"/>
              <w:rPr>
                <w:sz w:val="16"/>
              </w:rPr>
            </w:pPr>
          </w:p>
        </w:tc>
      </w:tr>
      <w:tr w:rsidR="005C07D4" w:rsidRPr="00DE284E" w:rsidTr="005C07D4">
        <w:trPr>
          <w:trHeight w:val="517"/>
        </w:trPr>
        <w:tc>
          <w:tcPr>
            <w:tcW w:w="3227" w:type="dxa"/>
            <w:tcBorders>
              <w:right w:val="double" w:sz="4" w:space="0" w:color="auto"/>
            </w:tcBorders>
          </w:tcPr>
          <w:p w:rsidR="005C07D4" w:rsidRPr="00DE284E" w:rsidRDefault="005C07D4" w:rsidP="005C07D4">
            <w:pPr>
              <w:spacing w:before="60"/>
              <w:ind w:left="332" w:hanging="332"/>
              <w:rPr>
                <w:b/>
                <w:sz w:val="20"/>
                <w:szCs w:val="20"/>
              </w:rPr>
            </w:pPr>
            <w:r w:rsidRPr="00DE284E">
              <w:rPr>
                <w:b/>
                <w:sz w:val="20"/>
                <w:szCs w:val="20"/>
              </w:rPr>
              <w:t xml:space="preserve">5 – Communication </w:t>
            </w:r>
            <w:r w:rsidRPr="00DE284E">
              <w:rPr>
                <w:b/>
                <w:sz w:val="20"/>
                <w:szCs w:val="20"/>
              </w:rPr>
              <w:br/>
              <w:t>Co-ordination</w:t>
            </w:r>
          </w:p>
        </w:tc>
        <w:tc>
          <w:tcPr>
            <w:tcW w:w="6237" w:type="dxa"/>
            <w:tcBorders>
              <w:left w:val="double" w:sz="4" w:space="0" w:color="auto"/>
            </w:tcBorders>
          </w:tcPr>
          <w:p w:rsidR="005C07D4" w:rsidRPr="00DE284E" w:rsidRDefault="005C07D4" w:rsidP="00761614">
            <w:pPr>
              <w:numPr>
                <w:ilvl w:val="0"/>
                <w:numId w:val="31"/>
              </w:numPr>
              <w:ind w:left="442" w:hanging="442"/>
              <w:rPr>
                <w:sz w:val="16"/>
              </w:rPr>
            </w:pPr>
            <w:r w:rsidRPr="00DE284E">
              <w:rPr>
                <w:sz w:val="16"/>
              </w:rPr>
              <w:t>General communication skills</w:t>
            </w:r>
          </w:p>
          <w:p w:rsidR="005C07D4" w:rsidRPr="00DE284E" w:rsidRDefault="005C07D4" w:rsidP="00F20A46">
            <w:pPr>
              <w:rPr>
                <w:sz w:val="16"/>
              </w:rPr>
            </w:pPr>
          </w:p>
        </w:tc>
      </w:tr>
      <w:tr w:rsidR="005C07D4" w:rsidRPr="00DE284E" w:rsidTr="005C07D4">
        <w:trPr>
          <w:trHeight w:val="388"/>
        </w:trPr>
        <w:tc>
          <w:tcPr>
            <w:tcW w:w="3227" w:type="dxa"/>
            <w:tcBorders>
              <w:right w:val="double" w:sz="4" w:space="0" w:color="auto"/>
            </w:tcBorders>
          </w:tcPr>
          <w:p w:rsidR="005C07D4" w:rsidRPr="00DE284E" w:rsidRDefault="005C07D4" w:rsidP="005C07D4">
            <w:pPr>
              <w:spacing w:before="60"/>
              <w:rPr>
                <w:b/>
                <w:sz w:val="20"/>
                <w:szCs w:val="20"/>
              </w:rPr>
            </w:pPr>
            <w:r w:rsidRPr="00DE284E">
              <w:rPr>
                <w:b/>
                <w:sz w:val="20"/>
                <w:szCs w:val="20"/>
              </w:rPr>
              <w:t>6 – VHF Radio</w:t>
            </w:r>
          </w:p>
        </w:tc>
        <w:tc>
          <w:tcPr>
            <w:tcW w:w="6237" w:type="dxa"/>
            <w:tcBorders>
              <w:left w:val="double" w:sz="4" w:space="0" w:color="auto"/>
            </w:tcBorders>
          </w:tcPr>
          <w:p w:rsidR="005C07D4" w:rsidRPr="00DE284E" w:rsidRDefault="005C07D4" w:rsidP="00761614">
            <w:pPr>
              <w:numPr>
                <w:ilvl w:val="0"/>
                <w:numId w:val="31"/>
              </w:numPr>
              <w:ind w:left="442" w:hanging="442"/>
              <w:rPr>
                <w:sz w:val="16"/>
              </w:rPr>
            </w:pPr>
            <w:r w:rsidRPr="00DE284E">
              <w:rPr>
                <w:sz w:val="16"/>
              </w:rPr>
              <w:t>Radio operator practices and procedures</w:t>
            </w:r>
          </w:p>
          <w:p w:rsidR="005C07D4" w:rsidRPr="00DE284E" w:rsidRDefault="005C07D4" w:rsidP="00761614">
            <w:pPr>
              <w:numPr>
                <w:ilvl w:val="0"/>
                <w:numId w:val="31"/>
              </w:numPr>
              <w:ind w:left="0" w:firstLine="0"/>
              <w:rPr>
                <w:sz w:val="16"/>
              </w:rPr>
            </w:pPr>
            <w:r w:rsidRPr="00DE284E">
              <w:rPr>
                <w:sz w:val="16"/>
              </w:rPr>
              <w:t>Communication procedures, including SAR</w:t>
            </w:r>
          </w:p>
        </w:tc>
      </w:tr>
      <w:tr w:rsidR="005C07D4" w:rsidRPr="00DE284E" w:rsidTr="005C07D4">
        <w:trPr>
          <w:trHeight w:val="766"/>
        </w:trPr>
        <w:tc>
          <w:tcPr>
            <w:tcW w:w="3227" w:type="dxa"/>
            <w:tcBorders>
              <w:right w:val="double" w:sz="4" w:space="0" w:color="auto"/>
            </w:tcBorders>
          </w:tcPr>
          <w:p w:rsidR="005C07D4" w:rsidRPr="00DE284E" w:rsidRDefault="005C07D4" w:rsidP="005C07D4">
            <w:pPr>
              <w:spacing w:before="60"/>
              <w:rPr>
                <w:b/>
                <w:sz w:val="20"/>
                <w:szCs w:val="20"/>
              </w:rPr>
            </w:pPr>
            <w:r w:rsidRPr="00DE284E">
              <w:rPr>
                <w:b/>
                <w:sz w:val="20"/>
                <w:szCs w:val="20"/>
              </w:rPr>
              <w:t>7 – Personal Attributes</w:t>
            </w:r>
          </w:p>
        </w:tc>
        <w:tc>
          <w:tcPr>
            <w:tcW w:w="6237" w:type="dxa"/>
            <w:tcBorders>
              <w:left w:val="double" w:sz="4" w:space="0" w:color="auto"/>
            </w:tcBorders>
          </w:tcPr>
          <w:p w:rsidR="005C07D4" w:rsidRPr="00DE284E" w:rsidRDefault="005C07D4" w:rsidP="00761614">
            <w:pPr>
              <w:numPr>
                <w:ilvl w:val="0"/>
                <w:numId w:val="31"/>
              </w:numPr>
              <w:ind w:left="0" w:firstLine="0"/>
              <w:rPr>
                <w:sz w:val="16"/>
              </w:rPr>
            </w:pPr>
            <w:r w:rsidRPr="00DE284E">
              <w:rPr>
                <w:sz w:val="16"/>
              </w:rPr>
              <w:t xml:space="preserve">Human relation skills </w:t>
            </w:r>
          </w:p>
          <w:p w:rsidR="005C07D4" w:rsidRPr="00DE284E" w:rsidRDefault="005C07D4" w:rsidP="00761614">
            <w:pPr>
              <w:numPr>
                <w:ilvl w:val="0"/>
                <w:numId w:val="31"/>
              </w:numPr>
              <w:ind w:left="0" w:firstLine="0"/>
              <w:rPr>
                <w:sz w:val="16"/>
              </w:rPr>
            </w:pPr>
            <w:r w:rsidRPr="00DE284E">
              <w:rPr>
                <w:sz w:val="16"/>
              </w:rPr>
              <w:t xml:space="preserve">Responsibility and reliability </w:t>
            </w:r>
          </w:p>
          <w:p w:rsidR="005C07D4" w:rsidRPr="00DE284E" w:rsidRDefault="005C07D4" w:rsidP="00761614">
            <w:pPr>
              <w:numPr>
                <w:ilvl w:val="0"/>
                <w:numId w:val="31"/>
              </w:numPr>
              <w:ind w:left="442" w:hanging="442"/>
              <w:rPr>
                <w:sz w:val="16"/>
              </w:rPr>
            </w:pPr>
            <w:r w:rsidRPr="00DE284E">
              <w:rPr>
                <w:i/>
                <w:sz w:val="16"/>
                <w:highlight w:val="yellow"/>
              </w:rPr>
              <w:t>attitude/proactivity</w:t>
            </w:r>
          </w:p>
        </w:tc>
      </w:tr>
      <w:tr w:rsidR="005C07D4" w:rsidRPr="00DE284E" w:rsidTr="005C07D4">
        <w:trPr>
          <w:trHeight w:val="587"/>
        </w:trPr>
        <w:tc>
          <w:tcPr>
            <w:tcW w:w="3227" w:type="dxa"/>
            <w:tcBorders>
              <w:right w:val="double" w:sz="4" w:space="0" w:color="auto"/>
            </w:tcBorders>
          </w:tcPr>
          <w:p w:rsidR="005C07D4" w:rsidRPr="00DE284E" w:rsidRDefault="005C07D4" w:rsidP="005C07D4">
            <w:pPr>
              <w:spacing w:before="60"/>
              <w:rPr>
                <w:b/>
                <w:sz w:val="20"/>
                <w:szCs w:val="20"/>
              </w:rPr>
            </w:pPr>
            <w:r w:rsidRPr="00DE284E">
              <w:rPr>
                <w:b/>
                <w:sz w:val="20"/>
                <w:szCs w:val="20"/>
              </w:rPr>
              <w:t>8 – Emergency Situations</w:t>
            </w:r>
          </w:p>
        </w:tc>
        <w:tc>
          <w:tcPr>
            <w:tcW w:w="6237" w:type="dxa"/>
            <w:tcBorders>
              <w:left w:val="double" w:sz="4" w:space="0" w:color="auto"/>
            </w:tcBorders>
          </w:tcPr>
          <w:p w:rsidR="005C07D4" w:rsidRPr="00DE284E" w:rsidRDefault="005C07D4" w:rsidP="00761614">
            <w:pPr>
              <w:numPr>
                <w:ilvl w:val="0"/>
                <w:numId w:val="31"/>
              </w:numPr>
              <w:ind w:left="0" w:firstLine="0"/>
              <w:jc w:val="both"/>
              <w:rPr>
                <w:sz w:val="16"/>
              </w:rPr>
            </w:pPr>
            <w:r w:rsidRPr="00DE284E">
              <w:rPr>
                <w:sz w:val="16"/>
              </w:rPr>
              <w:t>Prioritise and respond to situations</w:t>
            </w:r>
          </w:p>
          <w:p w:rsidR="005C07D4" w:rsidRPr="00DE284E" w:rsidRDefault="005C07D4" w:rsidP="00761614">
            <w:pPr>
              <w:numPr>
                <w:ilvl w:val="0"/>
                <w:numId w:val="31"/>
              </w:numPr>
              <w:ind w:left="403" w:hanging="403"/>
              <w:rPr>
                <w:sz w:val="16"/>
              </w:rPr>
            </w:pPr>
            <w:r w:rsidRPr="00DE284E">
              <w:rPr>
                <w:sz w:val="16"/>
              </w:rPr>
              <w:t xml:space="preserve">Maintain a safe waterway throughout emergency situations </w:t>
            </w:r>
          </w:p>
          <w:p w:rsidR="005C07D4" w:rsidRPr="00DE284E" w:rsidRDefault="005C07D4" w:rsidP="00F20A46">
            <w:pPr>
              <w:ind w:left="403"/>
              <w:rPr>
                <w:sz w:val="16"/>
              </w:rPr>
            </w:pPr>
          </w:p>
        </w:tc>
      </w:tr>
      <w:tr w:rsidR="005C07D4" w:rsidRPr="00DE284E" w:rsidTr="005C07D4">
        <w:trPr>
          <w:trHeight w:val="746"/>
        </w:trPr>
        <w:tc>
          <w:tcPr>
            <w:tcW w:w="3227" w:type="dxa"/>
            <w:tcBorders>
              <w:right w:val="double" w:sz="4" w:space="0" w:color="auto"/>
            </w:tcBorders>
          </w:tcPr>
          <w:p w:rsidR="005C07D4" w:rsidRPr="00DE284E" w:rsidRDefault="005C07D4" w:rsidP="005C07D4">
            <w:pPr>
              <w:spacing w:before="60"/>
              <w:rPr>
                <w:b/>
                <w:sz w:val="20"/>
                <w:szCs w:val="20"/>
              </w:rPr>
            </w:pPr>
            <w:r w:rsidRPr="00DE284E">
              <w:rPr>
                <w:b/>
                <w:sz w:val="20"/>
                <w:szCs w:val="20"/>
              </w:rPr>
              <w:t>Local Continual Professional Development Activities</w:t>
            </w:r>
          </w:p>
        </w:tc>
        <w:tc>
          <w:tcPr>
            <w:tcW w:w="6237" w:type="dxa"/>
            <w:tcBorders>
              <w:left w:val="double" w:sz="4" w:space="0" w:color="auto"/>
            </w:tcBorders>
          </w:tcPr>
          <w:p w:rsidR="005C07D4" w:rsidRPr="00DE284E" w:rsidRDefault="005C07D4" w:rsidP="00761614">
            <w:pPr>
              <w:numPr>
                <w:ilvl w:val="0"/>
                <w:numId w:val="31"/>
              </w:numPr>
              <w:ind w:left="0" w:firstLine="0"/>
              <w:jc w:val="both"/>
              <w:rPr>
                <w:sz w:val="16"/>
              </w:rPr>
            </w:pPr>
            <w:r w:rsidRPr="00DE284E">
              <w:rPr>
                <w:sz w:val="16"/>
              </w:rPr>
              <w:t xml:space="preserve">Undertake visits to allied services, and other stakeholders </w:t>
            </w:r>
          </w:p>
          <w:p w:rsidR="005C07D4" w:rsidRPr="00DE284E" w:rsidRDefault="005C07D4" w:rsidP="00761614">
            <w:pPr>
              <w:numPr>
                <w:ilvl w:val="0"/>
                <w:numId w:val="31"/>
              </w:numPr>
              <w:ind w:left="403" w:hanging="403"/>
              <w:rPr>
                <w:sz w:val="16"/>
              </w:rPr>
            </w:pPr>
            <w:r w:rsidRPr="00DE284E">
              <w:rPr>
                <w:sz w:val="16"/>
              </w:rPr>
              <w:t>ship trips with Pilots, PEC holders or vessel Masters</w:t>
            </w:r>
          </w:p>
        </w:tc>
      </w:tr>
    </w:tbl>
    <w:p w:rsidR="005C07D4" w:rsidRPr="00AC66AF" w:rsidRDefault="00AC66AF" w:rsidP="00AC66AF">
      <w:pPr>
        <w:jc w:val="center"/>
        <w:rPr>
          <w:i/>
        </w:rPr>
      </w:pPr>
      <w:r w:rsidRPr="00AC66AF">
        <w:rPr>
          <w:i/>
        </w:rPr>
        <w:t>Table 1 – possible subject headings for recurrent training</w:t>
      </w:r>
    </w:p>
    <w:p w:rsidR="00AC66AF" w:rsidRPr="00DE284E" w:rsidRDefault="00AC66AF" w:rsidP="005C07D4"/>
    <w:p w:rsidR="00001DCE" w:rsidRPr="00DE284E" w:rsidRDefault="00001DCE" w:rsidP="002B39F3">
      <w:pPr>
        <w:pStyle w:val="BodyText"/>
        <w:rPr>
          <w:lang w:eastAsia="de-DE"/>
        </w:rPr>
      </w:pPr>
      <w:r w:rsidRPr="00DE284E">
        <w:rPr>
          <w:lang w:eastAsia="de-DE"/>
        </w:rPr>
        <w:t>This table is not exhaustive and subjects may be added or removed. The areas may be supplemented by additional subjects drawn from the IALA model courses or other suitable sources to meet specific national and/or local needs.</w:t>
      </w:r>
    </w:p>
    <w:p w:rsidR="00D3532E" w:rsidRPr="00DE284E" w:rsidRDefault="005C07D4" w:rsidP="002B39F3">
      <w:pPr>
        <w:pStyle w:val="BodyText"/>
      </w:pPr>
      <w:r w:rsidRPr="00DE284E">
        <w:t>Competent Authorities may require that VTS</w:t>
      </w:r>
      <w:r w:rsidR="007578D2" w:rsidRPr="00DE284E">
        <w:t>Os</w:t>
      </w:r>
      <w:r w:rsidRPr="00DE284E">
        <w:t xml:space="preserve"> holding V-103/2 VTS Supervisor qualifications should undertake additional elements of recurrent training. This recognises the requirement for VTS Supervisors to </w:t>
      </w:r>
      <w:r w:rsidR="00A406C2" w:rsidRPr="00DE284E">
        <w:t>possess</w:t>
      </w:r>
      <w:r w:rsidRPr="00DE284E">
        <w:t xml:space="preserve"> a higher level of knowledge and understanding of the subject areas listed above and the additional subjects c</w:t>
      </w:r>
      <w:r w:rsidR="002B39F3" w:rsidRPr="00DE284E">
        <w:t>overed in model course V-103/2.</w:t>
      </w:r>
    </w:p>
    <w:p w:rsidR="00011B5F" w:rsidRPr="00DE284E" w:rsidRDefault="00D3532E" w:rsidP="002B39F3">
      <w:pPr>
        <w:pStyle w:val="BodyText"/>
        <w:rPr>
          <w:highlight w:val="yellow"/>
          <w:lang w:eastAsia="de-DE"/>
        </w:rPr>
      </w:pPr>
      <w:r w:rsidRPr="00DE284E">
        <w:rPr>
          <w:lang w:eastAsia="de-DE"/>
        </w:rPr>
        <w:t xml:space="preserve">Competent Authorities, in conjunction with Accredited Training Organisations and VTS Authorities as appropriate, should ensure that the programme of recurrent training takes account of the </w:t>
      </w:r>
      <w:r w:rsidRPr="00FF6F2A">
        <w:rPr>
          <w:lang w:eastAsia="de-DE"/>
        </w:rPr>
        <w:t xml:space="preserve">previous experience of </w:t>
      </w:r>
      <w:r w:rsidR="007578D2" w:rsidRPr="00FF6F2A">
        <w:rPr>
          <w:lang w:eastAsia="de-DE"/>
        </w:rPr>
        <w:t xml:space="preserve">the </w:t>
      </w:r>
      <w:r w:rsidRPr="00FF6F2A">
        <w:rPr>
          <w:lang w:eastAsia="de-DE"/>
        </w:rPr>
        <w:t>VTS</w:t>
      </w:r>
      <w:r w:rsidR="007578D2" w:rsidRPr="00FF6F2A">
        <w:rPr>
          <w:lang w:eastAsia="de-DE"/>
        </w:rPr>
        <w:t>O</w:t>
      </w:r>
      <w:r w:rsidRPr="00FF6F2A">
        <w:rPr>
          <w:lang w:eastAsia="de-DE"/>
        </w:rPr>
        <w:t xml:space="preserve"> so as to avoid unnecessary repetition</w:t>
      </w:r>
      <w:r w:rsidR="002B39F3" w:rsidRPr="00FF6F2A">
        <w:rPr>
          <w:lang w:eastAsia="de-DE"/>
        </w:rPr>
        <w:t xml:space="preserve"> of previous learning. </w:t>
      </w:r>
    </w:p>
    <w:p w:rsidR="00696071" w:rsidRPr="00DE284E" w:rsidRDefault="00011B5F" w:rsidP="00EA6FDD">
      <w:pPr>
        <w:pStyle w:val="Heading2"/>
        <w:rPr>
          <w:lang w:eastAsia="de-DE"/>
        </w:rPr>
      </w:pPr>
      <w:bookmarkStart w:id="67" w:name="_Toc432680612"/>
      <w:bookmarkStart w:id="68" w:name="_Toc444069213"/>
      <w:r w:rsidRPr="00DE284E">
        <w:rPr>
          <w:lang w:eastAsia="de-DE"/>
        </w:rPr>
        <w:t>Entry Standard</w:t>
      </w:r>
      <w:bookmarkEnd w:id="67"/>
      <w:bookmarkEnd w:id="68"/>
    </w:p>
    <w:p w:rsidR="00011B5F" w:rsidRPr="00DE284E" w:rsidRDefault="0038381B" w:rsidP="008A50BC">
      <w:pPr>
        <w:jc w:val="both"/>
        <w:rPr>
          <w:lang w:eastAsia="de-DE"/>
        </w:rPr>
      </w:pPr>
      <w:r w:rsidRPr="00DE284E">
        <w:rPr>
          <w:lang w:eastAsia="de-DE"/>
        </w:rPr>
        <w:t>The m</w:t>
      </w:r>
      <w:r w:rsidR="00011B5F" w:rsidRPr="00DE284E">
        <w:rPr>
          <w:lang w:eastAsia="de-DE"/>
        </w:rPr>
        <w:t xml:space="preserve">inimum recommended entry </w:t>
      </w:r>
      <w:r w:rsidRPr="00DE284E">
        <w:rPr>
          <w:lang w:eastAsia="de-DE"/>
        </w:rPr>
        <w:t>requirements</w:t>
      </w:r>
      <w:r w:rsidR="00011B5F" w:rsidRPr="00DE284E">
        <w:rPr>
          <w:lang w:eastAsia="de-DE"/>
        </w:rPr>
        <w:t xml:space="preserve"> for </w:t>
      </w:r>
      <w:r w:rsidRPr="00DE284E">
        <w:rPr>
          <w:lang w:eastAsia="de-DE"/>
        </w:rPr>
        <w:t xml:space="preserve">a programme of </w:t>
      </w:r>
      <w:r w:rsidR="001B46FA" w:rsidRPr="00DE284E">
        <w:rPr>
          <w:lang w:eastAsia="de-DE"/>
        </w:rPr>
        <w:t>recurrent</w:t>
      </w:r>
      <w:r w:rsidR="00011B5F" w:rsidRPr="00DE284E">
        <w:rPr>
          <w:lang w:eastAsia="de-DE"/>
        </w:rPr>
        <w:t xml:space="preserve"> training are:</w:t>
      </w:r>
    </w:p>
    <w:p w:rsidR="00011B5F" w:rsidRPr="00DE284E" w:rsidRDefault="0047257E" w:rsidP="00761614">
      <w:pPr>
        <w:numPr>
          <w:ilvl w:val="0"/>
          <w:numId w:val="26"/>
        </w:numPr>
        <w:ind w:left="851"/>
        <w:jc w:val="both"/>
        <w:rPr>
          <w:lang w:eastAsia="de-DE"/>
        </w:rPr>
      </w:pPr>
      <w:r w:rsidRPr="00DE284E">
        <w:rPr>
          <w:lang w:eastAsia="de-DE"/>
        </w:rPr>
        <w:t>The s</w:t>
      </w:r>
      <w:r w:rsidR="00011B5F" w:rsidRPr="00DE284E">
        <w:rPr>
          <w:lang w:eastAsia="de-DE"/>
        </w:rPr>
        <w:t>uccessful co</w:t>
      </w:r>
      <w:r w:rsidR="0038381B" w:rsidRPr="00DE284E">
        <w:rPr>
          <w:lang w:eastAsia="de-DE"/>
        </w:rPr>
        <w:t xml:space="preserve">mpletion of </w:t>
      </w:r>
      <w:r w:rsidR="00011B5F" w:rsidRPr="00DE284E">
        <w:rPr>
          <w:lang w:eastAsia="de-DE"/>
        </w:rPr>
        <w:t xml:space="preserve">training as </w:t>
      </w:r>
      <w:r w:rsidR="0038381B" w:rsidRPr="00DE284E">
        <w:rPr>
          <w:lang w:eastAsia="de-DE"/>
        </w:rPr>
        <w:t xml:space="preserve">specified in IALA </w:t>
      </w:r>
      <w:r w:rsidR="00011B5F" w:rsidRPr="00DE284E">
        <w:rPr>
          <w:lang w:eastAsia="de-DE"/>
        </w:rPr>
        <w:t>Model Course V-103/1, V-103/2</w:t>
      </w:r>
      <w:r w:rsidR="0038381B" w:rsidRPr="00DE284E">
        <w:rPr>
          <w:lang w:eastAsia="de-DE"/>
        </w:rPr>
        <w:t xml:space="preserve"> (if applicable)</w:t>
      </w:r>
      <w:r w:rsidR="00011B5F" w:rsidRPr="00DE284E">
        <w:rPr>
          <w:lang w:eastAsia="de-DE"/>
        </w:rPr>
        <w:t xml:space="preserve"> and V-103/3</w:t>
      </w:r>
      <w:r w:rsidR="0038381B" w:rsidRPr="00DE284E">
        <w:rPr>
          <w:lang w:eastAsia="de-DE"/>
        </w:rPr>
        <w:t>,</w:t>
      </w:r>
      <w:r w:rsidR="00011B5F" w:rsidRPr="00DE284E">
        <w:rPr>
          <w:lang w:eastAsia="de-DE"/>
        </w:rPr>
        <w:t xml:space="preserve"> and</w:t>
      </w:r>
      <w:r w:rsidR="0038381B" w:rsidRPr="00DE284E">
        <w:rPr>
          <w:lang w:eastAsia="de-DE"/>
        </w:rPr>
        <w:t>;</w:t>
      </w:r>
    </w:p>
    <w:p w:rsidR="00011B5F" w:rsidRPr="00DE284E" w:rsidRDefault="0047257E" w:rsidP="00761614">
      <w:pPr>
        <w:numPr>
          <w:ilvl w:val="0"/>
          <w:numId w:val="26"/>
        </w:numPr>
        <w:ind w:left="851"/>
        <w:jc w:val="both"/>
        <w:rPr>
          <w:lang w:eastAsia="de-DE"/>
        </w:rPr>
      </w:pPr>
      <w:r w:rsidRPr="00DE284E">
        <w:rPr>
          <w:lang w:eastAsia="de-DE"/>
        </w:rPr>
        <w:t>The p</w:t>
      </w:r>
      <w:r w:rsidR="0038381B" w:rsidRPr="00DE284E">
        <w:rPr>
          <w:lang w:eastAsia="de-DE"/>
        </w:rPr>
        <w:t xml:space="preserve">ossession of a valid VTS </w:t>
      </w:r>
      <w:r w:rsidR="001B46FA">
        <w:rPr>
          <w:lang w:eastAsia="de-DE"/>
        </w:rPr>
        <w:t>c</w:t>
      </w:r>
      <w:r w:rsidR="0038381B" w:rsidRPr="00DE284E">
        <w:rPr>
          <w:lang w:eastAsia="de-DE"/>
        </w:rPr>
        <w:t xml:space="preserve">ertification </w:t>
      </w:r>
      <w:r w:rsidR="001B46FA">
        <w:rPr>
          <w:lang w:eastAsia="de-DE"/>
        </w:rPr>
        <w:t>l</w:t>
      </w:r>
      <w:r w:rsidR="00011B5F" w:rsidRPr="00DE284E">
        <w:rPr>
          <w:lang w:eastAsia="de-DE"/>
        </w:rPr>
        <w:t>og</w:t>
      </w:r>
      <w:r w:rsidRPr="00DE284E">
        <w:rPr>
          <w:lang w:eastAsia="de-DE"/>
        </w:rPr>
        <w:t>.</w:t>
      </w:r>
    </w:p>
    <w:p w:rsidR="0038381B" w:rsidRPr="00DE284E" w:rsidRDefault="0038381B" w:rsidP="008A50BC">
      <w:pPr>
        <w:ind w:left="1213"/>
        <w:jc w:val="both"/>
        <w:rPr>
          <w:lang w:eastAsia="de-DE"/>
        </w:rPr>
      </w:pPr>
    </w:p>
    <w:p w:rsidR="002B39F3" w:rsidRPr="00DE284E" w:rsidRDefault="0038381B" w:rsidP="00264A65">
      <w:pPr>
        <w:pStyle w:val="BodyText"/>
        <w:rPr>
          <w:color w:val="000000" w:themeColor="text1"/>
          <w:szCs w:val="22"/>
        </w:rPr>
      </w:pPr>
      <w:r w:rsidRPr="00DE284E">
        <w:rPr>
          <w:lang w:eastAsia="de-DE"/>
        </w:rPr>
        <w:t xml:space="preserve">A programme of </w:t>
      </w:r>
      <w:r w:rsidR="001B46FA">
        <w:rPr>
          <w:lang w:eastAsia="de-DE"/>
        </w:rPr>
        <w:t>r</w:t>
      </w:r>
      <w:r w:rsidR="00011B5F" w:rsidRPr="00DE284E">
        <w:rPr>
          <w:lang w:eastAsia="de-DE"/>
        </w:rPr>
        <w:t xml:space="preserve">ecurrent training </w:t>
      </w:r>
      <w:r w:rsidRPr="00DE284E">
        <w:rPr>
          <w:lang w:eastAsia="de-DE"/>
        </w:rPr>
        <w:t xml:space="preserve">should only be </w:t>
      </w:r>
      <w:r w:rsidR="00011B5F" w:rsidRPr="00DE284E">
        <w:rPr>
          <w:lang w:eastAsia="de-DE"/>
        </w:rPr>
        <w:t>provided to VTS</w:t>
      </w:r>
      <w:r w:rsidR="00B50FC1" w:rsidRPr="00DE284E">
        <w:rPr>
          <w:lang w:eastAsia="de-DE"/>
        </w:rPr>
        <w:t>Os</w:t>
      </w:r>
      <w:r w:rsidR="00011B5F" w:rsidRPr="00DE284E">
        <w:rPr>
          <w:lang w:eastAsia="de-DE"/>
        </w:rPr>
        <w:t xml:space="preserve"> </w:t>
      </w:r>
      <w:r w:rsidRPr="00DE284E">
        <w:rPr>
          <w:lang w:eastAsia="de-DE"/>
        </w:rPr>
        <w:t>that do not require updating training as a result of</w:t>
      </w:r>
      <w:r w:rsidR="002F6354" w:rsidRPr="00DE284E">
        <w:rPr>
          <w:lang w:eastAsia="de-DE"/>
        </w:rPr>
        <w:t xml:space="preserve"> </w:t>
      </w:r>
      <w:r w:rsidR="002F6354" w:rsidRPr="00DE284E">
        <w:rPr>
          <w:color w:val="000000" w:themeColor="text1"/>
          <w:szCs w:val="22"/>
        </w:rPr>
        <w:t>a break in service</w:t>
      </w:r>
      <w:r w:rsidR="002F6354" w:rsidRPr="00DE284E">
        <w:rPr>
          <w:b/>
          <w:color w:val="000000" w:themeColor="text1"/>
          <w:szCs w:val="22"/>
        </w:rPr>
        <w:t>,</w:t>
      </w:r>
      <w:r w:rsidR="002F6354" w:rsidRPr="00DE284E">
        <w:rPr>
          <w:color w:val="000000" w:themeColor="text1"/>
          <w:szCs w:val="22"/>
        </w:rPr>
        <w:t xml:space="preserve"> unsatisfactory operational performance or other circumstances influencing the required level of competence.</w:t>
      </w:r>
    </w:p>
    <w:p w:rsidR="002B39F3" w:rsidRPr="00DE284E" w:rsidRDefault="002B39F3">
      <w:pPr>
        <w:rPr>
          <w:color w:val="000000" w:themeColor="text1"/>
          <w:szCs w:val="22"/>
        </w:rPr>
      </w:pPr>
      <w:r w:rsidRPr="00DE284E">
        <w:rPr>
          <w:color w:val="000000" w:themeColor="text1"/>
          <w:szCs w:val="22"/>
        </w:rPr>
        <w:br w:type="page"/>
      </w:r>
    </w:p>
    <w:p w:rsidR="00011B5F" w:rsidRPr="00DE284E" w:rsidRDefault="00011B5F" w:rsidP="00264A65">
      <w:pPr>
        <w:pStyle w:val="BodyText"/>
        <w:rPr>
          <w:color w:val="000000" w:themeColor="text1"/>
          <w:szCs w:val="22"/>
        </w:rPr>
      </w:pPr>
    </w:p>
    <w:p w:rsidR="00011B5F" w:rsidRPr="00DE284E" w:rsidRDefault="00FF7775" w:rsidP="00510FD1">
      <w:pPr>
        <w:pStyle w:val="Heading2"/>
        <w:rPr>
          <w:lang w:eastAsia="de-DE"/>
        </w:rPr>
      </w:pPr>
      <w:bookmarkStart w:id="69" w:name="_Toc432680614"/>
      <w:bookmarkStart w:id="70" w:name="_Toc444069214"/>
      <w:r w:rsidRPr="00DE284E">
        <w:rPr>
          <w:lang w:eastAsia="de-DE"/>
        </w:rPr>
        <w:t xml:space="preserve">Frequency </w:t>
      </w:r>
      <w:r w:rsidR="001F5172" w:rsidRPr="00DE284E">
        <w:rPr>
          <w:lang w:eastAsia="de-DE"/>
        </w:rPr>
        <w:t>and duration</w:t>
      </w:r>
      <w:bookmarkEnd w:id="69"/>
      <w:bookmarkEnd w:id="70"/>
    </w:p>
    <w:p w:rsidR="003C6BF0" w:rsidRPr="001B46FA" w:rsidRDefault="00BC5ADA" w:rsidP="002B39F3">
      <w:pPr>
        <w:pStyle w:val="BodyText"/>
        <w:rPr>
          <w:lang w:eastAsia="de-DE"/>
        </w:rPr>
      </w:pPr>
      <w:r w:rsidRPr="001B46FA">
        <w:rPr>
          <w:lang w:eastAsia="de-DE"/>
        </w:rPr>
        <w:t xml:space="preserve">The Competent Authority should determine the frequency of a programme of recurrent training. </w:t>
      </w:r>
    </w:p>
    <w:p w:rsidR="00011B5F" w:rsidRPr="001B46FA" w:rsidRDefault="006C519D" w:rsidP="002B39F3">
      <w:pPr>
        <w:pStyle w:val="BodyText"/>
        <w:rPr>
          <w:lang w:eastAsia="de-DE"/>
        </w:rPr>
      </w:pPr>
      <w:r w:rsidRPr="001B46FA">
        <w:rPr>
          <w:lang w:eastAsia="de-DE"/>
        </w:rPr>
        <w:t>The specific duration of a programme of recurrent training should be determined by the Competent Authority</w:t>
      </w:r>
      <w:r w:rsidR="00B2258B" w:rsidRPr="001B46FA">
        <w:rPr>
          <w:lang w:eastAsia="de-DE"/>
        </w:rPr>
        <w:t xml:space="preserve">. </w:t>
      </w:r>
      <w:r w:rsidR="000A1687" w:rsidRPr="001B46FA">
        <w:rPr>
          <w:lang w:eastAsia="de-DE"/>
        </w:rPr>
        <w:t>It</w:t>
      </w:r>
      <w:r w:rsidR="003C6BF0" w:rsidRPr="001B46FA">
        <w:rPr>
          <w:lang w:eastAsia="de-DE"/>
        </w:rPr>
        <w:t xml:space="preserve"> is recommended that VTS Authorities </w:t>
      </w:r>
      <w:r w:rsidR="001B46FA" w:rsidRPr="001B46FA">
        <w:rPr>
          <w:lang w:eastAsia="de-DE"/>
        </w:rPr>
        <w:t xml:space="preserve">also </w:t>
      </w:r>
      <w:r w:rsidR="006932F5" w:rsidRPr="001B46FA">
        <w:rPr>
          <w:lang w:eastAsia="de-DE"/>
        </w:rPr>
        <w:t>allow</w:t>
      </w:r>
      <w:r w:rsidR="003C6BF0" w:rsidRPr="001B46FA">
        <w:rPr>
          <w:lang w:eastAsia="de-DE"/>
        </w:rPr>
        <w:t xml:space="preserve"> sufficient time for </w:t>
      </w:r>
      <w:r w:rsidR="006932F5" w:rsidRPr="001B46FA">
        <w:rPr>
          <w:lang w:eastAsia="de-DE"/>
        </w:rPr>
        <w:t xml:space="preserve">elements of local </w:t>
      </w:r>
      <w:r w:rsidR="003C6BF0" w:rsidRPr="001B46FA">
        <w:rPr>
          <w:lang w:eastAsia="de-DE"/>
        </w:rPr>
        <w:t xml:space="preserve">continuous professional </w:t>
      </w:r>
      <w:r w:rsidR="002F3CD0" w:rsidRPr="001B46FA">
        <w:rPr>
          <w:lang w:eastAsia="de-DE"/>
        </w:rPr>
        <w:t xml:space="preserve">development </w:t>
      </w:r>
      <w:r w:rsidR="003C6BF0" w:rsidRPr="001B46FA">
        <w:rPr>
          <w:lang w:eastAsia="de-DE"/>
        </w:rPr>
        <w:t xml:space="preserve">training to be undertaken on an annual basis.  </w:t>
      </w:r>
    </w:p>
    <w:p w:rsidR="00EA0024" w:rsidRPr="00DE284E" w:rsidRDefault="00011B5F" w:rsidP="00EA6FDD">
      <w:pPr>
        <w:pStyle w:val="Heading2"/>
        <w:rPr>
          <w:lang w:eastAsia="de-DE"/>
        </w:rPr>
      </w:pPr>
      <w:bookmarkStart w:id="71" w:name="_Toc432680615"/>
      <w:bookmarkStart w:id="72" w:name="_Toc444069215"/>
      <w:r w:rsidRPr="00DE284E">
        <w:rPr>
          <w:lang w:eastAsia="de-DE"/>
        </w:rPr>
        <w:t>Assessment</w:t>
      </w:r>
      <w:bookmarkEnd w:id="71"/>
      <w:bookmarkEnd w:id="72"/>
    </w:p>
    <w:p w:rsidR="00B960B9" w:rsidRPr="00DE284E" w:rsidRDefault="00A25724" w:rsidP="00B960B9">
      <w:pPr>
        <w:pStyle w:val="BodyText"/>
        <w:rPr>
          <w:lang w:eastAsia="de-DE"/>
        </w:rPr>
      </w:pPr>
      <w:r w:rsidRPr="00DE284E">
        <w:rPr>
          <w:lang w:eastAsia="de-DE"/>
        </w:rPr>
        <w:t xml:space="preserve">In the event that </w:t>
      </w:r>
      <w:r w:rsidR="006A40D6" w:rsidRPr="00DE284E">
        <w:rPr>
          <w:lang w:eastAsia="de-DE"/>
        </w:rPr>
        <w:t xml:space="preserve">a </w:t>
      </w:r>
      <w:r w:rsidR="00011B5F" w:rsidRPr="00DE284E">
        <w:rPr>
          <w:lang w:eastAsia="de-DE"/>
        </w:rPr>
        <w:t>VTS</w:t>
      </w:r>
      <w:r w:rsidR="006A40D6" w:rsidRPr="00DE284E">
        <w:rPr>
          <w:lang w:eastAsia="de-DE"/>
        </w:rPr>
        <w:t>O</w:t>
      </w:r>
      <w:r w:rsidR="00011B5F" w:rsidRPr="00DE284E">
        <w:rPr>
          <w:lang w:eastAsia="de-DE"/>
        </w:rPr>
        <w:t xml:space="preserve"> </w:t>
      </w:r>
      <w:r w:rsidRPr="00DE284E">
        <w:rPr>
          <w:lang w:eastAsia="de-DE"/>
        </w:rPr>
        <w:t>do</w:t>
      </w:r>
      <w:r w:rsidR="006A40D6" w:rsidRPr="00DE284E">
        <w:rPr>
          <w:lang w:eastAsia="de-DE"/>
        </w:rPr>
        <w:t>es</w:t>
      </w:r>
      <w:r w:rsidRPr="00DE284E">
        <w:rPr>
          <w:lang w:eastAsia="de-DE"/>
        </w:rPr>
        <w:t xml:space="preserve"> not meet the standards of performance determined by the Competent Authority</w:t>
      </w:r>
      <w:r w:rsidR="006932F5" w:rsidRPr="00DE284E">
        <w:rPr>
          <w:lang w:eastAsia="de-DE"/>
        </w:rPr>
        <w:t xml:space="preserve"> </w:t>
      </w:r>
      <w:r w:rsidRPr="00DE284E">
        <w:rPr>
          <w:lang w:eastAsia="de-DE"/>
        </w:rPr>
        <w:t xml:space="preserve">a </w:t>
      </w:r>
      <w:r w:rsidR="00A10EB6" w:rsidRPr="00DE284E">
        <w:rPr>
          <w:lang w:eastAsia="de-DE"/>
        </w:rPr>
        <w:t xml:space="preserve">training needs </w:t>
      </w:r>
      <w:r w:rsidRPr="00DE284E">
        <w:rPr>
          <w:lang w:eastAsia="de-DE"/>
        </w:rPr>
        <w:t>analysis should be undertaken to determine a programme of corrective action. This will normally take the form of a programme of updating training.</w:t>
      </w:r>
    </w:p>
    <w:p w:rsidR="00EA0024" w:rsidRPr="00B71E6B" w:rsidRDefault="00B960B9" w:rsidP="00B71E6B">
      <w:pPr>
        <w:pStyle w:val="BodyText"/>
        <w:rPr>
          <w:lang w:eastAsia="de-DE"/>
        </w:rPr>
      </w:pPr>
      <w:r w:rsidRPr="00DE284E">
        <w:rPr>
          <w:lang w:eastAsia="de-DE"/>
        </w:rPr>
        <w:t xml:space="preserve">A programme of recurrent training should be concluded with an assessment in the form of a proficiency check. This check should demonstrate the current level of proficiency of the VTSO. A performance check should be a formal and standardised process. </w:t>
      </w:r>
    </w:p>
    <w:p w:rsidR="00011B5F" w:rsidRPr="00DE284E" w:rsidRDefault="00A25724" w:rsidP="00510FD1">
      <w:pPr>
        <w:pStyle w:val="Heading2"/>
        <w:rPr>
          <w:lang w:eastAsia="de-DE"/>
        </w:rPr>
      </w:pPr>
      <w:bookmarkStart w:id="73" w:name="_Toc432680616"/>
      <w:bookmarkStart w:id="74" w:name="_Toc444069216"/>
      <w:r w:rsidRPr="00DE284E">
        <w:t>Certification</w:t>
      </w:r>
      <w:bookmarkEnd w:id="73"/>
      <w:bookmarkEnd w:id="74"/>
    </w:p>
    <w:p w:rsidR="00933B6E" w:rsidRPr="00DE284E" w:rsidRDefault="00A25724" w:rsidP="008A50BC">
      <w:pPr>
        <w:jc w:val="both"/>
        <w:rPr>
          <w:lang w:eastAsia="de-DE"/>
        </w:rPr>
      </w:pPr>
      <w:r w:rsidRPr="00DE284E">
        <w:rPr>
          <w:lang w:eastAsia="de-DE"/>
        </w:rPr>
        <w:t>Upon successful completion of a programme of recurrent training, VTS</w:t>
      </w:r>
      <w:r w:rsidR="006A40D6" w:rsidRPr="00DE284E">
        <w:rPr>
          <w:lang w:eastAsia="de-DE"/>
        </w:rPr>
        <w:t>Os</w:t>
      </w:r>
      <w:r w:rsidRPr="00DE284E">
        <w:rPr>
          <w:lang w:eastAsia="de-DE"/>
        </w:rPr>
        <w:t xml:space="preserve"> should be issued with a course certificate.</w:t>
      </w:r>
    </w:p>
    <w:p w:rsidR="00FF0EBC" w:rsidRPr="00DE284E" w:rsidRDefault="00FF0EBC" w:rsidP="008A50BC">
      <w:pPr>
        <w:jc w:val="both"/>
        <w:rPr>
          <w:lang w:eastAsia="de-DE"/>
        </w:rPr>
      </w:pPr>
    </w:p>
    <w:p w:rsidR="00FF0EBC" w:rsidRPr="00DE284E" w:rsidRDefault="00FF0EBC" w:rsidP="008A50BC">
      <w:pPr>
        <w:pStyle w:val="BodyTextFirstIndent2"/>
        <w:rPr>
          <w:highlight w:val="green"/>
          <w:lang w:val="en-GB"/>
        </w:rPr>
      </w:pPr>
    </w:p>
    <w:p w:rsidR="00FF0EBC" w:rsidRPr="00DE284E" w:rsidRDefault="00FF0EBC" w:rsidP="008A50BC">
      <w:pPr>
        <w:pStyle w:val="BodyTextFirstIndent2"/>
        <w:rPr>
          <w:highlight w:val="green"/>
          <w:lang w:val="en-GB"/>
        </w:rPr>
      </w:pPr>
    </w:p>
    <w:p w:rsidR="00FF0EBC" w:rsidRPr="00DE284E" w:rsidRDefault="00FF0EBC" w:rsidP="008A50BC">
      <w:pPr>
        <w:pStyle w:val="BodyTextFirstIndent2"/>
        <w:rPr>
          <w:highlight w:val="green"/>
          <w:lang w:val="en-GB"/>
        </w:rPr>
      </w:pPr>
    </w:p>
    <w:p w:rsidR="00933B6E" w:rsidRPr="00DE284E" w:rsidRDefault="00933B6E" w:rsidP="008A50BC">
      <w:pPr>
        <w:jc w:val="both"/>
      </w:pPr>
    </w:p>
    <w:p w:rsidR="00A25724" w:rsidRPr="00DE284E" w:rsidRDefault="00A25724" w:rsidP="008A50BC">
      <w:pPr>
        <w:jc w:val="both"/>
        <w:rPr>
          <w:lang w:eastAsia="de-DE"/>
        </w:rPr>
      </w:pPr>
    </w:p>
    <w:p w:rsidR="008A50BC" w:rsidRPr="00DE284E" w:rsidRDefault="008A50BC" w:rsidP="008A50BC">
      <w:pPr>
        <w:jc w:val="both"/>
        <w:rPr>
          <w:b/>
          <w:caps/>
          <w:kern w:val="28"/>
          <w:sz w:val="24"/>
          <w:szCs w:val="20"/>
          <w:lang w:eastAsia="de-DE"/>
        </w:rPr>
      </w:pPr>
      <w:r w:rsidRPr="00DE284E">
        <w:br w:type="page"/>
      </w:r>
    </w:p>
    <w:p w:rsidR="007B7889" w:rsidRPr="00DE284E" w:rsidRDefault="00E133B0" w:rsidP="001B46FA">
      <w:pPr>
        <w:pStyle w:val="Heading1"/>
        <w:numPr>
          <w:ilvl w:val="0"/>
          <w:numId w:val="8"/>
        </w:numPr>
        <w:jc w:val="both"/>
      </w:pPr>
      <w:bookmarkStart w:id="75" w:name="_Toc432680619"/>
      <w:bookmarkStart w:id="76" w:name="_Toc444069217"/>
      <w:r w:rsidRPr="00DE284E">
        <w:lastRenderedPageBreak/>
        <w:t>ADAPTATION TRAINING</w:t>
      </w:r>
      <w:bookmarkEnd w:id="75"/>
      <w:bookmarkEnd w:id="76"/>
    </w:p>
    <w:p w:rsidR="007B7889" w:rsidRPr="00DE284E" w:rsidRDefault="00DA05B7" w:rsidP="0001726E">
      <w:pPr>
        <w:pStyle w:val="Heading2"/>
        <w:rPr>
          <w:rFonts w:eastAsia="SimSun"/>
          <w:lang w:eastAsia="de-DE"/>
        </w:rPr>
      </w:pPr>
      <w:bookmarkStart w:id="77" w:name="_Toc432680620"/>
      <w:bookmarkStart w:id="78" w:name="_Toc444069218"/>
      <w:r w:rsidRPr="00DE284E">
        <w:rPr>
          <w:rFonts w:eastAsia="SimSun"/>
          <w:lang w:eastAsia="de-DE"/>
        </w:rPr>
        <w:t>Introduction</w:t>
      </w:r>
      <w:bookmarkEnd w:id="77"/>
      <w:bookmarkEnd w:id="78"/>
    </w:p>
    <w:p w:rsidR="00697F04" w:rsidRPr="00DE284E" w:rsidRDefault="00697F04" w:rsidP="002B39F3">
      <w:pPr>
        <w:pStyle w:val="BodyText"/>
        <w:rPr>
          <w:rFonts w:eastAsia="SimSun"/>
        </w:rPr>
      </w:pPr>
      <w:r w:rsidRPr="00DE284E">
        <w:rPr>
          <w:rFonts w:eastAsia="SimSun"/>
        </w:rPr>
        <w:t xml:space="preserve">As a component of the </w:t>
      </w:r>
      <w:r w:rsidR="001B46FA">
        <w:rPr>
          <w:rFonts w:eastAsia="SimSun"/>
        </w:rPr>
        <w:t>r</w:t>
      </w:r>
      <w:r w:rsidRPr="00DE284E">
        <w:rPr>
          <w:rFonts w:eastAsia="SimSun"/>
        </w:rPr>
        <w:t xml:space="preserve">evalidation </w:t>
      </w:r>
      <w:r w:rsidR="001B46FA">
        <w:rPr>
          <w:rFonts w:eastAsia="SimSun"/>
        </w:rPr>
        <w:t>p</w:t>
      </w:r>
      <w:r w:rsidRPr="00DE284E">
        <w:rPr>
          <w:rFonts w:eastAsia="SimSun"/>
        </w:rPr>
        <w:t>rocess,</w:t>
      </w:r>
      <w:r w:rsidR="007B7889" w:rsidRPr="00DE284E">
        <w:rPr>
          <w:rFonts w:eastAsia="SimSun"/>
        </w:rPr>
        <w:t xml:space="preserve"> </w:t>
      </w:r>
      <w:r w:rsidR="001B46FA">
        <w:rPr>
          <w:rFonts w:eastAsia="SimSun"/>
        </w:rPr>
        <w:t>a</w:t>
      </w:r>
      <w:r w:rsidR="007B7889" w:rsidRPr="00DE284E">
        <w:rPr>
          <w:rFonts w:eastAsia="SimSun"/>
        </w:rPr>
        <w:t xml:space="preserve">daptation </w:t>
      </w:r>
      <w:r w:rsidR="001B46FA">
        <w:rPr>
          <w:rFonts w:eastAsia="SimSun"/>
        </w:rPr>
        <w:t>t</w:t>
      </w:r>
      <w:r w:rsidR="007B7889" w:rsidRPr="00DE284E">
        <w:rPr>
          <w:rFonts w:eastAsia="SimSun"/>
        </w:rPr>
        <w:t>raining</w:t>
      </w:r>
      <w:r w:rsidRPr="00DE284E">
        <w:rPr>
          <w:rFonts w:eastAsia="SimSun"/>
        </w:rPr>
        <w:t xml:space="preserve"> should be carried out as deemed necessary by a Competent Authority and/or VTS Authority. </w:t>
      </w:r>
      <w:r w:rsidR="00E01440" w:rsidRPr="00DE284E">
        <w:rPr>
          <w:rFonts w:eastAsia="SimSun"/>
        </w:rPr>
        <w:t>A</w:t>
      </w:r>
      <w:r w:rsidRPr="00DE284E">
        <w:rPr>
          <w:rFonts w:eastAsia="SimSun"/>
        </w:rPr>
        <w:t xml:space="preserve"> process of adaptation training</w:t>
      </w:r>
      <w:r w:rsidR="00DA05B7" w:rsidRPr="00DE284E">
        <w:rPr>
          <w:rFonts w:eastAsia="SimSun"/>
        </w:rPr>
        <w:t xml:space="preserve"> will be implemented </w:t>
      </w:r>
      <w:r w:rsidR="00DA05B7" w:rsidRPr="00DE284E">
        <w:rPr>
          <w:color w:val="000000" w:themeColor="text1"/>
        </w:rPr>
        <w:t xml:space="preserve">whenever significant changes </w:t>
      </w:r>
      <w:r w:rsidR="001121D4" w:rsidRPr="00DE284E">
        <w:rPr>
          <w:color w:val="000000" w:themeColor="text1"/>
        </w:rPr>
        <w:t xml:space="preserve">are expected to be made or </w:t>
      </w:r>
      <w:r w:rsidR="00DA05B7" w:rsidRPr="00DE284E">
        <w:rPr>
          <w:color w:val="000000" w:themeColor="text1"/>
        </w:rPr>
        <w:t xml:space="preserve">have been made, concerning equipment, regulations, operational procedures or any other matter which is relevant to the performance of </w:t>
      </w:r>
      <w:r w:rsidR="007B4129" w:rsidRPr="00DE284E">
        <w:rPr>
          <w:color w:val="000000" w:themeColor="text1"/>
        </w:rPr>
        <w:t xml:space="preserve">the </w:t>
      </w:r>
      <w:r w:rsidR="00DA05B7" w:rsidRPr="00DE284E">
        <w:rPr>
          <w:color w:val="000000" w:themeColor="text1"/>
        </w:rPr>
        <w:t>VTS</w:t>
      </w:r>
      <w:r w:rsidR="007B4129" w:rsidRPr="00DE284E">
        <w:rPr>
          <w:color w:val="000000" w:themeColor="text1"/>
        </w:rPr>
        <w:t>O</w:t>
      </w:r>
      <w:r w:rsidR="00DA05B7" w:rsidRPr="00DE284E">
        <w:rPr>
          <w:color w:val="000000" w:themeColor="text1"/>
        </w:rPr>
        <w:t>.</w:t>
      </w:r>
      <w:r w:rsidRPr="00DE284E">
        <w:rPr>
          <w:rFonts w:eastAsia="SimSun"/>
        </w:rPr>
        <w:t xml:space="preserve"> </w:t>
      </w:r>
    </w:p>
    <w:p w:rsidR="007D3FF7" w:rsidRPr="00DE284E" w:rsidRDefault="007D3FF7" w:rsidP="002B39F3">
      <w:pPr>
        <w:pStyle w:val="BodyText"/>
        <w:rPr>
          <w:lang w:eastAsia="de-DE"/>
        </w:rPr>
      </w:pPr>
      <w:r w:rsidRPr="00DE284E">
        <w:rPr>
          <w:lang w:eastAsia="de-DE"/>
        </w:rPr>
        <w:t>Adaptation</w:t>
      </w:r>
      <w:r w:rsidR="00697F04" w:rsidRPr="00DE284E">
        <w:rPr>
          <w:lang w:eastAsia="de-DE"/>
        </w:rPr>
        <w:t xml:space="preserve"> training may be conducted by an Accredited Training Organisation or by individual VTS Authorities as determined by the relevant Competent Authority. </w:t>
      </w:r>
      <w:r w:rsidR="00DA05B7" w:rsidRPr="00DE284E">
        <w:rPr>
          <w:lang w:eastAsia="de-DE"/>
        </w:rPr>
        <w:t>Adaptation training should be linked to a process combining instruction and practice to provide VTS</w:t>
      </w:r>
      <w:r w:rsidR="007B4129" w:rsidRPr="00DE284E">
        <w:rPr>
          <w:lang w:eastAsia="de-DE"/>
        </w:rPr>
        <w:t>Os</w:t>
      </w:r>
      <w:r w:rsidR="00DA05B7" w:rsidRPr="00DE284E">
        <w:rPr>
          <w:lang w:eastAsia="de-DE"/>
        </w:rPr>
        <w:t xml:space="preserve"> with the</w:t>
      </w:r>
      <w:r w:rsidR="00E114BA" w:rsidRPr="00DE284E">
        <w:rPr>
          <w:lang w:eastAsia="de-DE"/>
        </w:rPr>
        <w:t xml:space="preserve"> competence</w:t>
      </w:r>
      <w:r w:rsidR="001121D4" w:rsidRPr="00DE284E">
        <w:rPr>
          <w:lang w:eastAsia="de-DE"/>
        </w:rPr>
        <w:t xml:space="preserve"> </w:t>
      </w:r>
      <w:r w:rsidR="00DA05B7" w:rsidRPr="00DE284E">
        <w:rPr>
          <w:lang w:eastAsia="de-DE"/>
        </w:rPr>
        <w:t>necessary to perform in their present/future jobs both efficiently and effectively.</w:t>
      </w:r>
    </w:p>
    <w:p w:rsidR="008A50BC" w:rsidRPr="00DE284E" w:rsidRDefault="007D3FF7" w:rsidP="002B39F3">
      <w:pPr>
        <w:pStyle w:val="BodyText"/>
      </w:pPr>
      <w:r w:rsidRPr="00DE284E">
        <w:rPr>
          <w:bCs/>
          <w:lang w:eastAsia="de-DE"/>
        </w:rPr>
        <w:t>Therefore, the general objectives of adaptation</w:t>
      </w:r>
      <w:r w:rsidR="00AA261F" w:rsidRPr="00DE284E">
        <w:rPr>
          <w:bCs/>
          <w:lang w:eastAsia="de-DE"/>
        </w:rPr>
        <w:t xml:space="preserve"> </w:t>
      </w:r>
      <w:r w:rsidRPr="00DE284E">
        <w:rPr>
          <w:bCs/>
          <w:lang w:eastAsia="de-DE"/>
        </w:rPr>
        <w:t xml:space="preserve">training are to provide a structured </w:t>
      </w:r>
      <w:r w:rsidRPr="00DE284E">
        <w:rPr>
          <w:lang w:eastAsia="de-DE"/>
        </w:rPr>
        <w:t xml:space="preserve">means of </w:t>
      </w:r>
      <w:r w:rsidR="00AA261F" w:rsidRPr="00DE284E">
        <w:rPr>
          <w:lang w:eastAsia="de-DE"/>
        </w:rPr>
        <w:t xml:space="preserve">training to enable </w:t>
      </w:r>
      <w:r w:rsidRPr="00DE284E">
        <w:rPr>
          <w:lang w:eastAsia="de-DE"/>
        </w:rPr>
        <w:t>VTS</w:t>
      </w:r>
      <w:r w:rsidR="007B4129" w:rsidRPr="00DE284E">
        <w:rPr>
          <w:lang w:eastAsia="de-DE"/>
        </w:rPr>
        <w:t>Os</w:t>
      </w:r>
      <w:r w:rsidRPr="00DE284E">
        <w:rPr>
          <w:lang w:eastAsia="de-DE"/>
        </w:rPr>
        <w:t xml:space="preserve"> to </w:t>
      </w:r>
      <w:r w:rsidR="0022244F" w:rsidRPr="00DE284E">
        <w:rPr>
          <w:lang w:eastAsia="de-DE"/>
        </w:rPr>
        <w:t xml:space="preserve">continue to </w:t>
      </w:r>
      <w:r w:rsidRPr="00DE284E">
        <w:t>perform in their present/future jobs both efficiently and effectively</w:t>
      </w:r>
      <w:r w:rsidR="00AA261F" w:rsidRPr="00DE284E">
        <w:t xml:space="preserve"> </w:t>
      </w:r>
      <w:r w:rsidR="0022244F" w:rsidRPr="00DE284E">
        <w:t xml:space="preserve">when </w:t>
      </w:r>
      <w:r w:rsidR="00AA261F" w:rsidRPr="00DE284E">
        <w:t>a significant change in the VTS environment</w:t>
      </w:r>
      <w:r w:rsidR="0022244F" w:rsidRPr="00DE284E">
        <w:t xml:space="preserve"> is planned or has been made</w:t>
      </w:r>
      <w:r w:rsidR="008A50BC" w:rsidRPr="00DE284E">
        <w:t>.</w:t>
      </w:r>
    </w:p>
    <w:p w:rsidR="006C1F5B" w:rsidRPr="00DE284E" w:rsidRDefault="00DA05B7" w:rsidP="0001726E">
      <w:pPr>
        <w:pStyle w:val="Heading2"/>
        <w:rPr>
          <w:rFonts w:eastAsia="SimSun"/>
          <w:lang w:eastAsia="de-DE"/>
        </w:rPr>
      </w:pPr>
      <w:bookmarkStart w:id="79" w:name="_Toc432680621"/>
      <w:bookmarkStart w:id="80" w:name="_Toc444069219"/>
      <w:r w:rsidRPr="00DE284E">
        <w:rPr>
          <w:rFonts w:eastAsia="SimSun"/>
          <w:lang w:eastAsia="de-DE"/>
        </w:rPr>
        <w:t>Course structure</w:t>
      </w:r>
      <w:bookmarkEnd w:id="79"/>
      <w:bookmarkEnd w:id="80"/>
    </w:p>
    <w:p w:rsidR="006C1F5B" w:rsidRPr="00DE284E" w:rsidRDefault="006C1F5B" w:rsidP="002B39F3">
      <w:pPr>
        <w:pStyle w:val="BodyText"/>
        <w:rPr>
          <w:lang w:eastAsia="de-DE"/>
        </w:rPr>
      </w:pPr>
      <w:r w:rsidRPr="00DE284E">
        <w:rPr>
          <w:lang w:eastAsia="de-DE"/>
        </w:rPr>
        <w:t xml:space="preserve">A programme of </w:t>
      </w:r>
      <w:r w:rsidR="00FD7244" w:rsidRPr="00DE284E">
        <w:rPr>
          <w:lang w:eastAsia="de-DE"/>
        </w:rPr>
        <w:t>adaptation</w:t>
      </w:r>
      <w:r w:rsidRPr="00DE284E">
        <w:rPr>
          <w:lang w:eastAsia="de-DE"/>
        </w:rPr>
        <w:t xml:space="preserve"> training should </w:t>
      </w:r>
      <w:r w:rsidR="00FD7244" w:rsidRPr="00DE284E">
        <w:rPr>
          <w:lang w:eastAsia="de-DE"/>
        </w:rPr>
        <w:t xml:space="preserve">be developed on a case-by-case basis taking full account of the nature of the specific changes to the VTS environment. </w:t>
      </w:r>
      <w:r w:rsidR="00547B8C" w:rsidRPr="00DE284E">
        <w:rPr>
          <w:lang w:eastAsia="de-DE"/>
        </w:rPr>
        <w:t xml:space="preserve">In order to develop a programme of adaptation training, a training needs analysis should be undertaken to </w:t>
      </w:r>
      <w:r w:rsidR="00CB6F30" w:rsidRPr="00DE284E">
        <w:rPr>
          <w:lang w:eastAsia="de-DE"/>
        </w:rPr>
        <w:t>determine</w:t>
      </w:r>
      <w:r w:rsidR="00547B8C" w:rsidRPr="00DE284E">
        <w:rPr>
          <w:lang w:eastAsia="de-DE"/>
        </w:rPr>
        <w:t xml:space="preserve"> the nature of the planned change in order to design, develop, </w:t>
      </w:r>
      <w:proofErr w:type="gramStart"/>
      <w:r w:rsidR="00547B8C" w:rsidRPr="00DE284E">
        <w:rPr>
          <w:lang w:eastAsia="de-DE"/>
        </w:rPr>
        <w:t>implement</w:t>
      </w:r>
      <w:proofErr w:type="gramEnd"/>
      <w:r w:rsidR="00547B8C" w:rsidRPr="00DE284E">
        <w:rPr>
          <w:lang w:eastAsia="de-DE"/>
        </w:rPr>
        <w:t xml:space="preserve"> the required training and to subsequently assess the performance of VTS</w:t>
      </w:r>
      <w:r w:rsidR="007B4129" w:rsidRPr="00DE284E">
        <w:rPr>
          <w:lang w:eastAsia="de-DE"/>
        </w:rPr>
        <w:t>Os</w:t>
      </w:r>
      <w:r w:rsidR="00547B8C" w:rsidRPr="00DE284E">
        <w:rPr>
          <w:lang w:eastAsia="de-DE"/>
        </w:rPr>
        <w:t xml:space="preserve">. </w:t>
      </w:r>
    </w:p>
    <w:p w:rsidR="006C1F5B" w:rsidRPr="00DE284E" w:rsidRDefault="006C1F5B" w:rsidP="002B39F3">
      <w:pPr>
        <w:pStyle w:val="BodyText"/>
        <w:rPr>
          <w:lang w:eastAsia="de-DE"/>
        </w:rPr>
      </w:pPr>
      <w:r w:rsidRPr="00DE284E">
        <w:rPr>
          <w:lang w:eastAsia="de-DE"/>
        </w:rPr>
        <w:t xml:space="preserve">A programme of </w:t>
      </w:r>
      <w:r w:rsidR="00FD7244" w:rsidRPr="00DE284E">
        <w:rPr>
          <w:lang w:eastAsia="de-DE"/>
        </w:rPr>
        <w:t>adaptation</w:t>
      </w:r>
      <w:r w:rsidRPr="00DE284E">
        <w:rPr>
          <w:lang w:eastAsia="de-DE"/>
        </w:rPr>
        <w:t xml:space="preserve"> training should consist of a structured scheme of work </w:t>
      </w:r>
      <w:r w:rsidR="009C4FF4" w:rsidRPr="00DE284E">
        <w:rPr>
          <w:lang w:eastAsia="de-DE"/>
        </w:rPr>
        <w:t>and/or</w:t>
      </w:r>
      <w:r w:rsidRPr="00DE284E">
        <w:rPr>
          <w:lang w:eastAsia="de-DE"/>
        </w:rPr>
        <w:t xml:space="preserve"> detailed lesson/training plans for each subject area</w:t>
      </w:r>
      <w:r w:rsidR="0022244F" w:rsidRPr="00DE284E">
        <w:rPr>
          <w:lang w:eastAsia="de-DE"/>
        </w:rPr>
        <w:t xml:space="preserve"> with clear learning goals</w:t>
      </w:r>
      <w:r w:rsidR="009C4FF4" w:rsidRPr="00DE284E">
        <w:rPr>
          <w:lang w:eastAsia="de-DE"/>
        </w:rPr>
        <w:t xml:space="preserve">. Whilst adaptation training should </w:t>
      </w:r>
      <w:r w:rsidR="00B17E10" w:rsidRPr="00DE284E">
        <w:rPr>
          <w:lang w:eastAsia="de-DE"/>
        </w:rPr>
        <w:t>always be planned and structured</w:t>
      </w:r>
      <w:r w:rsidR="009C4FF4" w:rsidRPr="00DE284E">
        <w:rPr>
          <w:lang w:eastAsia="de-DE"/>
        </w:rPr>
        <w:t xml:space="preserve">, the nature and extent of the change(s) to the VTS environment, and the result of the </w:t>
      </w:r>
      <w:r w:rsidR="00547B8C" w:rsidRPr="00DE284E">
        <w:rPr>
          <w:lang w:eastAsia="de-DE"/>
        </w:rPr>
        <w:t>training needs</w:t>
      </w:r>
      <w:r w:rsidR="009C4FF4" w:rsidRPr="00DE284E">
        <w:rPr>
          <w:lang w:eastAsia="de-DE"/>
        </w:rPr>
        <w:t xml:space="preserve"> analysis, will</w:t>
      </w:r>
      <w:r w:rsidR="00B17E10" w:rsidRPr="00DE284E">
        <w:rPr>
          <w:lang w:eastAsia="de-DE"/>
        </w:rPr>
        <w:t xml:space="preserve"> determine the nature and extent</w:t>
      </w:r>
      <w:r w:rsidR="009C4FF4" w:rsidRPr="00DE284E">
        <w:rPr>
          <w:lang w:eastAsia="de-DE"/>
        </w:rPr>
        <w:t xml:space="preserve"> of a structured scheme of work and/or detailed lesson training plans. </w:t>
      </w:r>
      <w:r w:rsidRPr="00DE284E">
        <w:rPr>
          <w:lang w:eastAsia="de-DE"/>
        </w:rPr>
        <w:t xml:space="preserve"> </w:t>
      </w:r>
    </w:p>
    <w:p w:rsidR="001679D3" w:rsidRPr="00DE284E" w:rsidRDefault="001679D3" w:rsidP="0001726E">
      <w:pPr>
        <w:pStyle w:val="Heading2"/>
        <w:rPr>
          <w:rFonts w:eastAsia="SimSun"/>
          <w:lang w:eastAsia="de-DE"/>
        </w:rPr>
      </w:pPr>
      <w:bookmarkStart w:id="81" w:name="_Toc432680622"/>
      <w:bookmarkStart w:id="82" w:name="_Toc444069220"/>
      <w:r w:rsidRPr="00DE284E">
        <w:rPr>
          <w:rFonts w:eastAsia="SimSun"/>
          <w:lang w:eastAsia="de-DE"/>
        </w:rPr>
        <w:t>Entry standard</w:t>
      </w:r>
      <w:bookmarkEnd w:id="81"/>
      <w:bookmarkEnd w:id="82"/>
    </w:p>
    <w:p w:rsidR="001679D3" w:rsidRPr="00DE284E" w:rsidRDefault="001679D3" w:rsidP="008A50BC">
      <w:pPr>
        <w:jc w:val="both"/>
        <w:rPr>
          <w:lang w:eastAsia="de-DE"/>
        </w:rPr>
      </w:pPr>
      <w:r w:rsidRPr="00DE284E">
        <w:rPr>
          <w:lang w:eastAsia="de-DE"/>
        </w:rPr>
        <w:t>The minimum recommended entry requirements for a programme of adaptation training are:</w:t>
      </w:r>
    </w:p>
    <w:p w:rsidR="001679D3" w:rsidRPr="00DE284E" w:rsidRDefault="001679D3" w:rsidP="00761614">
      <w:pPr>
        <w:numPr>
          <w:ilvl w:val="0"/>
          <w:numId w:val="26"/>
        </w:numPr>
        <w:ind w:left="851"/>
        <w:jc w:val="both"/>
        <w:rPr>
          <w:lang w:eastAsia="de-DE"/>
        </w:rPr>
      </w:pPr>
      <w:r w:rsidRPr="00DE284E">
        <w:rPr>
          <w:lang w:eastAsia="de-DE"/>
        </w:rPr>
        <w:t>The successful completion of training as specified in IALA Model Course V-103/1, V-103/2 (if applicable) and V-103/3, and;</w:t>
      </w:r>
    </w:p>
    <w:p w:rsidR="001679D3" w:rsidRPr="00DE284E" w:rsidRDefault="001679D3" w:rsidP="00761614">
      <w:pPr>
        <w:numPr>
          <w:ilvl w:val="0"/>
          <w:numId w:val="26"/>
        </w:numPr>
        <w:ind w:left="851"/>
        <w:jc w:val="both"/>
        <w:rPr>
          <w:lang w:eastAsia="de-DE"/>
        </w:rPr>
      </w:pPr>
      <w:r w:rsidRPr="00DE284E">
        <w:rPr>
          <w:lang w:eastAsia="de-DE"/>
        </w:rPr>
        <w:t xml:space="preserve">The possession of a valid VTS </w:t>
      </w:r>
      <w:r w:rsidR="001B46FA">
        <w:rPr>
          <w:lang w:eastAsia="de-DE"/>
        </w:rPr>
        <w:t>c</w:t>
      </w:r>
      <w:r w:rsidRPr="00DE284E">
        <w:rPr>
          <w:lang w:eastAsia="de-DE"/>
        </w:rPr>
        <w:t xml:space="preserve">ertification </w:t>
      </w:r>
      <w:r w:rsidR="001B46FA">
        <w:rPr>
          <w:lang w:eastAsia="de-DE"/>
        </w:rPr>
        <w:t>l</w:t>
      </w:r>
      <w:r w:rsidRPr="00DE284E">
        <w:rPr>
          <w:lang w:eastAsia="de-DE"/>
        </w:rPr>
        <w:t>og.</w:t>
      </w:r>
    </w:p>
    <w:p w:rsidR="001679D3" w:rsidRPr="00DE284E" w:rsidRDefault="001679D3" w:rsidP="008A50BC">
      <w:pPr>
        <w:ind w:left="1213"/>
        <w:jc w:val="both"/>
        <w:rPr>
          <w:lang w:eastAsia="de-DE"/>
        </w:rPr>
      </w:pPr>
    </w:p>
    <w:p w:rsidR="00831E59" w:rsidRPr="00DE284E" w:rsidRDefault="001679D3" w:rsidP="00EA6FDD">
      <w:pPr>
        <w:pStyle w:val="BodyText"/>
        <w:rPr>
          <w:color w:val="000000" w:themeColor="text1"/>
          <w:szCs w:val="22"/>
        </w:rPr>
      </w:pPr>
      <w:r w:rsidRPr="00DE284E">
        <w:rPr>
          <w:lang w:eastAsia="de-DE"/>
        </w:rPr>
        <w:t>A programme of adaptation training should only be provided to VTS</w:t>
      </w:r>
      <w:r w:rsidR="007B4129" w:rsidRPr="00DE284E">
        <w:rPr>
          <w:lang w:eastAsia="de-DE"/>
        </w:rPr>
        <w:t>Os</w:t>
      </w:r>
      <w:r w:rsidRPr="00DE284E">
        <w:rPr>
          <w:lang w:eastAsia="de-DE"/>
        </w:rPr>
        <w:t xml:space="preserve"> that have a valid VTS </w:t>
      </w:r>
      <w:r w:rsidR="001B46FA">
        <w:rPr>
          <w:lang w:eastAsia="de-DE"/>
        </w:rPr>
        <w:t>c</w:t>
      </w:r>
      <w:r w:rsidRPr="00DE284E">
        <w:rPr>
          <w:lang w:eastAsia="de-DE"/>
        </w:rPr>
        <w:t xml:space="preserve">ertification </w:t>
      </w:r>
      <w:r w:rsidR="001B46FA">
        <w:rPr>
          <w:lang w:eastAsia="de-DE"/>
        </w:rPr>
        <w:t>l</w:t>
      </w:r>
      <w:r w:rsidRPr="00DE284E">
        <w:rPr>
          <w:lang w:eastAsia="de-DE"/>
        </w:rPr>
        <w:t xml:space="preserve">og and that do not require updating training as a result of </w:t>
      </w:r>
      <w:r w:rsidRPr="00DE284E">
        <w:rPr>
          <w:color w:val="000000" w:themeColor="text1"/>
          <w:szCs w:val="22"/>
        </w:rPr>
        <w:t>a break in service</w:t>
      </w:r>
      <w:r w:rsidRPr="00DE284E">
        <w:rPr>
          <w:b/>
          <w:color w:val="000000" w:themeColor="text1"/>
          <w:szCs w:val="22"/>
        </w:rPr>
        <w:t>,</w:t>
      </w:r>
      <w:r w:rsidRPr="00DE284E">
        <w:rPr>
          <w:color w:val="000000" w:themeColor="text1"/>
          <w:szCs w:val="22"/>
        </w:rPr>
        <w:t xml:space="preserve"> unsatisfactory operational performance or other circumstances influencing the required level of competence.</w:t>
      </w:r>
    </w:p>
    <w:p w:rsidR="007B7889" w:rsidRPr="00DE284E" w:rsidRDefault="00B071D3" w:rsidP="0001726E">
      <w:pPr>
        <w:pStyle w:val="Heading2"/>
        <w:rPr>
          <w:rFonts w:eastAsia="SimSun"/>
          <w:lang w:eastAsia="de-DE"/>
        </w:rPr>
      </w:pPr>
      <w:bookmarkStart w:id="83" w:name="_Toc432680624"/>
      <w:bookmarkStart w:id="84" w:name="_Toc444069221"/>
      <w:r w:rsidRPr="00DE284E">
        <w:rPr>
          <w:rFonts w:eastAsia="SimSun"/>
          <w:lang w:eastAsia="de-DE"/>
        </w:rPr>
        <w:t xml:space="preserve">Frequency </w:t>
      </w:r>
      <w:r w:rsidR="001F5172" w:rsidRPr="00DE284E">
        <w:rPr>
          <w:rFonts w:eastAsia="SimSun"/>
          <w:lang w:eastAsia="de-DE"/>
        </w:rPr>
        <w:t>and duration</w:t>
      </w:r>
      <w:bookmarkEnd w:id="83"/>
      <w:bookmarkEnd w:id="84"/>
    </w:p>
    <w:p w:rsidR="007B7889" w:rsidRPr="00DE284E" w:rsidRDefault="007A6C04" w:rsidP="002B39F3">
      <w:pPr>
        <w:pStyle w:val="BodyText"/>
        <w:rPr>
          <w:rFonts w:eastAsia="SimSun"/>
        </w:rPr>
      </w:pPr>
      <w:r w:rsidRPr="00DE284E">
        <w:rPr>
          <w:rFonts w:eastAsia="SimSun"/>
        </w:rPr>
        <w:t xml:space="preserve">Recognising that adaption training should take place when </w:t>
      </w:r>
      <w:r w:rsidR="001B46FA" w:rsidRPr="00DE284E">
        <w:rPr>
          <w:rFonts w:eastAsia="SimSun"/>
        </w:rPr>
        <w:t>a change to the VTS environment is</w:t>
      </w:r>
      <w:r w:rsidR="0022244F" w:rsidRPr="00DE284E">
        <w:rPr>
          <w:rFonts w:eastAsia="SimSun"/>
        </w:rPr>
        <w:t xml:space="preserve"> expected to be made or have been made</w:t>
      </w:r>
      <w:r w:rsidRPr="00DE284E">
        <w:rPr>
          <w:rFonts w:eastAsia="SimSun"/>
        </w:rPr>
        <w:t xml:space="preserve">, it is not possible to determine a </w:t>
      </w:r>
      <w:r w:rsidR="0050302B" w:rsidRPr="00DE284E">
        <w:rPr>
          <w:rFonts w:eastAsia="SimSun"/>
        </w:rPr>
        <w:t>frequency</w:t>
      </w:r>
      <w:r w:rsidRPr="00DE284E">
        <w:rPr>
          <w:rFonts w:eastAsia="SimSun"/>
        </w:rPr>
        <w:t xml:space="preserve"> for such training</w:t>
      </w:r>
      <w:r w:rsidR="0050302B" w:rsidRPr="00DE284E">
        <w:rPr>
          <w:rFonts w:eastAsia="SimSun"/>
        </w:rPr>
        <w:t>. Adaptation training should take place</w:t>
      </w:r>
      <w:r w:rsidR="007B7889" w:rsidRPr="00DE284E">
        <w:rPr>
          <w:rFonts w:eastAsia="SimSun"/>
        </w:rPr>
        <w:t xml:space="preserve"> as deemed necessary by the Competent </w:t>
      </w:r>
      <w:r w:rsidR="0050302B" w:rsidRPr="00DE284E">
        <w:rPr>
          <w:rFonts w:eastAsia="SimSun"/>
        </w:rPr>
        <w:t xml:space="preserve">Authority and/or </w:t>
      </w:r>
      <w:r w:rsidR="007B7889" w:rsidRPr="00DE284E">
        <w:rPr>
          <w:rFonts w:eastAsia="SimSun"/>
        </w:rPr>
        <w:t>VTS Authority</w:t>
      </w:r>
      <w:r w:rsidR="0050302B" w:rsidRPr="00DE284E">
        <w:rPr>
          <w:rFonts w:eastAsia="SimSun"/>
        </w:rPr>
        <w:t>.</w:t>
      </w:r>
      <w:r w:rsidRPr="00DE284E">
        <w:rPr>
          <w:rFonts w:eastAsia="SimSun"/>
        </w:rPr>
        <w:t xml:space="preserve"> </w:t>
      </w:r>
    </w:p>
    <w:p w:rsidR="00EA6FDD" w:rsidRPr="00DE284E" w:rsidRDefault="007B7889" w:rsidP="002B39F3">
      <w:pPr>
        <w:pStyle w:val="BodyText"/>
        <w:rPr>
          <w:rFonts w:eastAsia="SimSun"/>
        </w:rPr>
      </w:pPr>
      <w:r w:rsidRPr="00DE284E">
        <w:rPr>
          <w:rFonts w:eastAsia="SimSun"/>
        </w:rPr>
        <w:t>It is recommended that</w:t>
      </w:r>
      <w:r w:rsidR="007C0244" w:rsidRPr="00DE284E">
        <w:rPr>
          <w:rFonts w:eastAsia="SimSun"/>
        </w:rPr>
        <w:t xml:space="preserve"> a programme of</w:t>
      </w:r>
      <w:r w:rsidRPr="00DE284E">
        <w:rPr>
          <w:rFonts w:eastAsia="SimSun"/>
        </w:rPr>
        <w:t xml:space="preserve"> </w:t>
      </w:r>
      <w:r w:rsidR="00075833" w:rsidRPr="00DE284E">
        <w:rPr>
          <w:rFonts w:eastAsia="SimSun"/>
        </w:rPr>
        <w:t>a</w:t>
      </w:r>
      <w:r w:rsidRPr="00DE284E">
        <w:rPr>
          <w:rFonts w:eastAsia="SimSun"/>
        </w:rPr>
        <w:t xml:space="preserve">daptation </w:t>
      </w:r>
      <w:r w:rsidR="00075833" w:rsidRPr="00DE284E">
        <w:rPr>
          <w:rFonts w:eastAsia="SimSun"/>
        </w:rPr>
        <w:t>t</w:t>
      </w:r>
      <w:r w:rsidRPr="00DE284E">
        <w:rPr>
          <w:rFonts w:eastAsia="SimSun"/>
        </w:rPr>
        <w:t xml:space="preserve">raining should take place, if possible, before the </w:t>
      </w:r>
      <w:r w:rsidR="007C0244" w:rsidRPr="00DE284E">
        <w:rPr>
          <w:rFonts w:eastAsia="SimSun"/>
        </w:rPr>
        <w:t>change</w:t>
      </w:r>
      <w:r w:rsidR="0009706C" w:rsidRPr="00DE284E">
        <w:rPr>
          <w:rFonts w:eastAsia="SimSun"/>
        </w:rPr>
        <w:t>(</w:t>
      </w:r>
      <w:r w:rsidR="007C0244" w:rsidRPr="00DE284E">
        <w:rPr>
          <w:rFonts w:eastAsia="SimSun"/>
        </w:rPr>
        <w:t>s</w:t>
      </w:r>
      <w:r w:rsidR="0009706C" w:rsidRPr="00DE284E">
        <w:rPr>
          <w:rFonts w:eastAsia="SimSun"/>
        </w:rPr>
        <w:t>)</w:t>
      </w:r>
      <w:r w:rsidR="007C0244" w:rsidRPr="00DE284E">
        <w:rPr>
          <w:rFonts w:eastAsia="SimSun"/>
        </w:rPr>
        <w:t xml:space="preserve"> to the VTS environment takes place</w:t>
      </w:r>
      <w:r w:rsidRPr="00DE284E">
        <w:rPr>
          <w:rFonts w:eastAsia="SimSun"/>
        </w:rPr>
        <w:t xml:space="preserve">. </w:t>
      </w:r>
    </w:p>
    <w:p w:rsidR="009B67D6" w:rsidRPr="00DE284E" w:rsidRDefault="009B67D6" w:rsidP="002B39F3">
      <w:pPr>
        <w:pStyle w:val="BodyText"/>
        <w:rPr>
          <w:rFonts w:eastAsia="SimSun"/>
        </w:rPr>
      </w:pPr>
      <w:r w:rsidRPr="00DE284E">
        <w:rPr>
          <w:rFonts w:eastAsia="SimSun"/>
        </w:rPr>
        <w:t xml:space="preserve">In determining the duration of a programme of </w:t>
      </w:r>
      <w:r w:rsidR="00075833" w:rsidRPr="00DE284E">
        <w:rPr>
          <w:rFonts w:eastAsia="SimSun"/>
        </w:rPr>
        <w:t>a</w:t>
      </w:r>
      <w:r w:rsidRPr="00DE284E">
        <w:rPr>
          <w:rFonts w:eastAsia="SimSun"/>
        </w:rPr>
        <w:t xml:space="preserve">daptation training, the Competent and/or VTS Authority should consider the complexity and nature of the changes when </w:t>
      </w:r>
      <w:r w:rsidR="002E7806" w:rsidRPr="00DE284E">
        <w:rPr>
          <w:rFonts w:eastAsia="SimSun"/>
        </w:rPr>
        <w:t xml:space="preserve">preparing </w:t>
      </w:r>
      <w:r w:rsidRPr="00DE284E">
        <w:rPr>
          <w:rFonts w:eastAsia="SimSun"/>
        </w:rPr>
        <w:t>the training objectives.</w:t>
      </w:r>
    </w:p>
    <w:p w:rsidR="007B7889" w:rsidRPr="00DE284E" w:rsidRDefault="007B7889" w:rsidP="008A50BC">
      <w:pPr>
        <w:jc w:val="both"/>
        <w:rPr>
          <w:rFonts w:eastAsia="SimSun"/>
          <w:szCs w:val="22"/>
        </w:rPr>
      </w:pPr>
    </w:p>
    <w:p w:rsidR="007527B6" w:rsidRPr="00DE284E" w:rsidRDefault="007527B6" w:rsidP="007F4C22">
      <w:pPr>
        <w:jc w:val="both"/>
        <w:rPr>
          <w:bCs/>
          <w:lang w:eastAsia="de-DE"/>
        </w:rPr>
      </w:pPr>
    </w:p>
    <w:p w:rsidR="009B67D6" w:rsidRPr="00DE284E" w:rsidRDefault="009B67D6" w:rsidP="008A50BC">
      <w:pPr>
        <w:jc w:val="both"/>
        <w:rPr>
          <w:bCs/>
          <w:lang w:eastAsia="de-DE"/>
        </w:rPr>
      </w:pPr>
    </w:p>
    <w:p w:rsidR="007B7889" w:rsidRPr="00DE284E" w:rsidRDefault="007B7889" w:rsidP="008A50BC">
      <w:pPr>
        <w:autoSpaceDE w:val="0"/>
        <w:autoSpaceDN w:val="0"/>
        <w:adjustRightInd w:val="0"/>
        <w:ind w:left="1276"/>
        <w:jc w:val="both"/>
        <w:rPr>
          <w:rFonts w:eastAsia="SimSun" w:cs="Arial"/>
          <w:bCs/>
          <w:color w:val="000000"/>
          <w:szCs w:val="22"/>
          <w:lang w:eastAsia="en-GB"/>
        </w:rPr>
      </w:pPr>
    </w:p>
    <w:p w:rsidR="008A50BC" w:rsidRPr="00DE284E" w:rsidRDefault="008A50BC" w:rsidP="0001726E">
      <w:pPr>
        <w:pStyle w:val="Heading2"/>
        <w:rPr>
          <w:rFonts w:eastAsia="SimSun"/>
          <w:lang w:eastAsia="de-DE"/>
        </w:rPr>
      </w:pPr>
      <w:bookmarkStart w:id="85" w:name="_Toc432680626"/>
      <w:bookmarkStart w:id="86" w:name="_Toc444069222"/>
      <w:r w:rsidRPr="00DE284E">
        <w:rPr>
          <w:rFonts w:eastAsia="SimSun"/>
          <w:lang w:eastAsia="de-DE"/>
        </w:rPr>
        <w:lastRenderedPageBreak/>
        <w:t>Certification</w:t>
      </w:r>
      <w:bookmarkEnd w:id="85"/>
      <w:bookmarkEnd w:id="86"/>
    </w:p>
    <w:p w:rsidR="00A05006" w:rsidRPr="00DE284E" w:rsidRDefault="00A05006" w:rsidP="00A05006">
      <w:pPr>
        <w:jc w:val="both"/>
        <w:rPr>
          <w:bCs/>
          <w:lang w:eastAsia="de-DE"/>
        </w:rPr>
      </w:pPr>
      <w:r w:rsidRPr="00DE284E">
        <w:rPr>
          <w:bCs/>
          <w:lang w:eastAsia="de-DE"/>
        </w:rPr>
        <w:t xml:space="preserve">Records of attendance and successful completion of a programme of adaptation training should be maintained. The VTS </w:t>
      </w:r>
      <w:r w:rsidR="001B46FA">
        <w:rPr>
          <w:bCs/>
          <w:lang w:eastAsia="de-DE"/>
        </w:rPr>
        <w:t>c</w:t>
      </w:r>
      <w:r w:rsidRPr="00DE284E">
        <w:rPr>
          <w:bCs/>
          <w:lang w:eastAsia="de-DE"/>
        </w:rPr>
        <w:t xml:space="preserve">ertification </w:t>
      </w:r>
      <w:r w:rsidR="001B46FA">
        <w:rPr>
          <w:bCs/>
          <w:lang w:eastAsia="de-DE"/>
        </w:rPr>
        <w:t>c</w:t>
      </w:r>
      <w:r w:rsidRPr="00DE284E">
        <w:rPr>
          <w:bCs/>
          <w:lang w:eastAsia="de-DE"/>
        </w:rPr>
        <w:t>og may be endorsed and/or a certificate issued</w:t>
      </w:r>
      <w:r w:rsidR="001B46FA">
        <w:rPr>
          <w:bCs/>
          <w:lang w:eastAsia="de-DE"/>
        </w:rPr>
        <w:t xml:space="preserve"> as deemed necessary by the Competent Authority and/or VTS Authority</w:t>
      </w:r>
      <w:r w:rsidRPr="00DE284E">
        <w:rPr>
          <w:bCs/>
          <w:lang w:eastAsia="de-DE"/>
        </w:rPr>
        <w:t>.</w:t>
      </w:r>
      <w:r w:rsidR="00E72BC4" w:rsidRPr="00DE284E">
        <w:rPr>
          <w:bCs/>
          <w:lang w:eastAsia="de-DE"/>
        </w:rPr>
        <w:t xml:space="preserve"> </w:t>
      </w:r>
    </w:p>
    <w:p w:rsidR="00AD0C74" w:rsidRPr="00DE284E" w:rsidRDefault="00AD0C74" w:rsidP="00AD0C74">
      <w:pPr>
        <w:pStyle w:val="Heading3"/>
        <w:numPr>
          <w:ilvl w:val="0"/>
          <w:numId w:val="0"/>
        </w:numPr>
        <w:ind w:left="992" w:hanging="992"/>
      </w:pPr>
    </w:p>
    <w:p w:rsidR="00AD0C74" w:rsidRPr="00DE284E" w:rsidRDefault="00AD0C74">
      <w:pPr>
        <w:rPr>
          <w:rFonts w:ascii="Calibri-Bold" w:eastAsia="SimSun" w:hAnsi="Calibri-Bold" w:cs="Calibri-Bold"/>
          <w:bCs/>
          <w:szCs w:val="22"/>
          <w:lang w:eastAsia="en-GB"/>
        </w:rPr>
      </w:pPr>
    </w:p>
    <w:p w:rsidR="00831E59" w:rsidRPr="00DE284E" w:rsidRDefault="00831E59">
      <w:pPr>
        <w:rPr>
          <w:b/>
          <w:caps/>
          <w:kern w:val="28"/>
          <w:sz w:val="24"/>
          <w:szCs w:val="20"/>
          <w:lang w:eastAsia="de-DE"/>
        </w:rPr>
      </w:pPr>
      <w:bookmarkStart w:id="87" w:name="_Toc432680627"/>
      <w:r w:rsidRPr="00DE284E">
        <w:br w:type="page"/>
      </w:r>
    </w:p>
    <w:p w:rsidR="004038E8" w:rsidRPr="00DE284E" w:rsidRDefault="00E133B0" w:rsidP="002F16DF">
      <w:pPr>
        <w:pStyle w:val="Heading1"/>
      </w:pPr>
      <w:bookmarkStart w:id="88" w:name="_Toc444069223"/>
      <w:r w:rsidRPr="00DE284E">
        <w:lastRenderedPageBreak/>
        <w:t>UPDATING TRAINING</w:t>
      </w:r>
      <w:bookmarkEnd w:id="87"/>
      <w:bookmarkEnd w:id="88"/>
      <w:r w:rsidR="004038E8" w:rsidRPr="00DE284E">
        <w:t xml:space="preserve"> </w:t>
      </w:r>
    </w:p>
    <w:p w:rsidR="004038E8" w:rsidRPr="00DE284E" w:rsidRDefault="004038E8" w:rsidP="004038E8">
      <w:pPr>
        <w:pStyle w:val="Heading2"/>
        <w:rPr>
          <w:lang w:eastAsia="de-DE"/>
        </w:rPr>
      </w:pPr>
      <w:bookmarkStart w:id="89" w:name="_Toc444069224"/>
      <w:r w:rsidRPr="00DE284E">
        <w:rPr>
          <w:lang w:eastAsia="de-DE"/>
        </w:rPr>
        <w:t>Introduction</w:t>
      </w:r>
      <w:bookmarkEnd w:id="89"/>
    </w:p>
    <w:p w:rsidR="004038E8" w:rsidRPr="00DE284E" w:rsidRDefault="00A329B9" w:rsidP="00854F37">
      <w:pPr>
        <w:pStyle w:val="BodyText"/>
        <w:rPr>
          <w:lang w:eastAsia="de-DE"/>
        </w:rPr>
      </w:pPr>
      <w:r w:rsidRPr="00DE284E">
        <w:rPr>
          <w:rFonts w:eastAsia="SimSun" w:cs="Arial"/>
          <w:szCs w:val="22"/>
        </w:rPr>
        <w:t xml:space="preserve">As a component of the </w:t>
      </w:r>
      <w:r w:rsidR="001B46FA">
        <w:rPr>
          <w:rFonts w:eastAsia="SimSun" w:cs="Arial"/>
          <w:szCs w:val="22"/>
        </w:rPr>
        <w:t>r</w:t>
      </w:r>
      <w:r w:rsidRPr="00DE284E">
        <w:rPr>
          <w:rFonts w:eastAsia="SimSun" w:cs="Arial"/>
          <w:szCs w:val="22"/>
        </w:rPr>
        <w:t xml:space="preserve">evalidation </w:t>
      </w:r>
      <w:r w:rsidR="001B46FA">
        <w:rPr>
          <w:rFonts w:eastAsia="SimSun" w:cs="Arial"/>
          <w:szCs w:val="22"/>
        </w:rPr>
        <w:t>p</w:t>
      </w:r>
      <w:r w:rsidRPr="00DE284E">
        <w:rPr>
          <w:rFonts w:eastAsia="SimSun" w:cs="Arial"/>
          <w:szCs w:val="22"/>
        </w:rPr>
        <w:t xml:space="preserve">rocess, </w:t>
      </w:r>
      <w:r w:rsidR="001B46FA">
        <w:rPr>
          <w:rFonts w:eastAsia="SimSun" w:cs="Arial"/>
          <w:szCs w:val="22"/>
        </w:rPr>
        <w:t>u</w:t>
      </w:r>
      <w:r w:rsidRPr="00DE284E">
        <w:rPr>
          <w:rFonts w:eastAsia="SimSun" w:cs="Arial"/>
          <w:szCs w:val="22"/>
        </w:rPr>
        <w:t xml:space="preserve">pdating </w:t>
      </w:r>
      <w:r w:rsidR="001B46FA">
        <w:rPr>
          <w:rFonts w:eastAsia="SimSun" w:cs="Arial"/>
          <w:szCs w:val="22"/>
        </w:rPr>
        <w:t>t</w:t>
      </w:r>
      <w:r w:rsidRPr="00DE284E">
        <w:rPr>
          <w:rFonts w:eastAsia="SimSun" w:cs="Arial"/>
          <w:szCs w:val="22"/>
        </w:rPr>
        <w:t xml:space="preserve">raining </w:t>
      </w:r>
      <w:r w:rsidR="003627F4" w:rsidRPr="00DE284E">
        <w:rPr>
          <w:rFonts w:eastAsia="SimSun" w:cs="Arial"/>
          <w:szCs w:val="22"/>
        </w:rPr>
        <w:t xml:space="preserve">should </w:t>
      </w:r>
      <w:r w:rsidR="00B71E6B" w:rsidRPr="00DE284E">
        <w:rPr>
          <w:rFonts w:eastAsia="SimSun" w:cs="Arial"/>
          <w:szCs w:val="22"/>
        </w:rPr>
        <w:t>be</w:t>
      </w:r>
      <w:r w:rsidR="00B71E6B" w:rsidRPr="00DE284E">
        <w:rPr>
          <w:lang w:eastAsia="de-DE"/>
        </w:rPr>
        <w:t xml:space="preserve"> implemented</w:t>
      </w:r>
      <w:r w:rsidRPr="00DE284E">
        <w:rPr>
          <w:lang w:eastAsia="de-DE"/>
        </w:rPr>
        <w:t xml:space="preserve"> </w:t>
      </w:r>
      <w:r w:rsidR="004038E8" w:rsidRPr="00DE284E">
        <w:rPr>
          <w:lang w:eastAsia="de-DE"/>
        </w:rPr>
        <w:t>when VTS</w:t>
      </w:r>
      <w:r w:rsidR="00933D4F" w:rsidRPr="00DE284E">
        <w:rPr>
          <w:lang w:eastAsia="de-DE"/>
        </w:rPr>
        <w:t>Os</w:t>
      </w:r>
      <w:r w:rsidR="004038E8" w:rsidRPr="00DE284E">
        <w:rPr>
          <w:lang w:eastAsia="de-DE"/>
        </w:rPr>
        <w:t xml:space="preserve"> </w:t>
      </w:r>
      <w:r w:rsidR="00E01440" w:rsidRPr="00DE284E">
        <w:rPr>
          <w:lang w:eastAsia="de-DE"/>
        </w:rPr>
        <w:t xml:space="preserve">require </w:t>
      </w:r>
      <w:r w:rsidR="004038E8" w:rsidRPr="00DE284E">
        <w:rPr>
          <w:lang w:eastAsia="de-DE"/>
        </w:rPr>
        <w:t>additional training</w:t>
      </w:r>
      <w:r w:rsidR="007D5B07" w:rsidRPr="00DE284E">
        <w:rPr>
          <w:lang w:eastAsia="de-DE"/>
        </w:rPr>
        <w:t xml:space="preserve"> other than covered by the </w:t>
      </w:r>
      <w:r w:rsidR="001B46FA">
        <w:rPr>
          <w:lang w:eastAsia="de-DE"/>
        </w:rPr>
        <w:t>r</w:t>
      </w:r>
      <w:r w:rsidR="001106E6" w:rsidRPr="00DE284E">
        <w:rPr>
          <w:lang w:eastAsia="de-DE"/>
        </w:rPr>
        <w:t xml:space="preserve">ecurrent </w:t>
      </w:r>
      <w:r w:rsidR="001B46FA">
        <w:rPr>
          <w:lang w:eastAsia="de-DE"/>
        </w:rPr>
        <w:t>t</w:t>
      </w:r>
      <w:r w:rsidR="001106E6" w:rsidRPr="00DE284E">
        <w:rPr>
          <w:lang w:eastAsia="de-DE"/>
        </w:rPr>
        <w:t xml:space="preserve">raining and </w:t>
      </w:r>
      <w:r w:rsidR="001B46FA">
        <w:rPr>
          <w:lang w:eastAsia="de-DE"/>
        </w:rPr>
        <w:t>a</w:t>
      </w:r>
      <w:r w:rsidR="007D5B07" w:rsidRPr="00DE284E">
        <w:rPr>
          <w:lang w:eastAsia="de-DE"/>
        </w:rPr>
        <w:t xml:space="preserve">daptation </w:t>
      </w:r>
      <w:r w:rsidR="001B46FA">
        <w:rPr>
          <w:lang w:eastAsia="de-DE"/>
        </w:rPr>
        <w:t>t</w:t>
      </w:r>
      <w:r w:rsidR="003B1B76" w:rsidRPr="00DE284E">
        <w:rPr>
          <w:lang w:eastAsia="de-DE"/>
        </w:rPr>
        <w:t>raining</w:t>
      </w:r>
      <w:r w:rsidR="00E01440" w:rsidRPr="00DE284E">
        <w:rPr>
          <w:lang w:eastAsia="de-DE"/>
        </w:rPr>
        <w:t xml:space="preserve">. Updating </w:t>
      </w:r>
      <w:r w:rsidR="001B46FA">
        <w:rPr>
          <w:lang w:eastAsia="de-DE"/>
        </w:rPr>
        <w:t>t</w:t>
      </w:r>
      <w:r w:rsidR="00E01440" w:rsidRPr="00DE284E">
        <w:rPr>
          <w:lang w:eastAsia="de-DE"/>
        </w:rPr>
        <w:t>raining may be required</w:t>
      </w:r>
      <w:r w:rsidR="00B71E6B">
        <w:rPr>
          <w:lang w:eastAsia="de-DE"/>
        </w:rPr>
        <w:t xml:space="preserve"> due to a number of reasons</w:t>
      </w:r>
      <w:r w:rsidR="00436DCD" w:rsidRPr="00DE284E">
        <w:rPr>
          <w:lang w:eastAsia="de-DE"/>
        </w:rPr>
        <w:t>:</w:t>
      </w:r>
    </w:p>
    <w:p w:rsidR="004038E8" w:rsidRPr="00DE284E" w:rsidRDefault="004038E8" w:rsidP="00761614">
      <w:pPr>
        <w:pStyle w:val="BodyText"/>
        <w:numPr>
          <w:ilvl w:val="0"/>
          <w:numId w:val="35"/>
        </w:numPr>
        <w:rPr>
          <w:lang w:eastAsia="de-DE"/>
        </w:rPr>
      </w:pPr>
      <w:r w:rsidRPr="00DE284E">
        <w:rPr>
          <w:lang w:eastAsia="de-DE"/>
        </w:rPr>
        <w:t>After a break in service</w:t>
      </w:r>
      <w:r w:rsidR="00854F37" w:rsidRPr="00DE284E">
        <w:rPr>
          <w:lang w:eastAsia="de-DE"/>
        </w:rPr>
        <w:t>;</w:t>
      </w:r>
    </w:p>
    <w:p w:rsidR="001106E6" w:rsidRPr="00DE284E" w:rsidRDefault="001106E6" w:rsidP="00761614">
      <w:pPr>
        <w:pStyle w:val="BodyText"/>
        <w:numPr>
          <w:ilvl w:val="0"/>
          <w:numId w:val="35"/>
        </w:numPr>
        <w:rPr>
          <w:lang w:eastAsia="de-DE"/>
        </w:rPr>
      </w:pPr>
      <w:r w:rsidRPr="00DE284E">
        <w:rPr>
          <w:lang w:eastAsia="de-DE"/>
        </w:rPr>
        <w:t xml:space="preserve">After </w:t>
      </w:r>
      <w:r w:rsidR="00854F37" w:rsidRPr="00DE284E">
        <w:rPr>
          <w:lang w:eastAsia="de-DE"/>
        </w:rPr>
        <w:t>a VTS certification log has expired;</w:t>
      </w:r>
    </w:p>
    <w:p w:rsidR="004038E8" w:rsidRPr="00DE284E" w:rsidRDefault="004038E8" w:rsidP="00761614">
      <w:pPr>
        <w:pStyle w:val="BodyText"/>
        <w:numPr>
          <w:ilvl w:val="0"/>
          <w:numId w:val="35"/>
        </w:numPr>
        <w:rPr>
          <w:lang w:eastAsia="de-DE"/>
        </w:rPr>
      </w:pPr>
      <w:r w:rsidRPr="00DE284E">
        <w:rPr>
          <w:lang w:eastAsia="de-DE"/>
        </w:rPr>
        <w:t xml:space="preserve">Following an unsatisfactory outcome of the </w:t>
      </w:r>
      <w:proofErr w:type="spellStart"/>
      <w:r w:rsidR="001106E6" w:rsidRPr="00DE284E">
        <w:rPr>
          <w:lang w:eastAsia="de-DE"/>
        </w:rPr>
        <w:t>Profcheck</w:t>
      </w:r>
      <w:proofErr w:type="spellEnd"/>
      <w:r w:rsidR="001106E6" w:rsidRPr="00DE284E">
        <w:rPr>
          <w:lang w:eastAsia="de-DE"/>
        </w:rPr>
        <w:t xml:space="preserve"> </w:t>
      </w:r>
      <w:r w:rsidRPr="00DE284E">
        <w:rPr>
          <w:lang w:eastAsia="de-DE"/>
        </w:rPr>
        <w:t xml:space="preserve">of the </w:t>
      </w:r>
      <w:r w:rsidR="00E01440" w:rsidRPr="00DE284E">
        <w:rPr>
          <w:lang w:eastAsia="de-DE"/>
        </w:rPr>
        <w:t>performance of a VTS</w:t>
      </w:r>
      <w:r w:rsidR="00933D4F" w:rsidRPr="00DE284E">
        <w:rPr>
          <w:lang w:eastAsia="de-DE"/>
        </w:rPr>
        <w:t>O</w:t>
      </w:r>
      <w:r w:rsidR="00B71E6B">
        <w:rPr>
          <w:lang w:eastAsia="de-DE"/>
        </w:rPr>
        <w:t xml:space="preserve"> following a programme of recurrent training</w:t>
      </w:r>
      <w:r w:rsidR="00AE7786" w:rsidRPr="00DE284E">
        <w:rPr>
          <w:lang w:eastAsia="de-DE"/>
        </w:rPr>
        <w:t>;</w:t>
      </w:r>
    </w:p>
    <w:p w:rsidR="004038E8" w:rsidRPr="00DE284E" w:rsidRDefault="004038E8" w:rsidP="00761614">
      <w:pPr>
        <w:pStyle w:val="BodyText"/>
        <w:numPr>
          <w:ilvl w:val="0"/>
          <w:numId w:val="35"/>
        </w:numPr>
        <w:rPr>
          <w:lang w:eastAsia="de-DE"/>
        </w:rPr>
      </w:pPr>
      <w:r w:rsidRPr="00DE284E">
        <w:rPr>
          <w:lang w:eastAsia="de-DE"/>
        </w:rPr>
        <w:t>Upon request</w:t>
      </w:r>
      <w:r w:rsidR="007D5B07" w:rsidRPr="00DE284E">
        <w:rPr>
          <w:lang w:eastAsia="de-DE"/>
        </w:rPr>
        <w:t xml:space="preserve"> </w:t>
      </w:r>
      <w:r w:rsidR="00E01440" w:rsidRPr="00DE284E">
        <w:rPr>
          <w:lang w:eastAsia="de-DE"/>
        </w:rPr>
        <w:t xml:space="preserve">of a </w:t>
      </w:r>
      <w:r w:rsidR="007D5B07" w:rsidRPr="00DE284E">
        <w:rPr>
          <w:lang w:eastAsia="de-DE"/>
        </w:rPr>
        <w:t>VTSO</w:t>
      </w:r>
      <w:r w:rsidR="00AE7786" w:rsidRPr="00DE284E">
        <w:rPr>
          <w:lang w:eastAsia="de-DE"/>
        </w:rPr>
        <w:t>;</w:t>
      </w:r>
    </w:p>
    <w:p w:rsidR="004038E8" w:rsidRPr="00DE284E" w:rsidRDefault="00E01440" w:rsidP="00761614">
      <w:pPr>
        <w:pStyle w:val="BodyText"/>
        <w:numPr>
          <w:ilvl w:val="0"/>
          <w:numId w:val="35"/>
        </w:numPr>
        <w:rPr>
          <w:lang w:eastAsia="de-DE"/>
        </w:rPr>
      </w:pPr>
      <w:r w:rsidRPr="00DE284E">
        <w:rPr>
          <w:lang w:eastAsia="de-DE"/>
        </w:rPr>
        <w:t>When</w:t>
      </w:r>
      <w:r w:rsidR="004038E8" w:rsidRPr="00DE284E">
        <w:rPr>
          <w:lang w:eastAsia="de-DE"/>
        </w:rPr>
        <w:t xml:space="preserve"> deemed necessary by the Competent </w:t>
      </w:r>
      <w:r w:rsidRPr="00DE284E">
        <w:rPr>
          <w:lang w:eastAsia="de-DE"/>
        </w:rPr>
        <w:t xml:space="preserve">and/or </w:t>
      </w:r>
      <w:r w:rsidR="004038E8" w:rsidRPr="00DE284E">
        <w:rPr>
          <w:lang w:eastAsia="de-DE"/>
        </w:rPr>
        <w:t>VTS authority.</w:t>
      </w:r>
    </w:p>
    <w:p w:rsidR="004038E8" w:rsidRPr="00DE284E" w:rsidRDefault="004038E8" w:rsidP="00854F37">
      <w:pPr>
        <w:pStyle w:val="BodyText"/>
        <w:rPr>
          <w:bCs/>
          <w:lang w:eastAsia="de-DE"/>
        </w:rPr>
      </w:pPr>
      <w:r w:rsidRPr="00DE284E">
        <w:rPr>
          <w:lang w:eastAsia="de-DE"/>
        </w:rPr>
        <w:t xml:space="preserve">Updating training may be conducted by an Accredited Training Organisation or by </w:t>
      </w:r>
      <w:r w:rsidR="003A50F5" w:rsidRPr="00DE284E">
        <w:rPr>
          <w:lang w:eastAsia="de-DE"/>
        </w:rPr>
        <w:t>a</w:t>
      </w:r>
      <w:r w:rsidRPr="00DE284E">
        <w:rPr>
          <w:lang w:eastAsia="de-DE"/>
        </w:rPr>
        <w:t xml:space="preserve"> VTS Authorit</w:t>
      </w:r>
      <w:r w:rsidR="003A50F5" w:rsidRPr="00DE284E">
        <w:rPr>
          <w:lang w:eastAsia="de-DE"/>
        </w:rPr>
        <w:t>y</w:t>
      </w:r>
      <w:r w:rsidRPr="00DE284E">
        <w:rPr>
          <w:lang w:eastAsia="de-DE"/>
        </w:rPr>
        <w:t xml:space="preserve"> as determined by the relevant Competent Authority. Updating training may cover generic and</w:t>
      </w:r>
      <w:r w:rsidR="001106E6" w:rsidRPr="00DE284E">
        <w:rPr>
          <w:lang w:eastAsia="de-DE"/>
        </w:rPr>
        <w:t>/or</w:t>
      </w:r>
      <w:r w:rsidRPr="00DE284E">
        <w:rPr>
          <w:lang w:eastAsia="de-DE"/>
        </w:rPr>
        <w:t xml:space="preserve"> area specific elements of competency. This should provide VTS</w:t>
      </w:r>
      <w:r w:rsidR="00933D4F" w:rsidRPr="00DE284E">
        <w:rPr>
          <w:lang w:eastAsia="de-DE"/>
        </w:rPr>
        <w:t>Os</w:t>
      </w:r>
      <w:r w:rsidRPr="00DE284E">
        <w:rPr>
          <w:lang w:eastAsia="de-DE"/>
        </w:rPr>
        <w:t xml:space="preserve"> with the </w:t>
      </w:r>
      <w:r w:rsidR="002F16DF" w:rsidRPr="00DE284E">
        <w:rPr>
          <w:lang w:eastAsia="de-DE"/>
        </w:rPr>
        <w:t>competence</w:t>
      </w:r>
      <w:r w:rsidRPr="00DE284E">
        <w:rPr>
          <w:lang w:eastAsia="de-DE"/>
        </w:rPr>
        <w:t xml:space="preserve"> necessary to perform</w:t>
      </w:r>
      <w:r w:rsidR="005F1A30" w:rsidRPr="00DE284E">
        <w:rPr>
          <w:lang w:eastAsia="de-DE"/>
        </w:rPr>
        <w:t xml:space="preserve"> </w:t>
      </w:r>
      <w:r w:rsidRPr="00DE284E">
        <w:rPr>
          <w:lang w:eastAsia="de-DE"/>
        </w:rPr>
        <w:t>their present/future jobs both efficiently and effectively.</w:t>
      </w:r>
      <w:r w:rsidRPr="00DE284E">
        <w:rPr>
          <w:bCs/>
          <w:lang w:eastAsia="de-DE"/>
        </w:rPr>
        <w:t xml:space="preserve"> </w:t>
      </w:r>
    </w:p>
    <w:p w:rsidR="004038E8" w:rsidRPr="00DE284E" w:rsidRDefault="004038E8" w:rsidP="00854F37">
      <w:pPr>
        <w:pStyle w:val="BodyText"/>
        <w:rPr>
          <w:lang w:eastAsia="de-DE"/>
        </w:rPr>
      </w:pPr>
      <w:r w:rsidRPr="00DE284E">
        <w:rPr>
          <w:bCs/>
          <w:lang w:eastAsia="de-DE"/>
        </w:rPr>
        <w:t xml:space="preserve">Therefore, the general objective of </w:t>
      </w:r>
      <w:r w:rsidR="009D153D">
        <w:rPr>
          <w:bCs/>
          <w:lang w:eastAsia="de-DE"/>
        </w:rPr>
        <w:t>u</w:t>
      </w:r>
      <w:r w:rsidRPr="00DE284E">
        <w:rPr>
          <w:bCs/>
          <w:lang w:eastAsia="de-DE"/>
        </w:rPr>
        <w:t xml:space="preserve">pdating </w:t>
      </w:r>
      <w:r w:rsidR="009D153D">
        <w:rPr>
          <w:bCs/>
          <w:lang w:eastAsia="de-DE"/>
        </w:rPr>
        <w:t>t</w:t>
      </w:r>
      <w:r w:rsidRPr="00DE284E">
        <w:rPr>
          <w:bCs/>
          <w:lang w:eastAsia="de-DE"/>
        </w:rPr>
        <w:t xml:space="preserve">raining </w:t>
      </w:r>
      <w:r w:rsidR="003B1B76" w:rsidRPr="00DE284E">
        <w:rPr>
          <w:bCs/>
          <w:lang w:eastAsia="de-DE"/>
        </w:rPr>
        <w:t>is</w:t>
      </w:r>
      <w:r w:rsidRPr="00DE284E">
        <w:rPr>
          <w:bCs/>
          <w:lang w:eastAsia="de-DE"/>
        </w:rPr>
        <w:t xml:space="preserve"> to provide a structured </w:t>
      </w:r>
      <w:r w:rsidRPr="00DE284E">
        <w:rPr>
          <w:lang w:eastAsia="de-DE"/>
        </w:rPr>
        <w:t xml:space="preserve">means of regaining </w:t>
      </w:r>
      <w:r w:rsidR="00B74CE9" w:rsidRPr="00DE284E">
        <w:rPr>
          <w:lang w:eastAsia="de-DE"/>
        </w:rPr>
        <w:t xml:space="preserve">or </w:t>
      </w:r>
      <w:r w:rsidRPr="00DE284E">
        <w:rPr>
          <w:lang w:eastAsia="de-DE"/>
        </w:rPr>
        <w:t>re-</w:t>
      </w:r>
      <w:r w:rsidR="00B71E6B" w:rsidRPr="00DE284E">
        <w:rPr>
          <w:lang w:eastAsia="de-DE"/>
        </w:rPr>
        <w:t>acquiring</w:t>
      </w:r>
      <w:r w:rsidR="002F16DF" w:rsidRPr="00DE284E">
        <w:rPr>
          <w:lang w:eastAsia="de-DE"/>
        </w:rPr>
        <w:t xml:space="preserve"> </w:t>
      </w:r>
      <w:r w:rsidRPr="00DE284E">
        <w:rPr>
          <w:lang w:eastAsia="de-DE"/>
        </w:rPr>
        <w:t>professional currency</w:t>
      </w:r>
      <w:r w:rsidR="002F16DF" w:rsidRPr="00DE284E">
        <w:rPr>
          <w:lang w:eastAsia="de-DE"/>
        </w:rPr>
        <w:t xml:space="preserve"> and competence as well as </w:t>
      </w:r>
      <w:r w:rsidR="00AE7786" w:rsidRPr="00DE284E">
        <w:rPr>
          <w:lang w:eastAsia="de-DE"/>
        </w:rPr>
        <w:t>the reinforcement</w:t>
      </w:r>
      <w:r w:rsidRPr="00DE284E">
        <w:rPr>
          <w:lang w:eastAsia="de-DE"/>
        </w:rPr>
        <w:t xml:space="preserve"> of previous training. </w:t>
      </w:r>
      <w:r w:rsidR="00AE7786" w:rsidRPr="00DE284E">
        <w:rPr>
          <w:lang w:eastAsia="de-DE"/>
        </w:rPr>
        <w:t>A t</w:t>
      </w:r>
      <w:r w:rsidR="007F23FD" w:rsidRPr="00DE284E">
        <w:rPr>
          <w:lang w:eastAsia="de-DE"/>
        </w:rPr>
        <w:t>raining needs analysis</w:t>
      </w:r>
      <w:r w:rsidR="003B1B76" w:rsidRPr="00DE284E">
        <w:rPr>
          <w:lang w:eastAsia="de-DE"/>
        </w:rPr>
        <w:t xml:space="preserve"> should always be an integral part of </w:t>
      </w:r>
      <w:r w:rsidR="009D153D">
        <w:rPr>
          <w:lang w:eastAsia="de-DE"/>
        </w:rPr>
        <w:t>u</w:t>
      </w:r>
      <w:r w:rsidR="003B1B76" w:rsidRPr="00DE284E">
        <w:rPr>
          <w:lang w:eastAsia="de-DE"/>
        </w:rPr>
        <w:t xml:space="preserve">pdating </w:t>
      </w:r>
      <w:r w:rsidR="009D153D">
        <w:rPr>
          <w:lang w:eastAsia="de-DE"/>
        </w:rPr>
        <w:t>t</w:t>
      </w:r>
      <w:r w:rsidR="003B1B76" w:rsidRPr="00DE284E">
        <w:rPr>
          <w:lang w:eastAsia="de-DE"/>
        </w:rPr>
        <w:t xml:space="preserve">raining. From this analysis the training goals </w:t>
      </w:r>
      <w:r w:rsidR="00AE7786" w:rsidRPr="00DE284E">
        <w:rPr>
          <w:lang w:eastAsia="de-DE"/>
        </w:rPr>
        <w:t xml:space="preserve">and methods </w:t>
      </w:r>
      <w:r w:rsidR="003B1B76" w:rsidRPr="00DE284E">
        <w:rPr>
          <w:lang w:eastAsia="de-DE"/>
        </w:rPr>
        <w:t>should be determined prior to training</w:t>
      </w:r>
      <w:r w:rsidR="007F23FD" w:rsidRPr="00DE284E">
        <w:rPr>
          <w:lang w:eastAsia="de-DE"/>
        </w:rPr>
        <w:t>.</w:t>
      </w:r>
    </w:p>
    <w:p w:rsidR="008A6E30" w:rsidRPr="00DE284E" w:rsidRDefault="008A6E30" w:rsidP="008A6E30">
      <w:pPr>
        <w:pStyle w:val="Heading2"/>
        <w:numPr>
          <w:ilvl w:val="1"/>
          <w:numId w:val="1"/>
        </w:numPr>
        <w:rPr>
          <w:lang w:eastAsia="de-DE"/>
        </w:rPr>
      </w:pPr>
      <w:bookmarkStart w:id="90" w:name="_Toc444069225"/>
      <w:r w:rsidRPr="00DE284E">
        <w:rPr>
          <w:lang w:eastAsia="de-DE"/>
        </w:rPr>
        <w:t>Course structure</w:t>
      </w:r>
      <w:bookmarkEnd w:id="90"/>
    </w:p>
    <w:p w:rsidR="008A6E30" w:rsidRPr="00DE284E" w:rsidRDefault="004038E8" w:rsidP="008A6E30">
      <w:pPr>
        <w:pStyle w:val="BodyText"/>
        <w:rPr>
          <w:lang w:eastAsia="de-DE"/>
        </w:rPr>
      </w:pPr>
      <w:r w:rsidRPr="00DE284E">
        <w:rPr>
          <w:lang w:eastAsia="de-DE"/>
        </w:rPr>
        <w:t xml:space="preserve">After </w:t>
      </w:r>
      <w:r w:rsidR="003A484F" w:rsidRPr="00DE284E">
        <w:rPr>
          <w:lang w:eastAsia="de-DE"/>
        </w:rPr>
        <w:t>an event that triggers a requirement for a programme of updating training, a forma</w:t>
      </w:r>
      <w:r w:rsidRPr="00DE284E">
        <w:rPr>
          <w:lang w:eastAsia="de-DE"/>
        </w:rPr>
        <w:t>l assessment</w:t>
      </w:r>
      <w:r w:rsidR="003A484F" w:rsidRPr="00DE284E">
        <w:rPr>
          <w:lang w:eastAsia="de-DE"/>
        </w:rPr>
        <w:t xml:space="preserve"> to determine any</w:t>
      </w:r>
      <w:r w:rsidRPr="00DE284E">
        <w:rPr>
          <w:lang w:eastAsia="de-DE"/>
        </w:rPr>
        <w:t xml:space="preserve"> performance gap</w:t>
      </w:r>
      <w:r w:rsidR="003A484F" w:rsidRPr="00DE284E">
        <w:rPr>
          <w:lang w:eastAsia="de-DE"/>
        </w:rPr>
        <w:t xml:space="preserve"> should be undertaken. </w:t>
      </w:r>
      <w:r w:rsidR="008A6E30" w:rsidRPr="00DE284E">
        <w:rPr>
          <w:lang w:eastAsia="de-DE"/>
        </w:rPr>
        <w:t xml:space="preserve">This formal assessment should take the form of a gap-analysis as described in section XXXX of this Model Course. </w:t>
      </w:r>
      <w:r w:rsidR="003A484F" w:rsidRPr="00DE284E">
        <w:rPr>
          <w:lang w:eastAsia="de-DE"/>
        </w:rPr>
        <w:t>The results of this formal assessment should</w:t>
      </w:r>
      <w:r w:rsidRPr="00DE284E">
        <w:rPr>
          <w:lang w:eastAsia="de-DE"/>
        </w:rPr>
        <w:t xml:space="preserve"> then be used to identify </w:t>
      </w:r>
      <w:r w:rsidR="008A6E30" w:rsidRPr="00DE284E">
        <w:rPr>
          <w:lang w:eastAsia="de-DE"/>
        </w:rPr>
        <w:t xml:space="preserve">training goals and the associated levels of performance to be achieved by the VTSO </w:t>
      </w:r>
      <w:r w:rsidR="00B71E6B">
        <w:rPr>
          <w:lang w:eastAsia="de-DE"/>
        </w:rPr>
        <w:t xml:space="preserve">who is </w:t>
      </w:r>
      <w:r w:rsidR="008A6E30" w:rsidRPr="00DE284E">
        <w:rPr>
          <w:lang w:eastAsia="de-DE"/>
        </w:rPr>
        <w:t>undertaking an</w:t>
      </w:r>
      <w:r w:rsidRPr="00DE284E">
        <w:rPr>
          <w:lang w:eastAsia="de-DE"/>
        </w:rPr>
        <w:t xml:space="preserve"> individual</w:t>
      </w:r>
      <w:r w:rsidR="003A484F" w:rsidRPr="00DE284E">
        <w:rPr>
          <w:lang w:eastAsia="de-DE"/>
        </w:rPr>
        <w:t xml:space="preserve"> updating</w:t>
      </w:r>
      <w:r w:rsidRPr="00DE284E">
        <w:rPr>
          <w:lang w:eastAsia="de-DE"/>
        </w:rPr>
        <w:t xml:space="preserve"> training programme. </w:t>
      </w:r>
    </w:p>
    <w:p w:rsidR="00845C61" w:rsidRPr="00DE284E" w:rsidRDefault="004038E8" w:rsidP="008A6E30">
      <w:pPr>
        <w:pStyle w:val="BodyText"/>
        <w:rPr>
          <w:lang w:eastAsia="de-DE"/>
        </w:rPr>
      </w:pPr>
      <w:r w:rsidRPr="00DE284E">
        <w:rPr>
          <w:lang w:eastAsia="de-DE"/>
        </w:rPr>
        <w:t xml:space="preserve">The </w:t>
      </w:r>
      <w:r w:rsidR="00B71E6B">
        <w:rPr>
          <w:lang w:eastAsia="de-DE"/>
        </w:rPr>
        <w:t xml:space="preserve">formal </w:t>
      </w:r>
      <w:r w:rsidRPr="00DE284E">
        <w:rPr>
          <w:lang w:eastAsia="de-DE"/>
        </w:rPr>
        <w:t xml:space="preserve">assessment will </w:t>
      </w:r>
      <w:r w:rsidR="00B71E6B">
        <w:rPr>
          <w:lang w:eastAsia="de-DE"/>
        </w:rPr>
        <w:t>form</w:t>
      </w:r>
      <w:r w:rsidRPr="00DE284E">
        <w:rPr>
          <w:lang w:eastAsia="de-DE"/>
        </w:rPr>
        <w:t xml:space="preserve"> the basis of the </w:t>
      </w:r>
      <w:r w:rsidR="003A484F" w:rsidRPr="00DE284E">
        <w:rPr>
          <w:lang w:eastAsia="de-DE"/>
        </w:rPr>
        <w:t xml:space="preserve">updating </w:t>
      </w:r>
      <w:r w:rsidRPr="00DE284E">
        <w:rPr>
          <w:lang w:eastAsia="de-DE"/>
        </w:rPr>
        <w:t xml:space="preserve">training which </w:t>
      </w:r>
      <w:r w:rsidR="003A484F" w:rsidRPr="00DE284E">
        <w:rPr>
          <w:lang w:eastAsia="de-DE"/>
        </w:rPr>
        <w:t xml:space="preserve">should be specified in </w:t>
      </w:r>
      <w:r w:rsidRPr="00DE284E">
        <w:rPr>
          <w:lang w:eastAsia="de-DE"/>
        </w:rPr>
        <w:t xml:space="preserve">a formal training programme and which </w:t>
      </w:r>
      <w:r w:rsidR="003A484F" w:rsidRPr="00DE284E">
        <w:rPr>
          <w:lang w:eastAsia="de-DE"/>
        </w:rPr>
        <w:t>should</w:t>
      </w:r>
      <w:r w:rsidRPr="00DE284E">
        <w:rPr>
          <w:lang w:eastAsia="de-DE"/>
        </w:rPr>
        <w:t xml:space="preserve"> communicated to the </w:t>
      </w:r>
      <w:r w:rsidR="003A484F" w:rsidRPr="00DE284E">
        <w:rPr>
          <w:lang w:eastAsia="de-DE"/>
        </w:rPr>
        <w:t>VTSO prior to the training commencing</w:t>
      </w:r>
      <w:r w:rsidRPr="00DE284E">
        <w:rPr>
          <w:lang w:eastAsia="de-DE"/>
        </w:rPr>
        <w:t xml:space="preserve">. </w:t>
      </w:r>
      <w:r w:rsidR="003A484F" w:rsidRPr="00DE284E">
        <w:rPr>
          <w:lang w:eastAsia="de-DE"/>
        </w:rPr>
        <w:t>Such a programme of updating training may also include the repetition, in full or in part, of</w:t>
      </w:r>
      <w:r w:rsidRPr="00DE284E">
        <w:rPr>
          <w:lang w:eastAsia="de-DE"/>
        </w:rPr>
        <w:t xml:space="preserve"> </w:t>
      </w:r>
      <w:r w:rsidR="003A484F" w:rsidRPr="00DE284E">
        <w:rPr>
          <w:lang w:eastAsia="de-DE"/>
        </w:rPr>
        <w:t xml:space="preserve">IALA Model Course </w:t>
      </w:r>
      <w:r w:rsidRPr="00DE284E">
        <w:rPr>
          <w:lang w:eastAsia="de-DE"/>
        </w:rPr>
        <w:t>V</w:t>
      </w:r>
      <w:r w:rsidR="003A484F" w:rsidRPr="00DE284E">
        <w:rPr>
          <w:lang w:eastAsia="de-DE"/>
        </w:rPr>
        <w:t>-</w:t>
      </w:r>
      <w:r w:rsidRPr="00DE284E">
        <w:rPr>
          <w:lang w:eastAsia="de-DE"/>
        </w:rPr>
        <w:t>103/1 and/or V</w:t>
      </w:r>
      <w:r w:rsidR="003A484F" w:rsidRPr="00DE284E">
        <w:rPr>
          <w:lang w:eastAsia="de-DE"/>
        </w:rPr>
        <w:t>-</w:t>
      </w:r>
      <w:r w:rsidRPr="00DE284E">
        <w:rPr>
          <w:lang w:eastAsia="de-DE"/>
        </w:rPr>
        <w:t>103/3 as deemed appropriate.</w:t>
      </w:r>
      <w:r w:rsidR="008A6E30" w:rsidRPr="00DE284E">
        <w:rPr>
          <w:lang w:eastAsia="de-DE"/>
        </w:rPr>
        <w:t xml:space="preserve"> </w:t>
      </w:r>
    </w:p>
    <w:p w:rsidR="00845C61" w:rsidRPr="00DE284E" w:rsidRDefault="00845C61" w:rsidP="008A6E30">
      <w:pPr>
        <w:pStyle w:val="BodyText"/>
        <w:rPr>
          <w:lang w:eastAsia="de-DE"/>
        </w:rPr>
      </w:pPr>
      <w:r w:rsidRPr="00DE284E">
        <w:rPr>
          <w:lang w:eastAsia="de-DE"/>
        </w:rPr>
        <w:t>It is the responsibility of the Competent and/or VTS Authority to determine the aims and objectives of the programme of updating training. The VTSO should always be informed of the aims and objectives of the programme of the updating training and also be given full information with respect to the planned duration and format of the training.</w:t>
      </w:r>
    </w:p>
    <w:p w:rsidR="008A6E30" w:rsidRPr="00DE284E" w:rsidRDefault="00845C61" w:rsidP="008A6E30">
      <w:pPr>
        <w:pStyle w:val="BodyText"/>
        <w:rPr>
          <w:lang w:eastAsia="de-DE"/>
        </w:rPr>
      </w:pPr>
      <w:r w:rsidRPr="00DE284E">
        <w:rPr>
          <w:lang w:eastAsia="de-DE"/>
        </w:rPr>
        <w:t xml:space="preserve">Whilst the VTSO should be informed of the aims and objectives of the programme of updating training, it is the primary responsibility of the Competent and/or VTS Authority to determine them as appropriate. </w:t>
      </w:r>
    </w:p>
    <w:p w:rsidR="00D4230A" w:rsidRPr="00DE284E" w:rsidRDefault="008A6E30" w:rsidP="00854F37">
      <w:pPr>
        <w:pStyle w:val="BodyText"/>
        <w:rPr>
          <w:lang w:eastAsia="de-DE"/>
        </w:rPr>
      </w:pPr>
      <w:r w:rsidRPr="00DE284E">
        <w:rPr>
          <w:lang w:eastAsia="de-DE"/>
        </w:rPr>
        <w:t xml:space="preserve">The Competent and/or VTS Authority should determine the requirement for updating training after a break in service, taking into account the complexity of the VTS area and the VTSOs task. It is recommended to consider a formal assessment on the requirement for updating training after a break in service of 3 months or more according to the complexity of the VTS area and the VTSOs task. </w:t>
      </w:r>
    </w:p>
    <w:p w:rsidR="004038E8" w:rsidRPr="00DE284E" w:rsidRDefault="004038E8" w:rsidP="004038E8">
      <w:pPr>
        <w:jc w:val="both"/>
        <w:rPr>
          <w:highlight w:val="green"/>
          <w:lang w:eastAsia="de-DE"/>
        </w:rPr>
      </w:pPr>
      <w:r w:rsidRPr="00DE284E">
        <w:rPr>
          <w:highlight w:val="green"/>
          <w:lang w:eastAsia="de-DE"/>
        </w:rPr>
        <w:t xml:space="preserve">Competent Authorities </w:t>
      </w:r>
      <w:r w:rsidR="007F23FD" w:rsidRPr="00DE284E">
        <w:rPr>
          <w:highlight w:val="green"/>
          <w:lang w:eastAsia="de-DE"/>
        </w:rPr>
        <w:t xml:space="preserve">and/or VTS Authorities </w:t>
      </w:r>
      <w:r w:rsidRPr="00DE284E">
        <w:rPr>
          <w:highlight w:val="green"/>
          <w:lang w:eastAsia="de-DE"/>
        </w:rPr>
        <w:t>are recommended to develop a structured training</w:t>
      </w:r>
      <w:r w:rsidR="001323E6" w:rsidRPr="00DE284E">
        <w:rPr>
          <w:highlight w:val="green"/>
          <w:lang w:eastAsia="de-DE"/>
        </w:rPr>
        <w:t>, according to IALA Guideline 1103,</w:t>
      </w:r>
      <w:r w:rsidRPr="00DE284E">
        <w:rPr>
          <w:highlight w:val="green"/>
          <w:lang w:eastAsia="de-DE"/>
        </w:rPr>
        <w:t xml:space="preserve"> programme of Updating Training which covers and develops the core competencies of </w:t>
      </w:r>
      <w:r w:rsidR="007F23FD" w:rsidRPr="00DE284E">
        <w:rPr>
          <w:highlight w:val="green"/>
          <w:lang w:eastAsia="de-DE"/>
        </w:rPr>
        <w:t>VTS</w:t>
      </w:r>
      <w:r w:rsidR="00CB29C4" w:rsidRPr="00DE284E">
        <w:rPr>
          <w:highlight w:val="green"/>
          <w:lang w:eastAsia="de-DE"/>
        </w:rPr>
        <w:t>Os</w:t>
      </w:r>
      <w:r w:rsidRPr="00DE284E">
        <w:rPr>
          <w:highlight w:val="green"/>
          <w:lang w:eastAsia="de-DE"/>
        </w:rPr>
        <w:t xml:space="preserve"> as assessed during the </w:t>
      </w:r>
      <w:r w:rsidR="007F23FD" w:rsidRPr="00DE284E">
        <w:rPr>
          <w:highlight w:val="green"/>
          <w:lang w:eastAsia="de-DE"/>
        </w:rPr>
        <w:t xml:space="preserve">training needs </w:t>
      </w:r>
      <w:r w:rsidRPr="00DE284E">
        <w:rPr>
          <w:highlight w:val="green"/>
          <w:lang w:eastAsia="de-DE"/>
        </w:rPr>
        <w:t xml:space="preserve">analysis. Updating training may include different methods of </w:t>
      </w:r>
      <w:r w:rsidR="00991E0B" w:rsidRPr="00DE284E">
        <w:rPr>
          <w:highlight w:val="green"/>
          <w:lang w:eastAsia="de-DE"/>
        </w:rPr>
        <w:t>teaching</w:t>
      </w:r>
      <w:r w:rsidRPr="00DE284E">
        <w:rPr>
          <w:highlight w:val="green"/>
          <w:lang w:eastAsia="de-DE"/>
        </w:rPr>
        <w:t>, such as</w:t>
      </w:r>
      <w:r w:rsidR="007F23FD" w:rsidRPr="00DE284E">
        <w:rPr>
          <w:highlight w:val="green"/>
          <w:lang w:eastAsia="de-DE"/>
        </w:rPr>
        <w:t>:</w:t>
      </w:r>
    </w:p>
    <w:p w:rsidR="004038E8" w:rsidRPr="00DE284E" w:rsidRDefault="001323E6" w:rsidP="00761614">
      <w:pPr>
        <w:pStyle w:val="ListParagraph"/>
        <w:numPr>
          <w:ilvl w:val="1"/>
          <w:numId w:val="33"/>
        </w:numPr>
        <w:jc w:val="both"/>
        <w:rPr>
          <w:highlight w:val="green"/>
          <w:lang w:val="en-GB" w:eastAsia="de-DE"/>
        </w:rPr>
      </w:pPr>
      <w:r w:rsidRPr="00DE284E">
        <w:rPr>
          <w:highlight w:val="green"/>
          <w:lang w:val="en-GB" w:eastAsia="de-DE"/>
        </w:rPr>
        <w:t>A variety of c</w:t>
      </w:r>
      <w:r w:rsidR="004038E8" w:rsidRPr="00DE284E">
        <w:rPr>
          <w:highlight w:val="green"/>
          <w:lang w:val="en-GB" w:eastAsia="de-DE"/>
        </w:rPr>
        <w:t>lassroom teaching</w:t>
      </w:r>
      <w:r w:rsidRPr="00DE284E">
        <w:rPr>
          <w:highlight w:val="green"/>
          <w:lang w:val="en-GB" w:eastAsia="de-DE"/>
        </w:rPr>
        <w:t xml:space="preserve"> methods</w:t>
      </w:r>
    </w:p>
    <w:p w:rsidR="004038E8" w:rsidRPr="00DE284E" w:rsidRDefault="004038E8" w:rsidP="00761614">
      <w:pPr>
        <w:pStyle w:val="ListParagraph"/>
        <w:numPr>
          <w:ilvl w:val="1"/>
          <w:numId w:val="33"/>
        </w:numPr>
        <w:jc w:val="both"/>
        <w:rPr>
          <w:highlight w:val="green"/>
          <w:lang w:val="en-GB" w:eastAsia="de-DE"/>
        </w:rPr>
      </w:pPr>
      <w:r w:rsidRPr="00DE284E">
        <w:rPr>
          <w:highlight w:val="green"/>
          <w:lang w:val="en-GB" w:eastAsia="de-DE"/>
        </w:rPr>
        <w:lastRenderedPageBreak/>
        <w:t>Simulator training</w:t>
      </w:r>
    </w:p>
    <w:p w:rsidR="00946C8F" w:rsidRPr="00DE284E" w:rsidRDefault="00946C8F" w:rsidP="00761614">
      <w:pPr>
        <w:pStyle w:val="ListParagraph"/>
        <w:numPr>
          <w:ilvl w:val="0"/>
          <w:numId w:val="33"/>
        </w:numPr>
        <w:jc w:val="both"/>
        <w:rPr>
          <w:highlight w:val="green"/>
          <w:lang w:val="en-GB" w:eastAsia="de-DE"/>
        </w:rPr>
      </w:pPr>
      <w:r w:rsidRPr="00DE284E">
        <w:rPr>
          <w:highlight w:val="green"/>
          <w:lang w:val="en-GB" w:eastAsia="de-DE"/>
        </w:rPr>
        <w:t>Interactive exercises</w:t>
      </w:r>
    </w:p>
    <w:p w:rsidR="007F23FD" w:rsidRPr="00DE284E" w:rsidRDefault="004038E8" w:rsidP="00761614">
      <w:pPr>
        <w:pStyle w:val="ListParagraph"/>
        <w:numPr>
          <w:ilvl w:val="1"/>
          <w:numId w:val="33"/>
        </w:numPr>
        <w:jc w:val="both"/>
        <w:rPr>
          <w:highlight w:val="green"/>
          <w:lang w:val="en-GB" w:eastAsia="de-DE"/>
        </w:rPr>
      </w:pPr>
      <w:r w:rsidRPr="00DE284E">
        <w:rPr>
          <w:highlight w:val="green"/>
          <w:lang w:val="en-GB" w:eastAsia="de-DE"/>
        </w:rPr>
        <w:t>OJT</w:t>
      </w:r>
      <w:r w:rsidR="007F23FD" w:rsidRPr="00DE284E">
        <w:rPr>
          <w:highlight w:val="green"/>
          <w:lang w:val="en-GB" w:eastAsia="de-DE"/>
        </w:rPr>
        <w:t>/mentoring</w:t>
      </w:r>
    </w:p>
    <w:p w:rsidR="004038E8" w:rsidRPr="00DE284E" w:rsidRDefault="004038E8" w:rsidP="00761614">
      <w:pPr>
        <w:pStyle w:val="ListParagraph"/>
        <w:numPr>
          <w:ilvl w:val="1"/>
          <w:numId w:val="33"/>
        </w:numPr>
        <w:jc w:val="both"/>
        <w:rPr>
          <w:highlight w:val="green"/>
          <w:lang w:val="en-GB" w:eastAsia="de-DE"/>
        </w:rPr>
      </w:pPr>
      <w:r w:rsidRPr="00DE284E">
        <w:rPr>
          <w:highlight w:val="green"/>
          <w:lang w:val="en-GB" w:eastAsia="de-DE"/>
        </w:rPr>
        <w:t>Monitoring</w:t>
      </w:r>
    </w:p>
    <w:p w:rsidR="004038E8" w:rsidRPr="00DE284E" w:rsidRDefault="004038E8" w:rsidP="00761614">
      <w:pPr>
        <w:pStyle w:val="ListParagraph"/>
        <w:numPr>
          <w:ilvl w:val="1"/>
          <w:numId w:val="33"/>
        </w:numPr>
        <w:jc w:val="both"/>
        <w:rPr>
          <w:highlight w:val="green"/>
          <w:lang w:val="en-GB" w:eastAsia="de-DE"/>
        </w:rPr>
      </w:pPr>
      <w:r w:rsidRPr="00DE284E">
        <w:rPr>
          <w:highlight w:val="green"/>
          <w:lang w:val="en-GB" w:eastAsia="de-DE"/>
        </w:rPr>
        <w:t>Visits</w:t>
      </w:r>
      <w:r w:rsidR="00946C8F" w:rsidRPr="00DE284E">
        <w:rPr>
          <w:highlight w:val="green"/>
          <w:lang w:val="en-GB" w:eastAsia="de-DE"/>
        </w:rPr>
        <w:t xml:space="preserve"> (to allied services, trips with Pilots/vessel Masters, other VTS Centres etc.)</w:t>
      </w:r>
    </w:p>
    <w:p w:rsidR="00991E0B" w:rsidRPr="00DE284E" w:rsidRDefault="00991E0B" w:rsidP="00991E0B">
      <w:pPr>
        <w:jc w:val="both"/>
        <w:rPr>
          <w:highlight w:val="green"/>
          <w:lang w:eastAsia="de-DE"/>
        </w:rPr>
      </w:pPr>
    </w:p>
    <w:p w:rsidR="004038E8" w:rsidRPr="00DE284E" w:rsidRDefault="00991E0B" w:rsidP="00FD3242">
      <w:pPr>
        <w:jc w:val="both"/>
        <w:rPr>
          <w:lang w:eastAsia="de-DE"/>
        </w:rPr>
      </w:pPr>
      <w:r w:rsidRPr="00DE284E">
        <w:rPr>
          <w:highlight w:val="green"/>
          <w:lang w:eastAsia="de-DE"/>
        </w:rPr>
        <w:t xml:space="preserve">The training goals will determine the method of teaching and the </w:t>
      </w:r>
      <w:r w:rsidR="00B656A2" w:rsidRPr="00DE284E">
        <w:rPr>
          <w:highlight w:val="green"/>
          <w:lang w:eastAsia="de-DE"/>
        </w:rPr>
        <w:t xml:space="preserve">required level of performance will determine the </w:t>
      </w:r>
      <w:r w:rsidRPr="00DE284E">
        <w:rPr>
          <w:highlight w:val="green"/>
          <w:lang w:eastAsia="de-DE"/>
        </w:rPr>
        <w:t>amount of time allocated to the training.</w:t>
      </w:r>
    </w:p>
    <w:p w:rsidR="004038E8" w:rsidRPr="00DE284E" w:rsidRDefault="004038E8" w:rsidP="004038E8">
      <w:pPr>
        <w:pStyle w:val="Heading2"/>
        <w:numPr>
          <w:ilvl w:val="1"/>
          <w:numId w:val="1"/>
        </w:numPr>
        <w:rPr>
          <w:lang w:eastAsia="de-DE"/>
        </w:rPr>
      </w:pPr>
      <w:bookmarkStart w:id="91" w:name="_Toc444069226"/>
      <w:r w:rsidRPr="00DE284E">
        <w:rPr>
          <w:lang w:eastAsia="de-DE"/>
        </w:rPr>
        <w:t>Entry Standard</w:t>
      </w:r>
      <w:bookmarkEnd w:id="91"/>
    </w:p>
    <w:p w:rsidR="004038E8" w:rsidRDefault="004038E8" w:rsidP="004038E8">
      <w:pPr>
        <w:jc w:val="both"/>
        <w:rPr>
          <w:lang w:eastAsia="de-DE"/>
        </w:rPr>
      </w:pPr>
      <w:r w:rsidRPr="00DE284E">
        <w:rPr>
          <w:lang w:eastAsia="de-DE"/>
        </w:rPr>
        <w:t>Updating Training will be an individual</w:t>
      </w:r>
      <w:r w:rsidR="007F4882" w:rsidRPr="00DE284E">
        <w:rPr>
          <w:lang w:eastAsia="de-DE"/>
        </w:rPr>
        <w:t>ly</w:t>
      </w:r>
      <w:r w:rsidRPr="00DE284E">
        <w:rPr>
          <w:lang w:eastAsia="de-DE"/>
        </w:rPr>
        <w:t xml:space="preserve"> tailored programme. </w:t>
      </w:r>
    </w:p>
    <w:p w:rsidR="00FD3242" w:rsidRPr="00DE284E" w:rsidRDefault="00FD3242" w:rsidP="004038E8">
      <w:pPr>
        <w:jc w:val="both"/>
        <w:rPr>
          <w:lang w:eastAsia="de-DE"/>
        </w:rPr>
      </w:pPr>
    </w:p>
    <w:p w:rsidR="004038E8" w:rsidRPr="00DE284E" w:rsidRDefault="004038E8" w:rsidP="004038E8">
      <w:pPr>
        <w:jc w:val="both"/>
        <w:rPr>
          <w:lang w:eastAsia="de-DE"/>
        </w:rPr>
      </w:pPr>
      <w:r w:rsidRPr="00DE284E">
        <w:rPr>
          <w:lang w:eastAsia="de-DE"/>
        </w:rPr>
        <w:t>The minimum recommended entry requirements for a programme of Updating are:</w:t>
      </w:r>
    </w:p>
    <w:p w:rsidR="004038E8" w:rsidRPr="00DE284E" w:rsidRDefault="004038E8" w:rsidP="00761614">
      <w:pPr>
        <w:numPr>
          <w:ilvl w:val="0"/>
          <w:numId w:val="26"/>
        </w:numPr>
        <w:ind w:left="851"/>
        <w:jc w:val="both"/>
        <w:rPr>
          <w:lang w:eastAsia="de-DE"/>
        </w:rPr>
      </w:pPr>
      <w:r w:rsidRPr="00DE284E">
        <w:rPr>
          <w:lang w:eastAsia="de-DE"/>
        </w:rPr>
        <w:t>The successful completion of training as specified in IALA Model Course V-103/1, and V-103/3.</w:t>
      </w:r>
    </w:p>
    <w:p w:rsidR="004038E8" w:rsidRPr="00DE284E" w:rsidRDefault="004038E8" w:rsidP="007D5B07">
      <w:pPr>
        <w:pStyle w:val="Heading2"/>
        <w:numPr>
          <w:ilvl w:val="1"/>
          <w:numId w:val="1"/>
        </w:numPr>
        <w:rPr>
          <w:lang w:eastAsia="de-DE"/>
        </w:rPr>
      </w:pPr>
      <w:bookmarkStart w:id="92" w:name="_Toc444069227"/>
      <w:r w:rsidRPr="00DE284E">
        <w:rPr>
          <w:lang w:eastAsia="de-DE"/>
        </w:rPr>
        <w:t>Frequency and duration</w:t>
      </w:r>
      <w:bookmarkEnd w:id="92"/>
    </w:p>
    <w:p w:rsidR="00E133B0" w:rsidRPr="00DE284E" w:rsidRDefault="009E298D" w:rsidP="00E25352">
      <w:pPr>
        <w:pStyle w:val="BodyText"/>
      </w:pPr>
      <w:r w:rsidRPr="00DE284E">
        <w:rPr>
          <w:rFonts w:eastAsia="SimSun" w:cs="Arial"/>
          <w:szCs w:val="22"/>
        </w:rPr>
        <w:t>Recognising that updating training is an individually tailored programme designed to enable VTS</w:t>
      </w:r>
      <w:r w:rsidR="00CB29C4" w:rsidRPr="00DE284E">
        <w:rPr>
          <w:rFonts w:eastAsia="SimSun" w:cs="Arial"/>
          <w:szCs w:val="22"/>
        </w:rPr>
        <w:t>Os</w:t>
      </w:r>
      <w:r w:rsidRPr="00DE284E">
        <w:rPr>
          <w:rFonts w:eastAsia="SimSun" w:cs="Arial"/>
          <w:szCs w:val="22"/>
        </w:rPr>
        <w:t xml:space="preserve"> to </w:t>
      </w:r>
      <w:r w:rsidRPr="00DE284E">
        <w:rPr>
          <w:lang w:eastAsia="de-DE"/>
        </w:rPr>
        <w:t>regain or re-</w:t>
      </w:r>
      <w:proofErr w:type="spellStart"/>
      <w:r w:rsidRPr="00DE284E">
        <w:rPr>
          <w:lang w:eastAsia="de-DE"/>
        </w:rPr>
        <w:t>aquire</w:t>
      </w:r>
      <w:proofErr w:type="spellEnd"/>
      <w:r w:rsidRPr="00DE284E">
        <w:rPr>
          <w:lang w:eastAsia="de-DE"/>
        </w:rPr>
        <w:t xml:space="preserve"> professional currency</w:t>
      </w:r>
      <w:r w:rsidRPr="00DE284E">
        <w:rPr>
          <w:rFonts w:eastAsia="SimSun" w:cs="Arial"/>
          <w:szCs w:val="22"/>
        </w:rPr>
        <w:t xml:space="preserve">, it is not possible to determine a frequency </w:t>
      </w:r>
      <w:r w:rsidR="009D153D">
        <w:rPr>
          <w:rFonts w:eastAsia="SimSun" w:cs="Arial"/>
          <w:szCs w:val="22"/>
        </w:rPr>
        <w:t xml:space="preserve">or duration </w:t>
      </w:r>
      <w:r w:rsidRPr="00DE284E">
        <w:rPr>
          <w:rFonts w:eastAsia="SimSun" w:cs="Arial"/>
          <w:szCs w:val="22"/>
        </w:rPr>
        <w:t xml:space="preserve">for such training. </w:t>
      </w:r>
      <w:r w:rsidR="009D153D">
        <w:rPr>
          <w:rFonts w:eastAsia="SimSun" w:cs="Arial"/>
          <w:szCs w:val="22"/>
        </w:rPr>
        <w:t xml:space="preserve">The duration for a programme of updating training should be determined as a result of the formal assessment described in section </w:t>
      </w:r>
      <w:r w:rsidR="009D153D" w:rsidRPr="009D153D">
        <w:rPr>
          <w:rFonts w:eastAsia="SimSun" w:cs="Arial"/>
          <w:szCs w:val="22"/>
          <w:highlight w:val="yellow"/>
        </w:rPr>
        <w:t>3.2</w:t>
      </w:r>
      <w:r w:rsidR="009D153D">
        <w:rPr>
          <w:rFonts w:eastAsia="SimSun" w:cs="Arial"/>
          <w:szCs w:val="22"/>
        </w:rPr>
        <w:t>.</w:t>
      </w:r>
    </w:p>
    <w:p w:rsidR="008A6E30" w:rsidRPr="00DE284E" w:rsidRDefault="008A6E30" w:rsidP="008A6E30">
      <w:pPr>
        <w:pStyle w:val="Heading2"/>
        <w:numPr>
          <w:ilvl w:val="1"/>
          <w:numId w:val="1"/>
        </w:numPr>
        <w:rPr>
          <w:lang w:eastAsia="de-DE"/>
        </w:rPr>
      </w:pPr>
      <w:bookmarkStart w:id="93" w:name="_Toc444069228"/>
      <w:r w:rsidRPr="00DE284E">
        <w:rPr>
          <w:lang w:eastAsia="de-DE"/>
        </w:rPr>
        <w:t>Frequency and duration</w:t>
      </w:r>
      <w:bookmarkEnd w:id="93"/>
    </w:p>
    <w:p w:rsidR="008A6E30" w:rsidRPr="00DE284E" w:rsidRDefault="008A6E30" w:rsidP="008A6E30">
      <w:pPr>
        <w:pStyle w:val="BodyText"/>
        <w:rPr>
          <w:lang w:eastAsia="de-DE"/>
        </w:rPr>
      </w:pPr>
      <w:r w:rsidRPr="00DE284E">
        <w:rPr>
          <w:lang w:eastAsia="de-DE"/>
        </w:rPr>
        <w:t xml:space="preserve">A programme of updating training should be concluded with an assessment in the form of a proficiency check. This check should demonstrate the current level of proficiency of the VTSO. A performance check should be a formal and standardised proficiency check as used during the recurrent training. The check should have a satisfactory result before the VTSO can resume his VTS-tasks. </w:t>
      </w:r>
    </w:p>
    <w:p w:rsidR="00E133B0" w:rsidRPr="00DE284E" w:rsidRDefault="00FD3242" w:rsidP="00E133B0">
      <w:pPr>
        <w:rPr>
          <w:lang w:eastAsia="de-DE"/>
        </w:rPr>
      </w:pPr>
      <w:r>
        <w:rPr>
          <w:lang w:eastAsia="de-DE"/>
        </w:rPr>
        <w:br w:type="page"/>
      </w:r>
    </w:p>
    <w:p w:rsidR="007B7889" w:rsidRPr="00DE284E" w:rsidRDefault="007B7889" w:rsidP="00761614">
      <w:pPr>
        <w:keepNext/>
        <w:numPr>
          <w:ilvl w:val="0"/>
          <w:numId w:val="19"/>
        </w:numPr>
        <w:tabs>
          <w:tab w:val="clear" w:pos="567"/>
          <w:tab w:val="num" w:pos="360"/>
          <w:tab w:val="num" w:pos="4679"/>
        </w:tabs>
        <w:spacing w:before="240" w:after="240"/>
        <w:ind w:left="0" w:firstLine="0"/>
        <w:outlineLvl w:val="0"/>
        <w:rPr>
          <w:b/>
          <w:caps/>
          <w:kern w:val="28"/>
          <w:sz w:val="24"/>
          <w:szCs w:val="22"/>
          <w:lang w:eastAsia="de-DE"/>
        </w:rPr>
      </w:pPr>
      <w:bookmarkStart w:id="94" w:name="_Toc367195607"/>
      <w:bookmarkStart w:id="95" w:name="_Toc432680628"/>
      <w:bookmarkStart w:id="96" w:name="_Toc444069229"/>
      <w:r w:rsidRPr="00DE284E">
        <w:rPr>
          <w:b/>
          <w:caps/>
          <w:kern w:val="28"/>
          <w:sz w:val="24"/>
          <w:szCs w:val="22"/>
          <w:lang w:eastAsia="de-DE"/>
        </w:rPr>
        <w:lastRenderedPageBreak/>
        <w:t>References</w:t>
      </w:r>
      <w:bookmarkEnd w:id="94"/>
      <w:bookmarkEnd w:id="95"/>
      <w:bookmarkEnd w:id="96"/>
    </w:p>
    <w:p w:rsidR="007B7889" w:rsidRDefault="007B7889" w:rsidP="007B7889">
      <w:pPr>
        <w:rPr>
          <w:rFonts w:eastAsia="SimSun"/>
          <w:lang w:eastAsia="de-DE"/>
        </w:rPr>
      </w:pPr>
      <w:r w:rsidRPr="00DE284E">
        <w:rPr>
          <w:rFonts w:eastAsia="SimSun"/>
          <w:lang w:eastAsia="de-DE"/>
        </w:rPr>
        <w:t xml:space="preserve">The following primary references have been used in the production of this </w:t>
      </w:r>
      <w:r w:rsidR="00B53D36">
        <w:rPr>
          <w:rFonts w:eastAsia="SimSun"/>
          <w:lang w:eastAsia="de-DE"/>
        </w:rPr>
        <w:t>model course</w:t>
      </w:r>
      <w:r w:rsidRPr="00DE284E">
        <w:rPr>
          <w:rFonts w:eastAsia="SimSun"/>
          <w:lang w:eastAsia="de-DE"/>
        </w:rPr>
        <w:t>:</w:t>
      </w:r>
    </w:p>
    <w:p w:rsidR="00FD3242" w:rsidRPr="00DE284E" w:rsidRDefault="00FD3242" w:rsidP="007B7889">
      <w:pPr>
        <w:rPr>
          <w:rFonts w:eastAsia="SimSun"/>
          <w:lang w:eastAsia="de-DE"/>
        </w:rPr>
      </w:pPr>
    </w:p>
    <w:p w:rsidR="00FD3242" w:rsidRPr="00FD3242" w:rsidRDefault="00FD3242" w:rsidP="00761614">
      <w:pPr>
        <w:numPr>
          <w:ilvl w:val="0"/>
          <w:numId w:val="25"/>
        </w:numPr>
        <w:rPr>
          <w:rFonts w:eastAsia="SimSun"/>
          <w:lang w:eastAsia="de-DE"/>
        </w:rPr>
      </w:pPr>
      <w:r w:rsidRPr="00FD3242">
        <w:rPr>
          <w:rFonts w:eastAsia="SimSun"/>
          <w:lang w:eastAsia="de-DE"/>
        </w:rPr>
        <w:t>IMO Resolution A.857(20);</w:t>
      </w:r>
    </w:p>
    <w:p w:rsidR="00FD3242" w:rsidRPr="00FD3242" w:rsidRDefault="00FD3242" w:rsidP="00761614">
      <w:pPr>
        <w:numPr>
          <w:ilvl w:val="0"/>
          <w:numId w:val="25"/>
        </w:numPr>
        <w:rPr>
          <w:rFonts w:eastAsia="SimSun"/>
          <w:lang w:eastAsia="de-DE"/>
        </w:rPr>
      </w:pPr>
      <w:r w:rsidRPr="00FD3242">
        <w:rPr>
          <w:rFonts w:eastAsia="SimSun"/>
          <w:lang w:eastAsia="de-DE"/>
        </w:rPr>
        <w:t>IALA Recommendation V-103;</w:t>
      </w:r>
    </w:p>
    <w:p w:rsidR="00FD3242" w:rsidRPr="00FD3242" w:rsidRDefault="00FD3242" w:rsidP="00761614">
      <w:pPr>
        <w:numPr>
          <w:ilvl w:val="0"/>
          <w:numId w:val="25"/>
        </w:numPr>
        <w:rPr>
          <w:rFonts w:eastAsia="SimSun"/>
          <w:lang w:eastAsia="de-DE"/>
        </w:rPr>
      </w:pPr>
      <w:r w:rsidRPr="00FD3242">
        <w:rPr>
          <w:rFonts w:eastAsia="SimSun"/>
          <w:lang w:eastAsia="de-DE"/>
        </w:rPr>
        <w:t>IALA Model Course V-103/1;</w:t>
      </w:r>
    </w:p>
    <w:p w:rsidR="00FD3242" w:rsidRPr="00FD3242" w:rsidRDefault="00FD3242" w:rsidP="00761614">
      <w:pPr>
        <w:numPr>
          <w:ilvl w:val="0"/>
          <w:numId w:val="25"/>
        </w:numPr>
        <w:rPr>
          <w:rFonts w:eastAsia="SimSun"/>
          <w:lang w:eastAsia="de-DE"/>
        </w:rPr>
      </w:pPr>
      <w:r w:rsidRPr="00FD3242">
        <w:rPr>
          <w:rFonts w:eastAsia="SimSun"/>
          <w:lang w:eastAsia="de-DE"/>
        </w:rPr>
        <w:t>IALA Model Course V-103/2;</w:t>
      </w:r>
    </w:p>
    <w:p w:rsidR="00FD3242" w:rsidRPr="00FD3242" w:rsidRDefault="00FD3242" w:rsidP="00761614">
      <w:pPr>
        <w:numPr>
          <w:ilvl w:val="0"/>
          <w:numId w:val="25"/>
        </w:numPr>
        <w:rPr>
          <w:rFonts w:eastAsia="SimSun"/>
          <w:lang w:eastAsia="de-DE"/>
        </w:rPr>
      </w:pPr>
      <w:r w:rsidRPr="00FD3242">
        <w:rPr>
          <w:rFonts w:eastAsia="SimSun"/>
          <w:lang w:eastAsia="de-DE"/>
        </w:rPr>
        <w:t>IALA Model Course V-103/3;</w:t>
      </w:r>
    </w:p>
    <w:p w:rsidR="00FD3242" w:rsidRPr="00FD3242" w:rsidRDefault="00FD3242" w:rsidP="00761614">
      <w:pPr>
        <w:numPr>
          <w:ilvl w:val="0"/>
          <w:numId w:val="25"/>
        </w:numPr>
        <w:rPr>
          <w:rFonts w:eastAsia="SimSun"/>
          <w:lang w:eastAsia="de-DE"/>
        </w:rPr>
      </w:pPr>
      <w:r w:rsidRPr="00FD3242">
        <w:rPr>
          <w:rFonts w:eastAsia="SimSun"/>
          <w:lang w:eastAsia="de-DE"/>
        </w:rPr>
        <w:t>IALA Model Course V-103/4;</w:t>
      </w:r>
    </w:p>
    <w:p w:rsidR="00FD3242" w:rsidRPr="00FD3242" w:rsidRDefault="00FD3242" w:rsidP="00761614">
      <w:pPr>
        <w:numPr>
          <w:ilvl w:val="0"/>
          <w:numId w:val="25"/>
        </w:numPr>
        <w:rPr>
          <w:rFonts w:eastAsia="SimSun"/>
          <w:lang w:eastAsia="de-DE"/>
        </w:rPr>
      </w:pPr>
      <w:r w:rsidRPr="00FD3242">
        <w:rPr>
          <w:rFonts w:eastAsia="SimSun"/>
          <w:lang w:eastAsia="de-DE"/>
        </w:rPr>
        <w:t>IALA Guideline 1103;</w:t>
      </w:r>
    </w:p>
    <w:p w:rsidR="00FD3242" w:rsidRPr="00FD3242" w:rsidRDefault="00FD3242" w:rsidP="00761614">
      <w:pPr>
        <w:numPr>
          <w:ilvl w:val="0"/>
          <w:numId w:val="25"/>
        </w:numPr>
        <w:rPr>
          <w:rFonts w:eastAsia="SimSun"/>
          <w:lang w:eastAsia="de-DE"/>
        </w:rPr>
      </w:pPr>
      <w:r w:rsidRPr="00FD3242">
        <w:rPr>
          <w:rFonts w:eastAsia="SimSun"/>
          <w:lang w:eastAsia="de-DE"/>
        </w:rPr>
        <w:t>IALA Guideline 1014;</w:t>
      </w:r>
    </w:p>
    <w:p w:rsidR="00FD3242" w:rsidRPr="00FD3242" w:rsidRDefault="00FD3242" w:rsidP="00761614">
      <w:pPr>
        <w:numPr>
          <w:ilvl w:val="0"/>
          <w:numId w:val="25"/>
        </w:numPr>
        <w:rPr>
          <w:rFonts w:eastAsia="SimSun"/>
          <w:lang w:eastAsia="de-DE"/>
        </w:rPr>
      </w:pPr>
      <w:r w:rsidRPr="00FD3242">
        <w:rPr>
          <w:rFonts w:eastAsia="SimSun"/>
          <w:lang w:eastAsia="de-DE"/>
        </w:rPr>
        <w:t>IALA Guideline 1027;</w:t>
      </w:r>
    </w:p>
    <w:p w:rsidR="00FD3242" w:rsidRPr="00FD3242" w:rsidRDefault="00FD3242" w:rsidP="00761614">
      <w:pPr>
        <w:numPr>
          <w:ilvl w:val="0"/>
          <w:numId w:val="25"/>
        </w:numPr>
        <w:rPr>
          <w:rFonts w:eastAsia="SimSun"/>
          <w:lang w:eastAsia="de-DE"/>
        </w:rPr>
      </w:pPr>
      <w:r w:rsidRPr="00FD3242">
        <w:rPr>
          <w:rFonts w:eastAsia="SimSun"/>
          <w:lang w:eastAsia="de-DE"/>
        </w:rPr>
        <w:t>IALA Dictionary;</w:t>
      </w:r>
    </w:p>
    <w:p w:rsidR="00FD3242" w:rsidRPr="00FD3242" w:rsidRDefault="00FD3242" w:rsidP="00761614">
      <w:pPr>
        <w:numPr>
          <w:ilvl w:val="0"/>
          <w:numId w:val="25"/>
        </w:numPr>
        <w:rPr>
          <w:rFonts w:eastAsia="SimSun"/>
          <w:lang w:eastAsia="de-DE"/>
        </w:rPr>
      </w:pPr>
      <w:r w:rsidRPr="00FD3242">
        <w:rPr>
          <w:rFonts w:eastAsia="SimSun"/>
          <w:lang w:eastAsia="de-DE"/>
        </w:rPr>
        <w:t>IALA VTS Manual.</w:t>
      </w:r>
    </w:p>
    <w:p w:rsidR="0038115E" w:rsidRDefault="0038115E">
      <w:pPr>
        <w:rPr>
          <w:rFonts w:eastAsia="SimSun"/>
        </w:rPr>
      </w:pPr>
      <w:r>
        <w:rPr>
          <w:rFonts w:eastAsia="SimSun"/>
        </w:rPr>
        <w:br w:type="page"/>
      </w:r>
    </w:p>
    <w:p w:rsidR="0038115E" w:rsidRPr="0038115E" w:rsidRDefault="0038115E" w:rsidP="0038115E">
      <w:pPr>
        <w:pStyle w:val="Title"/>
        <w:jc w:val="left"/>
        <w:rPr>
          <w:rFonts w:eastAsia="SimSun"/>
          <w:lang w:eastAsia="de-DE"/>
        </w:rPr>
      </w:pPr>
      <w:bookmarkStart w:id="97" w:name="_Toc444069230"/>
      <w:r w:rsidRPr="0038115E">
        <w:rPr>
          <w:rFonts w:eastAsia="SimSun"/>
          <w:lang w:eastAsia="de-DE"/>
        </w:rPr>
        <w:lastRenderedPageBreak/>
        <w:t>A</w:t>
      </w:r>
      <w:r w:rsidR="00AC66AF">
        <w:rPr>
          <w:rFonts w:eastAsia="SimSun"/>
          <w:lang w:eastAsia="de-DE"/>
        </w:rPr>
        <w:t>NNEX A</w:t>
      </w:r>
      <w:bookmarkEnd w:id="97"/>
    </w:p>
    <w:p w:rsidR="0038115E" w:rsidRDefault="0038115E" w:rsidP="0038115E">
      <w:pPr>
        <w:pStyle w:val="Heading1"/>
        <w:numPr>
          <w:ilvl w:val="0"/>
          <w:numId w:val="0"/>
        </w:numPr>
        <w:rPr>
          <w:rFonts w:eastAsia="SimSun"/>
        </w:rPr>
      </w:pPr>
      <w:bookmarkStart w:id="98" w:name="_Toc444069231"/>
      <w:r>
        <w:rPr>
          <w:rFonts w:eastAsia="SimSun"/>
        </w:rPr>
        <w:t>1</w:t>
      </w:r>
      <w:r>
        <w:rPr>
          <w:rFonts w:eastAsia="SimSun"/>
        </w:rPr>
        <w:tab/>
      </w:r>
      <w:r w:rsidRPr="0038115E">
        <w:rPr>
          <w:rFonts w:eastAsia="SimSun"/>
        </w:rPr>
        <w:t>sample recurrent training programme</w:t>
      </w:r>
      <w:r>
        <w:rPr>
          <w:rFonts w:eastAsia="SimSun"/>
        </w:rPr>
        <w:t>S</w:t>
      </w:r>
      <w:bookmarkEnd w:id="98"/>
      <w:r w:rsidRPr="0038115E">
        <w:rPr>
          <w:rFonts w:eastAsia="SimSun"/>
        </w:rPr>
        <w:t xml:space="preserve"> </w:t>
      </w:r>
    </w:p>
    <w:p w:rsidR="00AC4542" w:rsidRPr="00AC4542" w:rsidRDefault="00AC4542" w:rsidP="00AC4542">
      <w:pPr>
        <w:pStyle w:val="BodyText"/>
        <w:rPr>
          <w:rFonts w:eastAsia="SimSun"/>
          <w:lang w:eastAsia="de-DE"/>
        </w:rPr>
      </w:pPr>
      <w:r>
        <w:rPr>
          <w:rFonts w:eastAsia="SimSun"/>
          <w:lang w:eastAsia="de-DE"/>
        </w:rPr>
        <w:t xml:space="preserve">In order to assist Competent and/or VTS Authorities in the preparation of programmes of recurrent training, samples are provided within this appendix. </w:t>
      </w:r>
      <w:r w:rsidR="00134C8B">
        <w:rPr>
          <w:rFonts w:eastAsia="SimSun"/>
          <w:lang w:eastAsia="de-DE"/>
        </w:rPr>
        <w:t>These samples have been provided by Competent and/or VTS Authorities and demonstrate how individual approaches have been taken to meet national and/or local requirements.</w:t>
      </w:r>
    </w:p>
    <w:p w:rsidR="0038115E" w:rsidRPr="0038115E" w:rsidRDefault="0038115E" w:rsidP="00AC4542">
      <w:pPr>
        <w:pStyle w:val="Heading2"/>
        <w:numPr>
          <w:ilvl w:val="0"/>
          <w:numId w:val="0"/>
        </w:numPr>
        <w:rPr>
          <w:rFonts w:eastAsia="SimSun"/>
        </w:rPr>
      </w:pPr>
      <w:bookmarkStart w:id="99" w:name="_Toc444069232"/>
      <w:r>
        <w:rPr>
          <w:rFonts w:eastAsia="SimSun"/>
        </w:rPr>
        <w:t>1.1</w:t>
      </w:r>
      <w:r>
        <w:rPr>
          <w:rFonts w:eastAsia="SimSun"/>
        </w:rPr>
        <w:tab/>
        <w:t xml:space="preserve">Sample recurrent training programme </w:t>
      </w:r>
      <w:r w:rsidR="00AC4542">
        <w:rPr>
          <w:rFonts w:eastAsia="SimSun"/>
        </w:rPr>
        <w:t>conducted over three years</w:t>
      </w:r>
      <w:bookmarkEnd w:id="99"/>
    </w:p>
    <w:p w:rsidR="0038115E" w:rsidRPr="0038115E" w:rsidRDefault="0038115E" w:rsidP="0038115E">
      <w:pPr>
        <w:pStyle w:val="BodyText"/>
        <w:rPr>
          <w:rFonts w:eastAsia="SimSun"/>
          <w:lang w:eastAsia="de-DE"/>
        </w:rPr>
      </w:pPr>
      <w:r w:rsidRPr="0038115E">
        <w:rPr>
          <w:rFonts w:eastAsia="SimSun"/>
          <w:lang w:eastAsia="de-DE"/>
        </w:rPr>
        <w:t>In order to have a full training programme covering th</w:t>
      </w:r>
      <w:r w:rsidR="00AC4542">
        <w:rPr>
          <w:rFonts w:eastAsia="SimSun"/>
          <w:lang w:eastAsia="de-DE"/>
        </w:rPr>
        <w:t xml:space="preserve">e different elements of the VTS </w:t>
      </w:r>
      <w:r w:rsidRPr="0038115E">
        <w:rPr>
          <w:rFonts w:eastAsia="SimSun"/>
          <w:lang w:eastAsia="de-DE"/>
        </w:rPr>
        <w:t>task, th</w:t>
      </w:r>
      <w:r w:rsidR="00AC4542">
        <w:rPr>
          <w:rFonts w:eastAsia="SimSun"/>
          <w:lang w:eastAsia="de-DE"/>
        </w:rPr>
        <w:t>is</w:t>
      </w:r>
      <w:r w:rsidRPr="0038115E">
        <w:rPr>
          <w:rFonts w:eastAsia="SimSun"/>
          <w:lang w:eastAsia="de-DE"/>
        </w:rPr>
        <w:t xml:space="preserve"> example of a recurrent training consists of four parts every year. The goal is to ensure:</w:t>
      </w:r>
    </w:p>
    <w:p w:rsidR="0038115E" w:rsidRPr="0038115E" w:rsidRDefault="0038115E" w:rsidP="00761614">
      <w:pPr>
        <w:pStyle w:val="BodyText"/>
        <w:numPr>
          <w:ilvl w:val="0"/>
          <w:numId w:val="38"/>
        </w:numPr>
        <w:rPr>
          <w:rFonts w:eastAsia="SimSun"/>
          <w:lang w:eastAsia="de-DE"/>
        </w:rPr>
      </w:pPr>
      <w:r w:rsidRPr="0038115E">
        <w:rPr>
          <w:rFonts w:eastAsia="SimSun"/>
          <w:lang w:eastAsia="de-DE"/>
        </w:rPr>
        <w:t>currency behind the radar</w:t>
      </w:r>
      <w:r w:rsidR="00AC4542">
        <w:rPr>
          <w:rFonts w:eastAsia="SimSun"/>
          <w:lang w:eastAsia="de-DE"/>
        </w:rPr>
        <w:t>;</w:t>
      </w:r>
      <w:r w:rsidRPr="0038115E">
        <w:rPr>
          <w:rFonts w:eastAsia="SimSun"/>
          <w:lang w:eastAsia="de-DE"/>
        </w:rPr>
        <w:t xml:space="preserve"> </w:t>
      </w:r>
    </w:p>
    <w:p w:rsidR="0038115E" w:rsidRPr="0038115E" w:rsidRDefault="0038115E" w:rsidP="00761614">
      <w:pPr>
        <w:pStyle w:val="BodyText"/>
        <w:numPr>
          <w:ilvl w:val="0"/>
          <w:numId w:val="38"/>
        </w:numPr>
        <w:rPr>
          <w:rFonts w:eastAsia="SimSun"/>
          <w:lang w:eastAsia="de-DE"/>
        </w:rPr>
      </w:pPr>
      <w:r w:rsidRPr="0038115E">
        <w:rPr>
          <w:rFonts w:eastAsia="SimSun"/>
          <w:lang w:eastAsia="de-DE"/>
        </w:rPr>
        <w:t>update of theory as required for the job at hand</w:t>
      </w:r>
      <w:r w:rsidR="00AC4542">
        <w:rPr>
          <w:rFonts w:eastAsia="SimSun"/>
          <w:lang w:eastAsia="de-DE"/>
        </w:rPr>
        <w:t>;</w:t>
      </w:r>
      <w:r w:rsidRPr="0038115E">
        <w:rPr>
          <w:rFonts w:eastAsia="SimSun"/>
          <w:lang w:eastAsia="de-DE"/>
        </w:rPr>
        <w:t xml:space="preserve"> </w:t>
      </w:r>
    </w:p>
    <w:p w:rsidR="0038115E" w:rsidRPr="0038115E" w:rsidRDefault="0038115E" w:rsidP="00761614">
      <w:pPr>
        <w:pStyle w:val="BodyText"/>
        <w:numPr>
          <w:ilvl w:val="0"/>
          <w:numId w:val="38"/>
        </w:numPr>
        <w:rPr>
          <w:rFonts w:eastAsia="SimSun"/>
          <w:lang w:eastAsia="de-DE"/>
        </w:rPr>
      </w:pPr>
      <w:r w:rsidRPr="0038115E">
        <w:rPr>
          <w:rFonts w:eastAsia="SimSun"/>
          <w:lang w:eastAsia="de-DE"/>
        </w:rPr>
        <w:t>to understand the broader frame in which the task is carried out</w:t>
      </w:r>
      <w:r w:rsidR="00AC4542">
        <w:rPr>
          <w:rFonts w:eastAsia="SimSun"/>
          <w:lang w:eastAsia="de-DE"/>
        </w:rPr>
        <w:t>;</w:t>
      </w:r>
      <w:r w:rsidRPr="0038115E">
        <w:rPr>
          <w:rFonts w:eastAsia="SimSun"/>
          <w:lang w:eastAsia="de-DE"/>
        </w:rPr>
        <w:t xml:space="preserve"> </w:t>
      </w:r>
    </w:p>
    <w:p w:rsidR="0038115E" w:rsidRPr="00AC4542" w:rsidRDefault="0038115E" w:rsidP="00761614">
      <w:pPr>
        <w:pStyle w:val="BodyText"/>
        <w:numPr>
          <w:ilvl w:val="0"/>
          <w:numId w:val="38"/>
        </w:numPr>
        <w:rPr>
          <w:rFonts w:eastAsia="SimSun"/>
          <w:lang w:eastAsia="de-DE"/>
        </w:rPr>
      </w:pPr>
      <w:proofErr w:type="gramStart"/>
      <w:r w:rsidRPr="0038115E">
        <w:rPr>
          <w:rFonts w:eastAsia="SimSun"/>
          <w:lang w:eastAsia="de-DE"/>
        </w:rPr>
        <w:t>to</w:t>
      </w:r>
      <w:proofErr w:type="gramEnd"/>
      <w:r w:rsidRPr="0038115E">
        <w:rPr>
          <w:rFonts w:eastAsia="SimSun"/>
          <w:lang w:eastAsia="de-DE"/>
        </w:rPr>
        <w:t xml:space="preserve"> </w:t>
      </w:r>
      <w:r w:rsidR="00AC4542">
        <w:rPr>
          <w:rFonts w:eastAsia="SimSun"/>
          <w:lang w:eastAsia="de-DE"/>
        </w:rPr>
        <w:t>provide an</w:t>
      </w:r>
      <w:r w:rsidRPr="0038115E">
        <w:rPr>
          <w:rFonts w:eastAsia="SimSun"/>
          <w:lang w:eastAsia="de-DE"/>
        </w:rPr>
        <w:t xml:space="preserve"> assessment to determine currency of the VTSO. </w:t>
      </w:r>
    </w:p>
    <w:p w:rsidR="0038115E" w:rsidRPr="00AC4542" w:rsidRDefault="00AC4542" w:rsidP="0038115E">
      <w:pPr>
        <w:pStyle w:val="BodyText"/>
        <w:rPr>
          <w:rFonts w:eastAsia="SimSun"/>
          <w:b/>
          <w:lang w:eastAsia="de-DE"/>
        </w:rPr>
      </w:pPr>
      <w:r w:rsidRPr="00AC4542">
        <w:rPr>
          <w:rFonts w:eastAsia="SimSun"/>
          <w:b/>
          <w:lang w:eastAsia="de-DE"/>
        </w:rPr>
        <w:t>Year one</w:t>
      </w:r>
    </w:p>
    <w:p w:rsidR="00BF6E2F" w:rsidRDefault="0038115E" w:rsidP="0038115E">
      <w:pPr>
        <w:pStyle w:val="BodyText"/>
        <w:rPr>
          <w:rFonts w:eastAsia="SimSun"/>
          <w:lang w:eastAsia="de-DE"/>
        </w:rPr>
      </w:pPr>
      <w:r w:rsidRPr="0038115E">
        <w:rPr>
          <w:rFonts w:eastAsia="SimSun"/>
          <w:lang w:eastAsia="de-DE"/>
        </w:rPr>
        <w:t xml:space="preserve">In year one </w:t>
      </w:r>
      <w:r w:rsidR="000D7863">
        <w:rPr>
          <w:rFonts w:eastAsia="SimSun"/>
          <w:lang w:eastAsia="de-DE"/>
        </w:rPr>
        <w:t>the VTSO will undertake three separate activities in addition to a process of operational performance monitoring:</w:t>
      </w:r>
    </w:p>
    <w:p w:rsidR="000D7863" w:rsidRDefault="000D7863" w:rsidP="00761614">
      <w:pPr>
        <w:pStyle w:val="BodyText"/>
        <w:numPr>
          <w:ilvl w:val="0"/>
          <w:numId w:val="39"/>
        </w:numPr>
        <w:rPr>
          <w:rFonts w:eastAsia="SimSun"/>
          <w:lang w:eastAsia="de-DE"/>
        </w:rPr>
      </w:pPr>
      <w:r>
        <w:rPr>
          <w:rFonts w:eastAsia="SimSun"/>
          <w:lang w:eastAsia="de-DE"/>
        </w:rPr>
        <w:t>Simulator training;</w:t>
      </w:r>
    </w:p>
    <w:p w:rsidR="000D7863" w:rsidRDefault="000D7863" w:rsidP="00761614">
      <w:pPr>
        <w:pStyle w:val="BodyText"/>
        <w:numPr>
          <w:ilvl w:val="0"/>
          <w:numId w:val="39"/>
        </w:numPr>
        <w:rPr>
          <w:rFonts w:eastAsia="SimSun"/>
          <w:lang w:eastAsia="de-DE"/>
        </w:rPr>
      </w:pPr>
      <w:r>
        <w:rPr>
          <w:rFonts w:eastAsia="SimSun"/>
          <w:lang w:eastAsia="de-DE"/>
        </w:rPr>
        <w:t>Theory update;</w:t>
      </w:r>
    </w:p>
    <w:p w:rsidR="000D7863" w:rsidRDefault="000D7863" w:rsidP="00761614">
      <w:pPr>
        <w:pStyle w:val="BodyText"/>
        <w:numPr>
          <w:ilvl w:val="0"/>
          <w:numId w:val="39"/>
        </w:numPr>
        <w:rPr>
          <w:rFonts w:eastAsia="SimSun"/>
          <w:lang w:eastAsia="de-DE"/>
        </w:rPr>
      </w:pPr>
      <w:r>
        <w:rPr>
          <w:rFonts w:eastAsia="SimSun"/>
          <w:lang w:eastAsia="de-DE"/>
        </w:rPr>
        <w:t>Practical activity.</w:t>
      </w:r>
    </w:p>
    <w:p w:rsidR="00AC4542" w:rsidRDefault="00BF6E2F" w:rsidP="0038115E">
      <w:pPr>
        <w:pStyle w:val="BodyText"/>
        <w:rPr>
          <w:rFonts w:eastAsia="SimSun"/>
          <w:lang w:eastAsia="de-DE"/>
        </w:rPr>
      </w:pPr>
      <w:r>
        <w:rPr>
          <w:rFonts w:eastAsia="SimSun"/>
          <w:lang w:eastAsia="de-DE"/>
        </w:rPr>
        <w:t>T</w:t>
      </w:r>
      <w:r w:rsidR="0038115E" w:rsidRPr="0038115E">
        <w:rPr>
          <w:rFonts w:eastAsia="SimSun"/>
          <w:lang w:eastAsia="de-DE"/>
        </w:rPr>
        <w:t xml:space="preserve">he VTSO will </w:t>
      </w:r>
      <w:r w:rsidR="00AC4542">
        <w:rPr>
          <w:rFonts w:eastAsia="SimSun"/>
          <w:lang w:eastAsia="de-DE"/>
        </w:rPr>
        <w:t>undertake</w:t>
      </w:r>
      <w:r w:rsidR="0038115E" w:rsidRPr="0038115E">
        <w:rPr>
          <w:rFonts w:eastAsia="SimSun"/>
          <w:lang w:eastAsia="de-DE"/>
        </w:rPr>
        <w:t xml:space="preserve"> </w:t>
      </w:r>
      <w:r w:rsidR="0038115E" w:rsidRPr="00BF6E2F">
        <w:rPr>
          <w:rFonts w:eastAsia="SimSun"/>
          <w:b/>
          <w:lang w:eastAsia="de-DE"/>
        </w:rPr>
        <w:t>simulator training</w:t>
      </w:r>
      <w:r w:rsidR="0038115E" w:rsidRPr="0038115E">
        <w:rPr>
          <w:rFonts w:eastAsia="SimSun"/>
          <w:lang w:eastAsia="de-DE"/>
        </w:rPr>
        <w:t xml:space="preserve"> on non-routine situations. This should </w:t>
      </w:r>
      <w:r w:rsidR="00AC4542">
        <w:rPr>
          <w:rFonts w:eastAsia="SimSun"/>
          <w:lang w:eastAsia="de-DE"/>
        </w:rPr>
        <w:t>consist of a</w:t>
      </w:r>
      <w:r w:rsidR="0038115E" w:rsidRPr="0038115E">
        <w:rPr>
          <w:rFonts w:eastAsia="SimSun"/>
          <w:lang w:eastAsia="de-DE"/>
        </w:rPr>
        <w:t xml:space="preserve"> minimum of 2 hours effective training time</w:t>
      </w:r>
      <w:r w:rsidR="00AC4542">
        <w:rPr>
          <w:rFonts w:eastAsia="SimSun"/>
          <w:lang w:eastAsia="de-DE"/>
        </w:rPr>
        <w:t xml:space="preserve"> during which the VTSO should be exposed to </w:t>
      </w:r>
      <w:r w:rsidR="0038115E" w:rsidRPr="0038115E">
        <w:rPr>
          <w:rFonts w:eastAsia="SimSun"/>
          <w:lang w:eastAsia="de-DE"/>
        </w:rPr>
        <w:t>situations which do not occur often enough in real life to have sufficient exposure. Nonetheless</w:t>
      </w:r>
      <w:r w:rsidR="00AC4542">
        <w:rPr>
          <w:rFonts w:eastAsia="SimSun"/>
          <w:lang w:eastAsia="de-DE"/>
        </w:rPr>
        <w:t>,</w:t>
      </w:r>
      <w:r w:rsidR="0038115E" w:rsidRPr="0038115E">
        <w:rPr>
          <w:rFonts w:eastAsia="SimSun"/>
          <w:lang w:eastAsia="de-DE"/>
        </w:rPr>
        <w:t xml:space="preserve"> these situations require swift and effective responses from the VTSO. The goal is to increase exposure to these kinds of situations and to give the VTSO the opportunity to train the situation several times until </w:t>
      </w:r>
      <w:r w:rsidR="00AC4542">
        <w:rPr>
          <w:rFonts w:eastAsia="SimSun"/>
          <w:lang w:eastAsia="de-DE"/>
        </w:rPr>
        <w:t>they</w:t>
      </w:r>
      <w:r w:rsidR="0038115E" w:rsidRPr="0038115E">
        <w:rPr>
          <w:rFonts w:eastAsia="SimSun"/>
          <w:lang w:eastAsia="de-DE"/>
        </w:rPr>
        <w:t xml:space="preserve"> can perform the accompanying tasks with some fluency. </w:t>
      </w:r>
    </w:p>
    <w:p w:rsidR="0038115E" w:rsidRPr="0038115E" w:rsidRDefault="0038115E" w:rsidP="0038115E">
      <w:pPr>
        <w:pStyle w:val="BodyText"/>
        <w:rPr>
          <w:rFonts w:eastAsia="SimSun"/>
          <w:lang w:eastAsia="de-DE"/>
        </w:rPr>
      </w:pPr>
      <w:r w:rsidRPr="0038115E">
        <w:rPr>
          <w:rFonts w:eastAsia="SimSun"/>
          <w:lang w:eastAsia="de-DE"/>
        </w:rPr>
        <w:t xml:space="preserve">The two hours training time may include briefing and debriefing, since these are also effective </w:t>
      </w:r>
      <w:r w:rsidR="00AC4542">
        <w:rPr>
          <w:rFonts w:eastAsia="SimSun"/>
          <w:lang w:eastAsia="de-DE"/>
        </w:rPr>
        <w:t>components</w:t>
      </w:r>
      <w:r w:rsidRPr="0038115E">
        <w:rPr>
          <w:rFonts w:eastAsia="SimSun"/>
          <w:lang w:eastAsia="de-DE"/>
        </w:rPr>
        <w:t xml:space="preserve"> of training. The VTS</w:t>
      </w:r>
      <w:r w:rsidR="00AC4542">
        <w:rPr>
          <w:rFonts w:eastAsia="SimSun"/>
          <w:lang w:eastAsia="de-DE"/>
        </w:rPr>
        <w:t xml:space="preserve"> A</w:t>
      </w:r>
      <w:r w:rsidRPr="0038115E">
        <w:rPr>
          <w:rFonts w:eastAsia="SimSun"/>
          <w:lang w:eastAsia="de-DE"/>
        </w:rPr>
        <w:t>uthority will have a standardised program</w:t>
      </w:r>
      <w:r w:rsidR="00AC4542">
        <w:rPr>
          <w:rFonts w:eastAsia="SimSun"/>
          <w:lang w:eastAsia="de-DE"/>
        </w:rPr>
        <w:t>me developed for every VTSO during the</w:t>
      </w:r>
      <w:r w:rsidRPr="0038115E">
        <w:rPr>
          <w:rFonts w:eastAsia="SimSun"/>
          <w:lang w:eastAsia="de-DE"/>
        </w:rPr>
        <w:t xml:space="preserve"> year. The simulator session is designed to coach the </w:t>
      </w:r>
      <w:proofErr w:type="gramStart"/>
      <w:r w:rsidRPr="0038115E">
        <w:rPr>
          <w:rFonts w:eastAsia="SimSun"/>
          <w:lang w:eastAsia="de-DE"/>
        </w:rPr>
        <w:t>VTSO</w:t>
      </w:r>
      <w:r w:rsidR="00AC4542">
        <w:rPr>
          <w:rFonts w:eastAsia="SimSun"/>
          <w:lang w:eastAsia="de-DE"/>
        </w:rPr>
        <w:t>,</w:t>
      </w:r>
      <w:proofErr w:type="gramEnd"/>
      <w:r w:rsidR="00AC4542">
        <w:rPr>
          <w:rFonts w:eastAsia="SimSun"/>
          <w:lang w:eastAsia="de-DE"/>
        </w:rPr>
        <w:t xml:space="preserve"> c</w:t>
      </w:r>
      <w:r w:rsidRPr="0038115E">
        <w:rPr>
          <w:rFonts w:eastAsia="SimSun"/>
          <w:lang w:eastAsia="de-DE"/>
        </w:rPr>
        <w:t xml:space="preserve">onsequently the coaching is not </w:t>
      </w:r>
      <w:r w:rsidR="00AC4542">
        <w:rPr>
          <w:rFonts w:eastAsia="SimSun"/>
          <w:lang w:eastAsia="de-DE"/>
        </w:rPr>
        <w:t>directly intended</w:t>
      </w:r>
      <w:r w:rsidRPr="0038115E">
        <w:rPr>
          <w:rFonts w:eastAsia="SimSun"/>
          <w:lang w:eastAsia="de-DE"/>
        </w:rPr>
        <w:t xml:space="preserve"> to assess the VTSOs performance. The training is designed for the VTSO to learn and develop his competence. The role of the VTSO should be active during this pa</w:t>
      </w:r>
      <w:r w:rsidR="00AC4542">
        <w:rPr>
          <w:rFonts w:eastAsia="SimSun"/>
          <w:lang w:eastAsia="de-DE"/>
        </w:rPr>
        <w:t>rt of the training, enabling the VTSO</w:t>
      </w:r>
      <w:r w:rsidRPr="0038115E">
        <w:rPr>
          <w:rFonts w:eastAsia="SimSun"/>
          <w:lang w:eastAsia="de-DE"/>
        </w:rPr>
        <w:t xml:space="preserve"> to comment on the situation presented during the exercise, to debate solutions with the trainer and to ask to do parts of the training again. The train</w:t>
      </w:r>
      <w:r w:rsidR="00AC4542">
        <w:rPr>
          <w:rFonts w:eastAsia="SimSun"/>
          <w:lang w:eastAsia="de-DE"/>
        </w:rPr>
        <w:t xml:space="preserve">ing should be student-centred. </w:t>
      </w:r>
    </w:p>
    <w:p w:rsidR="0038115E" w:rsidRPr="00AC4542" w:rsidRDefault="00F13430" w:rsidP="0038115E">
      <w:pPr>
        <w:pStyle w:val="BodyText"/>
        <w:rPr>
          <w:rFonts w:eastAsia="SimSun"/>
          <w:highlight w:val="green"/>
          <w:lang w:eastAsia="de-DE"/>
        </w:rPr>
      </w:pPr>
      <w:r w:rsidRPr="00F13430">
        <w:rPr>
          <w:rFonts w:eastAsia="SimSun"/>
          <w:lang w:eastAsia="de-DE"/>
        </w:rPr>
        <w:t xml:space="preserve">A further component of the year one training </w:t>
      </w:r>
      <w:r w:rsidR="0038115E" w:rsidRPr="00F13430">
        <w:rPr>
          <w:rFonts w:eastAsia="SimSun"/>
          <w:lang w:eastAsia="de-DE"/>
        </w:rPr>
        <w:t xml:space="preserve">is an </w:t>
      </w:r>
      <w:r w:rsidR="0038115E" w:rsidRPr="00BF6E2F">
        <w:rPr>
          <w:rFonts w:eastAsia="SimSun"/>
          <w:b/>
          <w:lang w:eastAsia="de-DE"/>
        </w:rPr>
        <w:t>update in theory</w:t>
      </w:r>
      <w:r w:rsidR="0038115E" w:rsidRPr="00F13430">
        <w:rPr>
          <w:rFonts w:eastAsia="SimSun"/>
          <w:lang w:eastAsia="de-DE"/>
        </w:rPr>
        <w:t xml:space="preserve">, either </w:t>
      </w:r>
      <w:r w:rsidRPr="00F13430">
        <w:rPr>
          <w:rFonts w:eastAsia="SimSun"/>
          <w:lang w:eastAsia="de-DE"/>
        </w:rPr>
        <w:t xml:space="preserve">by means of direct training </w:t>
      </w:r>
      <w:r w:rsidR="0038115E" w:rsidRPr="00F13430">
        <w:rPr>
          <w:rFonts w:eastAsia="SimSun"/>
          <w:lang w:eastAsia="de-DE"/>
        </w:rPr>
        <w:t>or as e-learning. The topic</w:t>
      </w:r>
      <w:r w:rsidRPr="00F13430">
        <w:rPr>
          <w:rFonts w:eastAsia="SimSun"/>
          <w:lang w:eastAsia="de-DE"/>
        </w:rPr>
        <w:t>s covered should be determined by the VTS Authority and could include</w:t>
      </w:r>
      <w:r w:rsidR="0038115E" w:rsidRPr="00F13430">
        <w:rPr>
          <w:rFonts w:eastAsia="SimSun"/>
          <w:lang w:eastAsia="de-DE"/>
        </w:rPr>
        <w:t xml:space="preserve"> </w:t>
      </w:r>
      <w:r w:rsidRPr="00F13430">
        <w:rPr>
          <w:rFonts w:eastAsia="SimSun"/>
          <w:lang w:eastAsia="de-DE"/>
        </w:rPr>
        <w:t>c</w:t>
      </w:r>
      <w:r w:rsidR="0038115E" w:rsidRPr="00F13430">
        <w:rPr>
          <w:rFonts w:eastAsia="SimSun"/>
          <w:lang w:eastAsia="de-DE"/>
        </w:rPr>
        <w:t xml:space="preserve">hanges in </w:t>
      </w:r>
      <w:r w:rsidRPr="00F13430">
        <w:rPr>
          <w:rFonts w:eastAsia="SimSun"/>
          <w:lang w:eastAsia="de-DE"/>
        </w:rPr>
        <w:t xml:space="preserve">working </w:t>
      </w:r>
      <w:r w:rsidR="0038115E" w:rsidRPr="00F13430">
        <w:rPr>
          <w:rFonts w:eastAsia="SimSun"/>
          <w:lang w:eastAsia="de-DE"/>
        </w:rPr>
        <w:t xml:space="preserve">environment, rules and regulations, human factors, </w:t>
      </w:r>
      <w:r w:rsidRPr="00F13430">
        <w:rPr>
          <w:rFonts w:eastAsia="SimSun"/>
          <w:lang w:eastAsia="de-DE"/>
        </w:rPr>
        <w:t>operational procedures, language and communication</w:t>
      </w:r>
      <w:r w:rsidR="0038115E" w:rsidRPr="00F13430">
        <w:rPr>
          <w:rFonts w:eastAsia="SimSun"/>
          <w:lang w:eastAsia="de-DE"/>
        </w:rPr>
        <w:t xml:space="preserve"> etc. This part of the training programme is also standardised and should be developed </w:t>
      </w:r>
      <w:r w:rsidRPr="00F13430">
        <w:rPr>
          <w:rFonts w:eastAsia="SimSun"/>
          <w:lang w:eastAsia="de-DE"/>
        </w:rPr>
        <w:t>by trainers equipped with a current kn</w:t>
      </w:r>
      <w:r w:rsidR="0038115E" w:rsidRPr="00F13430">
        <w:rPr>
          <w:rFonts w:eastAsia="SimSun"/>
          <w:lang w:eastAsia="de-DE"/>
        </w:rPr>
        <w:t xml:space="preserve">owledge with regard to didactics. </w:t>
      </w:r>
      <w:r w:rsidR="0038115E" w:rsidRPr="00AC4542">
        <w:rPr>
          <w:rFonts w:eastAsia="SimSun"/>
          <w:highlight w:val="green"/>
          <w:lang w:eastAsia="de-DE"/>
        </w:rPr>
        <w:t xml:space="preserve">It is recommended to have a more or less fixed work load. People may be expected to read 6 pages an hour. This should enable the employer to allocate sufficient time to the VTSO to study the material presented. </w:t>
      </w:r>
    </w:p>
    <w:p w:rsidR="0038115E" w:rsidRPr="00BF6E2F" w:rsidRDefault="0038115E" w:rsidP="0038115E">
      <w:pPr>
        <w:pStyle w:val="BodyText"/>
        <w:rPr>
          <w:rFonts w:eastAsia="SimSun"/>
          <w:lang w:val="fr-FR" w:eastAsia="de-DE"/>
        </w:rPr>
      </w:pPr>
      <w:r w:rsidRPr="00BF6E2F">
        <w:rPr>
          <w:rFonts w:eastAsia="SimSun"/>
          <w:lang w:eastAsia="de-DE"/>
        </w:rPr>
        <w:t xml:space="preserve">The </w:t>
      </w:r>
      <w:r w:rsidR="00BF6E2F" w:rsidRPr="00BF6E2F">
        <w:rPr>
          <w:rFonts w:eastAsia="SimSun"/>
          <w:lang w:eastAsia="de-DE"/>
        </w:rPr>
        <w:t xml:space="preserve">final part of the year one training is </w:t>
      </w:r>
      <w:r w:rsidRPr="00BF6E2F">
        <w:rPr>
          <w:rFonts w:eastAsia="SimSun"/>
          <w:b/>
          <w:lang w:eastAsia="de-DE"/>
        </w:rPr>
        <w:t>practical activity</w:t>
      </w:r>
      <w:r w:rsidRPr="00BF6E2F">
        <w:rPr>
          <w:rFonts w:eastAsia="SimSun"/>
          <w:lang w:eastAsia="de-DE"/>
        </w:rPr>
        <w:t xml:space="preserve">. The goal of this </w:t>
      </w:r>
      <w:r w:rsidR="00BF6E2F" w:rsidRPr="00BF6E2F">
        <w:rPr>
          <w:rFonts w:eastAsia="SimSun"/>
          <w:lang w:eastAsia="de-DE"/>
        </w:rPr>
        <w:t xml:space="preserve">practical </w:t>
      </w:r>
      <w:r w:rsidRPr="00BF6E2F">
        <w:rPr>
          <w:rFonts w:eastAsia="SimSun"/>
          <w:lang w:eastAsia="de-DE"/>
        </w:rPr>
        <w:t xml:space="preserve">activity is to gain additional knowledge of the environment the VTSO is working in. The content and the amount of time allocated to this activity </w:t>
      </w:r>
      <w:r w:rsidR="00BF6E2F" w:rsidRPr="00BF6E2F">
        <w:rPr>
          <w:rFonts w:eastAsia="SimSun"/>
          <w:lang w:eastAsia="de-DE"/>
        </w:rPr>
        <w:t xml:space="preserve">should be determined </w:t>
      </w:r>
      <w:r w:rsidRPr="00BF6E2F">
        <w:rPr>
          <w:rFonts w:eastAsia="SimSun"/>
          <w:lang w:eastAsia="de-DE"/>
        </w:rPr>
        <w:t>by the VTS</w:t>
      </w:r>
      <w:r w:rsidR="00BF6E2F" w:rsidRPr="00BF6E2F">
        <w:rPr>
          <w:rFonts w:eastAsia="SimSun"/>
          <w:lang w:eastAsia="de-DE"/>
        </w:rPr>
        <w:t xml:space="preserve"> A</w:t>
      </w:r>
      <w:r w:rsidRPr="00BF6E2F">
        <w:rPr>
          <w:rFonts w:eastAsia="SimSun"/>
          <w:lang w:eastAsia="de-DE"/>
        </w:rPr>
        <w:t>uthority. Examples</w:t>
      </w:r>
      <w:r w:rsidR="00BF6E2F" w:rsidRPr="00BF6E2F">
        <w:rPr>
          <w:rFonts w:eastAsia="SimSun"/>
          <w:lang w:eastAsia="de-DE"/>
        </w:rPr>
        <w:t xml:space="preserve"> of such practical training</w:t>
      </w:r>
      <w:r w:rsidRPr="00BF6E2F">
        <w:rPr>
          <w:rFonts w:eastAsia="SimSun"/>
          <w:lang w:eastAsia="de-DE"/>
        </w:rPr>
        <w:t xml:space="preserve"> are</w:t>
      </w:r>
      <w:r w:rsidR="00BF6E2F" w:rsidRPr="00BF6E2F">
        <w:rPr>
          <w:rFonts w:eastAsia="SimSun"/>
          <w:lang w:eastAsia="de-DE"/>
        </w:rPr>
        <w:t xml:space="preserve"> visiting another VTS </w:t>
      </w:r>
      <w:r w:rsidRPr="00BF6E2F">
        <w:rPr>
          <w:rFonts w:eastAsia="SimSun"/>
          <w:lang w:eastAsia="de-DE"/>
        </w:rPr>
        <w:t xml:space="preserve">centre, making a trip on a vessel, participating in a project </w:t>
      </w:r>
      <w:r w:rsidR="00BF6E2F" w:rsidRPr="00BF6E2F">
        <w:rPr>
          <w:rFonts w:eastAsia="SimSun"/>
          <w:lang w:eastAsia="de-DE"/>
        </w:rPr>
        <w:t>etc.</w:t>
      </w:r>
      <w:r w:rsidRPr="00BF6E2F">
        <w:rPr>
          <w:rFonts w:eastAsia="SimSun"/>
          <w:lang w:eastAsia="de-DE"/>
        </w:rPr>
        <w:t xml:space="preserve"> This</w:t>
      </w:r>
      <w:r w:rsidR="00BF6E2F" w:rsidRPr="00BF6E2F">
        <w:rPr>
          <w:rFonts w:eastAsia="SimSun"/>
          <w:lang w:eastAsia="de-DE"/>
        </w:rPr>
        <w:t xml:space="preserve"> practical</w:t>
      </w:r>
      <w:r w:rsidRPr="00BF6E2F">
        <w:rPr>
          <w:rFonts w:eastAsia="SimSun"/>
          <w:lang w:eastAsia="de-DE"/>
        </w:rPr>
        <w:t xml:space="preserve"> activity should be accompanied by a work book in which the learning goal </w:t>
      </w:r>
      <w:r w:rsidRPr="00BF6E2F">
        <w:rPr>
          <w:rFonts w:eastAsia="SimSun"/>
          <w:lang w:eastAsia="de-DE"/>
        </w:rPr>
        <w:lastRenderedPageBreak/>
        <w:t>of the activity is linked to a number of questions, thereby enhancing the learning and integration o</w:t>
      </w:r>
      <w:r w:rsidR="00BF6E2F" w:rsidRPr="00BF6E2F">
        <w:rPr>
          <w:rFonts w:eastAsia="SimSun"/>
          <w:lang w:eastAsia="de-DE"/>
        </w:rPr>
        <w:t>f this experience into the VTSO</w:t>
      </w:r>
      <w:r w:rsidRPr="00BF6E2F">
        <w:rPr>
          <w:rFonts w:eastAsia="SimSun"/>
          <w:lang w:eastAsia="de-DE"/>
        </w:rPr>
        <w:t xml:space="preserve">s </w:t>
      </w:r>
      <w:r w:rsidR="00BF6E2F" w:rsidRPr="00BF6E2F">
        <w:rPr>
          <w:rFonts w:eastAsia="SimSun"/>
          <w:lang w:eastAsia="de-DE"/>
        </w:rPr>
        <w:t>role</w:t>
      </w:r>
      <w:r w:rsidRPr="00BF6E2F">
        <w:rPr>
          <w:rFonts w:eastAsia="SimSun"/>
          <w:lang w:eastAsia="de-DE"/>
        </w:rPr>
        <w:t>.</w:t>
      </w:r>
    </w:p>
    <w:p w:rsidR="008F6D4A" w:rsidRPr="008F6D4A" w:rsidRDefault="008F6D4A" w:rsidP="008F6D4A">
      <w:pPr>
        <w:pStyle w:val="BodyText"/>
      </w:pPr>
      <w:r w:rsidRPr="008F6D4A">
        <w:rPr>
          <w:rFonts w:eastAsia="SimSun"/>
          <w:lang w:eastAsia="de-DE"/>
        </w:rPr>
        <w:t xml:space="preserve">Additionally, during each year, the performance of the VTSO should be monitored as required by IMO Resolution </w:t>
      </w:r>
      <w:proofErr w:type="gramStart"/>
      <w:r w:rsidRPr="008F6D4A">
        <w:rPr>
          <w:rFonts w:eastAsia="SimSun"/>
          <w:lang w:eastAsia="de-DE"/>
        </w:rPr>
        <w:t>A.857(</w:t>
      </w:r>
      <w:proofErr w:type="gramEnd"/>
      <w:r w:rsidRPr="008F6D4A">
        <w:rPr>
          <w:rFonts w:eastAsia="SimSun"/>
          <w:lang w:eastAsia="de-DE"/>
        </w:rPr>
        <w:t xml:space="preserve">20) and IALA Recommendation V-103. The VTS Authority may monitor the operational performance of the VTSO by means of reviewing the VTSOs performance and adherence to standard operating procedures. </w:t>
      </w:r>
    </w:p>
    <w:p w:rsidR="000D7863" w:rsidRDefault="0038115E" w:rsidP="0038115E">
      <w:pPr>
        <w:pStyle w:val="BodyText"/>
        <w:rPr>
          <w:rFonts w:eastAsia="SimSun"/>
          <w:lang w:eastAsia="de-DE"/>
        </w:rPr>
      </w:pPr>
      <w:r w:rsidRPr="008F6D4A">
        <w:rPr>
          <w:rFonts w:eastAsia="SimSun"/>
          <w:lang w:eastAsia="de-DE"/>
        </w:rPr>
        <w:t>The VTS</w:t>
      </w:r>
      <w:r w:rsidR="008F6D4A" w:rsidRPr="008F6D4A">
        <w:rPr>
          <w:rFonts w:eastAsia="SimSun"/>
          <w:lang w:eastAsia="de-DE"/>
        </w:rPr>
        <w:t xml:space="preserve"> A</w:t>
      </w:r>
      <w:r w:rsidRPr="008F6D4A">
        <w:rPr>
          <w:rFonts w:eastAsia="SimSun"/>
          <w:lang w:eastAsia="de-DE"/>
        </w:rPr>
        <w:t>uthority</w:t>
      </w:r>
      <w:r w:rsidR="008F6D4A" w:rsidRPr="008F6D4A">
        <w:rPr>
          <w:rFonts w:eastAsia="SimSun"/>
          <w:lang w:eastAsia="de-DE"/>
        </w:rPr>
        <w:t xml:space="preserve"> may achieve this by means of reviewing recordings of the traffic image </w:t>
      </w:r>
      <w:r w:rsidR="000D7863" w:rsidRPr="008F6D4A">
        <w:rPr>
          <w:rFonts w:eastAsia="SimSun"/>
          <w:lang w:eastAsia="de-DE"/>
        </w:rPr>
        <w:t>and communications</w:t>
      </w:r>
      <w:r w:rsidR="008F6D4A" w:rsidRPr="008F6D4A">
        <w:rPr>
          <w:rFonts w:eastAsia="SimSun"/>
          <w:lang w:eastAsia="de-DE"/>
        </w:rPr>
        <w:t xml:space="preserve"> as a means to monitor </w:t>
      </w:r>
      <w:r w:rsidRPr="008F6D4A">
        <w:rPr>
          <w:rFonts w:eastAsia="SimSun"/>
          <w:lang w:eastAsia="de-DE"/>
        </w:rPr>
        <w:t xml:space="preserve">the performance of the VTSO several times a year. </w:t>
      </w:r>
      <w:r w:rsidRPr="000D7863">
        <w:rPr>
          <w:rFonts w:eastAsia="SimSun"/>
          <w:lang w:eastAsia="de-DE"/>
        </w:rPr>
        <w:t xml:space="preserve">The results of this monitoring </w:t>
      </w:r>
      <w:r w:rsidR="000D7863" w:rsidRPr="000D7863">
        <w:rPr>
          <w:rFonts w:eastAsia="SimSun"/>
          <w:lang w:eastAsia="de-DE"/>
        </w:rPr>
        <w:t>are</w:t>
      </w:r>
      <w:r w:rsidRPr="000D7863">
        <w:rPr>
          <w:rFonts w:eastAsia="SimSun"/>
          <w:lang w:eastAsia="de-DE"/>
        </w:rPr>
        <w:t xml:space="preserve"> placed in a database in order to categorise and therefore gain insight of possible patterns within a team or</w:t>
      </w:r>
      <w:r w:rsidR="000D7863" w:rsidRPr="000D7863">
        <w:rPr>
          <w:rFonts w:eastAsia="SimSun"/>
          <w:lang w:eastAsia="de-DE"/>
        </w:rPr>
        <w:t xml:space="preserve"> a</w:t>
      </w:r>
      <w:r w:rsidRPr="000D7863">
        <w:rPr>
          <w:rFonts w:eastAsia="SimSun"/>
          <w:lang w:eastAsia="de-DE"/>
        </w:rPr>
        <w:t xml:space="preserve"> VTS</w:t>
      </w:r>
      <w:r w:rsidR="000D7863" w:rsidRPr="000D7863">
        <w:rPr>
          <w:rFonts w:eastAsia="SimSun"/>
          <w:lang w:eastAsia="de-DE"/>
        </w:rPr>
        <w:t xml:space="preserve"> </w:t>
      </w:r>
      <w:r w:rsidRPr="000D7863">
        <w:rPr>
          <w:rFonts w:eastAsia="SimSun"/>
          <w:lang w:eastAsia="de-DE"/>
        </w:rPr>
        <w:t>centre. Ideally this activity is part of a Safety Management System in which t</w:t>
      </w:r>
      <w:r w:rsidR="000D7863" w:rsidRPr="000D7863">
        <w:rPr>
          <w:rFonts w:eastAsia="SimSun"/>
          <w:lang w:eastAsia="de-DE"/>
        </w:rPr>
        <w:t>he outcome is recorded. I</w:t>
      </w:r>
      <w:r w:rsidRPr="000D7863">
        <w:rPr>
          <w:rFonts w:eastAsia="SimSun"/>
          <w:lang w:eastAsia="de-DE"/>
        </w:rPr>
        <w:t>t is highly recommended that the VTS</w:t>
      </w:r>
      <w:r w:rsidR="000D7863" w:rsidRPr="000D7863">
        <w:rPr>
          <w:rFonts w:eastAsia="SimSun"/>
          <w:lang w:eastAsia="de-DE"/>
        </w:rPr>
        <w:t xml:space="preserve"> A</w:t>
      </w:r>
      <w:r w:rsidRPr="000D7863">
        <w:rPr>
          <w:rFonts w:eastAsia="SimSun"/>
          <w:lang w:eastAsia="de-DE"/>
        </w:rPr>
        <w:t>uthority monitors performance at least twice a year</w:t>
      </w:r>
      <w:r w:rsidR="000D7863" w:rsidRPr="000D7863">
        <w:rPr>
          <w:rFonts w:eastAsia="SimSun"/>
          <w:lang w:eastAsia="de-DE"/>
        </w:rPr>
        <w:t xml:space="preserve"> and the results of the monitoring should be discussed with the VTSO</w:t>
      </w:r>
      <w:r w:rsidRPr="000D7863">
        <w:rPr>
          <w:rFonts w:eastAsia="SimSun"/>
          <w:lang w:eastAsia="de-DE"/>
        </w:rPr>
        <w:t xml:space="preserve">. </w:t>
      </w:r>
    </w:p>
    <w:p w:rsidR="0038115E" w:rsidRPr="00AC4542" w:rsidRDefault="000D7863" w:rsidP="0038115E">
      <w:pPr>
        <w:pStyle w:val="BodyText"/>
        <w:rPr>
          <w:rFonts w:eastAsia="SimSun"/>
          <w:highlight w:val="green"/>
          <w:lang w:val="fr-FR" w:eastAsia="de-DE"/>
        </w:rPr>
      </w:pPr>
      <w:r w:rsidRPr="000D7863">
        <w:rPr>
          <w:rFonts w:eastAsia="SimSun"/>
          <w:lang w:eastAsia="de-DE"/>
        </w:rPr>
        <w:t xml:space="preserve">Such </w:t>
      </w:r>
      <w:r w:rsidR="0038115E" w:rsidRPr="000D7863">
        <w:rPr>
          <w:rFonts w:eastAsia="SimSun"/>
          <w:lang w:eastAsia="de-DE"/>
        </w:rPr>
        <w:t>monitoring should be accompanied by clea</w:t>
      </w:r>
      <w:r w:rsidRPr="000D7863">
        <w:rPr>
          <w:rFonts w:eastAsia="SimSun"/>
          <w:lang w:eastAsia="de-DE"/>
        </w:rPr>
        <w:t>r and set agreements to ensure</w:t>
      </w:r>
      <w:r w:rsidR="0038115E" w:rsidRPr="000D7863">
        <w:rPr>
          <w:rFonts w:eastAsia="SimSun"/>
          <w:lang w:eastAsia="de-DE"/>
        </w:rPr>
        <w:t xml:space="preserve"> the privacy of the VTSO. It is highly recommended that a protocol is developed which gives insight in</w:t>
      </w:r>
      <w:r>
        <w:rPr>
          <w:rFonts w:eastAsia="SimSun"/>
          <w:lang w:eastAsia="de-DE"/>
        </w:rPr>
        <w:t>to</w:t>
      </w:r>
      <w:r w:rsidR="0038115E" w:rsidRPr="000D7863">
        <w:rPr>
          <w:rFonts w:eastAsia="SimSun"/>
          <w:lang w:eastAsia="de-DE"/>
        </w:rPr>
        <w:t xml:space="preserve"> the fact that the VTSO is being monitored, what the purpose of the monitoring is, what information is gathered, who has access to this information and what the procedure is for the use of this information. Furthermore</w:t>
      </w:r>
      <w:r w:rsidRPr="000D7863">
        <w:rPr>
          <w:rFonts w:eastAsia="SimSun"/>
          <w:lang w:eastAsia="de-DE"/>
        </w:rPr>
        <w:t>, the VTSO</w:t>
      </w:r>
      <w:r w:rsidR="0038115E" w:rsidRPr="000D7863">
        <w:rPr>
          <w:rFonts w:eastAsia="SimSun"/>
          <w:lang w:eastAsia="de-DE"/>
        </w:rPr>
        <w:t xml:space="preserve">s opportunity for receiving feedback </w:t>
      </w:r>
      <w:r w:rsidRPr="000D7863">
        <w:rPr>
          <w:rFonts w:eastAsia="SimSun"/>
          <w:lang w:eastAsia="de-DE"/>
        </w:rPr>
        <w:t xml:space="preserve">on the monitoring </w:t>
      </w:r>
      <w:r w:rsidR="0038115E" w:rsidRPr="000D7863">
        <w:rPr>
          <w:rFonts w:eastAsia="SimSun"/>
          <w:lang w:eastAsia="de-DE"/>
        </w:rPr>
        <w:t xml:space="preserve">should be clarified and what consequences </w:t>
      </w:r>
      <w:r>
        <w:rPr>
          <w:rFonts w:eastAsia="SimSun"/>
          <w:lang w:eastAsia="de-DE"/>
        </w:rPr>
        <w:t xml:space="preserve">and actions </w:t>
      </w:r>
      <w:r w:rsidR="0038115E" w:rsidRPr="000D7863">
        <w:rPr>
          <w:rFonts w:eastAsia="SimSun"/>
          <w:lang w:eastAsia="de-DE"/>
        </w:rPr>
        <w:t xml:space="preserve">may </w:t>
      </w:r>
      <w:r>
        <w:rPr>
          <w:rFonts w:eastAsia="SimSun"/>
          <w:lang w:eastAsia="de-DE"/>
        </w:rPr>
        <w:t>stem from the monitoring.</w:t>
      </w:r>
    </w:p>
    <w:p w:rsidR="0038115E" w:rsidRPr="00774422" w:rsidRDefault="00774422" w:rsidP="0038115E">
      <w:pPr>
        <w:pStyle w:val="BodyText"/>
        <w:rPr>
          <w:rFonts w:eastAsia="SimSun"/>
          <w:b/>
          <w:lang w:eastAsia="de-DE"/>
        </w:rPr>
      </w:pPr>
      <w:r w:rsidRPr="00774422">
        <w:rPr>
          <w:rFonts w:eastAsia="SimSun"/>
          <w:b/>
          <w:lang w:eastAsia="de-DE"/>
        </w:rPr>
        <w:t>Year two</w:t>
      </w:r>
    </w:p>
    <w:p w:rsidR="0038115E" w:rsidRPr="00774422" w:rsidRDefault="0038115E" w:rsidP="0038115E">
      <w:pPr>
        <w:pStyle w:val="BodyText"/>
        <w:rPr>
          <w:rFonts w:eastAsia="SimSun"/>
          <w:lang w:eastAsia="de-DE"/>
        </w:rPr>
      </w:pPr>
      <w:r w:rsidRPr="00774422">
        <w:rPr>
          <w:rFonts w:eastAsia="SimSun"/>
          <w:lang w:eastAsia="de-DE"/>
        </w:rPr>
        <w:t>The second year</w:t>
      </w:r>
      <w:r w:rsidR="00774422" w:rsidRPr="00774422">
        <w:rPr>
          <w:rFonts w:eastAsia="SimSun"/>
          <w:lang w:eastAsia="de-DE"/>
        </w:rPr>
        <w:t xml:space="preserve"> follows a similar process to year one with some modifications.</w:t>
      </w:r>
      <w:r w:rsidRPr="00774422">
        <w:rPr>
          <w:rFonts w:eastAsia="SimSun"/>
          <w:lang w:eastAsia="de-DE"/>
        </w:rPr>
        <w:t xml:space="preserve"> </w:t>
      </w:r>
    </w:p>
    <w:p w:rsidR="0038115E" w:rsidRPr="00774422" w:rsidRDefault="0038115E" w:rsidP="0038115E">
      <w:pPr>
        <w:pStyle w:val="BodyText"/>
        <w:rPr>
          <w:rFonts w:eastAsia="SimSun"/>
          <w:lang w:eastAsia="de-DE"/>
        </w:rPr>
      </w:pPr>
      <w:r w:rsidRPr="00774422">
        <w:rPr>
          <w:rFonts w:eastAsia="SimSun"/>
          <w:lang w:eastAsia="de-DE"/>
        </w:rPr>
        <w:t xml:space="preserve">In </w:t>
      </w:r>
      <w:r w:rsidR="00774422" w:rsidRPr="00774422">
        <w:rPr>
          <w:rFonts w:eastAsia="SimSun"/>
          <w:lang w:eastAsia="de-DE"/>
        </w:rPr>
        <w:t>the second year, the VTSO engages in additional personal development activities.</w:t>
      </w:r>
      <w:r w:rsidRPr="00774422">
        <w:rPr>
          <w:rFonts w:eastAsia="SimSun"/>
          <w:lang w:eastAsia="de-DE"/>
        </w:rPr>
        <w:t xml:space="preserve"> This</w:t>
      </w:r>
      <w:r w:rsidR="00774422" w:rsidRPr="00774422">
        <w:rPr>
          <w:rFonts w:eastAsia="SimSun"/>
          <w:lang w:eastAsia="de-DE"/>
        </w:rPr>
        <w:t xml:space="preserve"> involves the VTSO selecting and agreeing with the VTS Authority an</w:t>
      </w:r>
      <w:r w:rsidRPr="00774422">
        <w:rPr>
          <w:rFonts w:eastAsia="SimSun"/>
          <w:lang w:eastAsia="de-DE"/>
        </w:rPr>
        <w:t xml:space="preserve"> activity which will improve </w:t>
      </w:r>
      <w:r w:rsidR="00774422" w:rsidRPr="00774422">
        <w:rPr>
          <w:rFonts w:eastAsia="SimSun"/>
          <w:lang w:eastAsia="de-DE"/>
        </w:rPr>
        <w:t>their</w:t>
      </w:r>
      <w:r w:rsidRPr="00774422">
        <w:rPr>
          <w:rFonts w:eastAsia="SimSun"/>
          <w:lang w:eastAsia="de-DE"/>
        </w:rPr>
        <w:t xml:space="preserve"> performa</w:t>
      </w:r>
      <w:r w:rsidR="00774422" w:rsidRPr="00774422">
        <w:rPr>
          <w:rFonts w:eastAsia="SimSun"/>
          <w:lang w:eastAsia="de-DE"/>
        </w:rPr>
        <w:t>nce. This part of the training is to emphasise and stress the VTSO</w:t>
      </w:r>
      <w:r w:rsidRPr="00774422">
        <w:rPr>
          <w:rFonts w:eastAsia="SimSun"/>
          <w:lang w:eastAsia="de-DE"/>
        </w:rPr>
        <w:t>s own</w:t>
      </w:r>
      <w:r w:rsidR="00774422" w:rsidRPr="00774422">
        <w:rPr>
          <w:rFonts w:eastAsia="SimSun"/>
          <w:lang w:eastAsia="de-DE"/>
        </w:rPr>
        <w:t xml:space="preserve"> personal responsibility for their</w:t>
      </w:r>
      <w:r w:rsidRPr="00774422">
        <w:rPr>
          <w:rFonts w:eastAsia="SimSun"/>
          <w:lang w:eastAsia="de-DE"/>
        </w:rPr>
        <w:t xml:space="preserve"> proficiency</w:t>
      </w:r>
      <w:r w:rsidR="00774422" w:rsidRPr="00774422">
        <w:rPr>
          <w:rFonts w:eastAsia="SimSun"/>
          <w:lang w:eastAsia="de-DE"/>
        </w:rPr>
        <w:t xml:space="preserve"> and continual professional development</w:t>
      </w:r>
      <w:r w:rsidRPr="00774422">
        <w:rPr>
          <w:rFonts w:eastAsia="SimSun"/>
          <w:lang w:eastAsia="de-DE"/>
        </w:rPr>
        <w:t xml:space="preserve">. </w:t>
      </w:r>
      <w:r w:rsidR="00774422" w:rsidRPr="00774422">
        <w:rPr>
          <w:rFonts w:eastAsia="SimSun"/>
          <w:lang w:eastAsia="de-DE"/>
        </w:rPr>
        <w:t xml:space="preserve">Such activities may include </w:t>
      </w:r>
      <w:r w:rsidRPr="00774422">
        <w:rPr>
          <w:rFonts w:eastAsia="SimSun"/>
          <w:lang w:eastAsia="de-DE"/>
        </w:rPr>
        <w:t>an individual</w:t>
      </w:r>
      <w:r w:rsidR="00774422" w:rsidRPr="00774422">
        <w:rPr>
          <w:rFonts w:eastAsia="SimSun"/>
          <w:lang w:eastAsia="de-DE"/>
        </w:rPr>
        <w:t>/t</w:t>
      </w:r>
      <w:r w:rsidRPr="00774422">
        <w:rPr>
          <w:rFonts w:eastAsia="SimSun"/>
          <w:lang w:eastAsia="de-DE"/>
        </w:rPr>
        <w:t xml:space="preserve">ailor made simulator session, theory update, </w:t>
      </w:r>
      <w:r w:rsidR="00774422" w:rsidRPr="00774422">
        <w:rPr>
          <w:rFonts w:eastAsia="SimSun"/>
          <w:lang w:eastAsia="de-DE"/>
        </w:rPr>
        <w:t xml:space="preserve">additional </w:t>
      </w:r>
      <w:r w:rsidRPr="00774422">
        <w:rPr>
          <w:rFonts w:eastAsia="SimSun"/>
          <w:lang w:eastAsia="de-DE"/>
        </w:rPr>
        <w:t xml:space="preserve">course, inter-colleague assessment or any </w:t>
      </w:r>
      <w:r w:rsidR="00774422" w:rsidRPr="00774422">
        <w:rPr>
          <w:rFonts w:eastAsia="SimSun"/>
          <w:lang w:eastAsia="de-DE"/>
        </w:rPr>
        <w:t>other activity which adds to their continual</w:t>
      </w:r>
      <w:r w:rsidRPr="00774422">
        <w:rPr>
          <w:rFonts w:eastAsia="SimSun"/>
          <w:lang w:eastAsia="de-DE"/>
        </w:rPr>
        <w:t xml:space="preserve"> professional development. </w:t>
      </w:r>
    </w:p>
    <w:p w:rsidR="0038115E" w:rsidRPr="00774422" w:rsidRDefault="00774422" w:rsidP="0038115E">
      <w:pPr>
        <w:pStyle w:val="BodyText"/>
        <w:rPr>
          <w:rFonts w:eastAsia="SimSun"/>
          <w:b/>
          <w:lang w:eastAsia="de-DE"/>
        </w:rPr>
      </w:pPr>
      <w:r w:rsidRPr="00774422">
        <w:rPr>
          <w:rFonts w:eastAsia="SimSun"/>
          <w:b/>
          <w:lang w:eastAsia="de-DE"/>
        </w:rPr>
        <w:t>Year three</w:t>
      </w:r>
    </w:p>
    <w:p w:rsidR="00774422" w:rsidRPr="00774422" w:rsidRDefault="00774422" w:rsidP="00774422">
      <w:pPr>
        <w:pStyle w:val="BodyText"/>
        <w:rPr>
          <w:rFonts w:eastAsia="SimSun"/>
          <w:lang w:eastAsia="de-DE"/>
        </w:rPr>
      </w:pPr>
      <w:r w:rsidRPr="00774422">
        <w:rPr>
          <w:rFonts w:eastAsia="SimSun"/>
          <w:lang w:eastAsia="de-DE"/>
        </w:rPr>
        <w:t xml:space="preserve">The second year follows a similar process to year one with some modifications. </w:t>
      </w:r>
    </w:p>
    <w:p w:rsidR="0038115E" w:rsidRPr="0038115E" w:rsidRDefault="00774422" w:rsidP="0038115E">
      <w:pPr>
        <w:pStyle w:val="BodyText"/>
        <w:rPr>
          <w:rFonts w:eastAsia="SimSun"/>
          <w:lang w:eastAsia="de-DE"/>
        </w:rPr>
      </w:pPr>
      <w:r w:rsidRPr="00774422">
        <w:rPr>
          <w:rFonts w:eastAsia="SimSun"/>
          <w:lang w:eastAsia="de-DE"/>
        </w:rPr>
        <w:t xml:space="preserve">In the third year, the VTSO undertakes an additional period of simulator training focussing on specific areas in detail. This may include emergency situations. </w:t>
      </w:r>
    </w:p>
    <w:p w:rsidR="0038115E" w:rsidRPr="00774422" w:rsidRDefault="00774422" w:rsidP="0038115E">
      <w:pPr>
        <w:rPr>
          <w:rFonts w:eastAsia="SimSun"/>
          <w:b/>
          <w:lang w:eastAsia="de-DE"/>
        </w:rPr>
      </w:pPr>
      <w:r w:rsidRPr="00774422">
        <w:rPr>
          <w:rFonts w:eastAsia="SimSun"/>
          <w:b/>
          <w:lang w:eastAsia="de-DE"/>
        </w:rPr>
        <w:t>Proficiency Check</w:t>
      </w:r>
    </w:p>
    <w:p w:rsidR="00774422" w:rsidRPr="0038115E" w:rsidRDefault="00774422" w:rsidP="0038115E">
      <w:pPr>
        <w:rPr>
          <w:rFonts w:eastAsia="SimSun"/>
          <w:lang w:eastAsia="de-DE"/>
        </w:rPr>
      </w:pPr>
    </w:p>
    <w:p w:rsidR="0038115E" w:rsidRDefault="0038115E" w:rsidP="00AC4542">
      <w:pPr>
        <w:pStyle w:val="BodyText"/>
        <w:rPr>
          <w:rFonts w:eastAsia="SimSun"/>
          <w:lang w:eastAsia="de-DE"/>
        </w:rPr>
      </w:pPr>
      <w:r w:rsidRPr="00CF52DE">
        <w:rPr>
          <w:rFonts w:eastAsia="SimSun"/>
          <w:lang w:eastAsia="de-DE"/>
        </w:rPr>
        <w:t>At least once every three years a prof</w:t>
      </w:r>
      <w:r w:rsidR="00CF52DE" w:rsidRPr="00CF52DE">
        <w:rPr>
          <w:rFonts w:eastAsia="SimSun"/>
          <w:lang w:eastAsia="de-DE"/>
        </w:rPr>
        <w:t>iciency check (</w:t>
      </w:r>
      <w:proofErr w:type="spellStart"/>
      <w:r w:rsidR="00CF52DE" w:rsidRPr="00CF52DE">
        <w:rPr>
          <w:rFonts w:eastAsia="SimSun"/>
          <w:lang w:eastAsia="de-DE"/>
        </w:rPr>
        <w:t>profcheck</w:t>
      </w:r>
      <w:proofErr w:type="spellEnd"/>
      <w:r w:rsidR="00CF52DE" w:rsidRPr="00CF52DE">
        <w:rPr>
          <w:rFonts w:eastAsia="SimSun"/>
          <w:lang w:eastAsia="de-DE"/>
        </w:rPr>
        <w:t>) should be</w:t>
      </w:r>
      <w:r w:rsidRPr="00CF52DE">
        <w:rPr>
          <w:rFonts w:eastAsia="SimSun"/>
          <w:lang w:eastAsia="de-DE"/>
        </w:rPr>
        <w:t xml:space="preserve"> conducted. The </w:t>
      </w:r>
      <w:r w:rsidR="00CF52DE" w:rsidRPr="00CF52DE">
        <w:rPr>
          <w:rFonts w:eastAsia="SimSun"/>
          <w:lang w:eastAsia="de-DE"/>
        </w:rPr>
        <w:t xml:space="preserve">aim of the </w:t>
      </w:r>
      <w:proofErr w:type="spellStart"/>
      <w:r w:rsidRPr="00CF52DE">
        <w:rPr>
          <w:rFonts w:eastAsia="SimSun"/>
          <w:lang w:eastAsia="de-DE"/>
        </w:rPr>
        <w:t>profcheck</w:t>
      </w:r>
      <w:proofErr w:type="spellEnd"/>
      <w:r w:rsidRPr="00CF52DE">
        <w:rPr>
          <w:rFonts w:eastAsia="SimSun"/>
          <w:lang w:eastAsia="de-DE"/>
        </w:rPr>
        <w:t xml:space="preserve"> is to demonstrate the level of competence of the VTSO, measured by an independent examiner</w:t>
      </w:r>
      <w:r w:rsidR="00CF52DE" w:rsidRPr="00CF52DE">
        <w:rPr>
          <w:rFonts w:eastAsia="SimSun"/>
          <w:lang w:eastAsia="de-DE"/>
        </w:rPr>
        <w:t>/assessor</w:t>
      </w:r>
      <w:r w:rsidRPr="00CF52DE">
        <w:rPr>
          <w:rFonts w:eastAsia="SimSun"/>
          <w:lang w:eastAsia="de-DE"/>
        </w:rPr>
        <w:t xml:space="preserve"> </w:t>
      </w:r>
      <w:r w:rsidR="00CF52DE" w:rsidRPr="00CF52DE">
        <w:rPr>
          <w:rFonts w:eastAsia="SimSun"/>
          <w:lang w:eastAsia="de-DE"/>
        </w:rPr>
        <w:t>(not being their</w:t>
      </w:r>
      <w:r w:rsidRPr="00CF52DE">
        <w:rPr>
          <w:rFonts w:eastAsia="SimSun"/>
          <w:lang w:eastAsia="de-DE"/>
        </w:rPr>
        <w:t xml:space="preserve"> coach). The </w:t>
      </w:r>
      <w:proofErr w:type="spellStart"/>
      <w:r w:rsidRPr="00CF52DE">
        <w:rPr>
          <w:rFonts w:eastAsia="SimSun"/>
          <w:lang w:eastAsia="de-DE"/>
        </w:rPr>
        <w:t>profcheck</w:t>
      </w:r>
      <w:proofErr w:type="spellEnd"/>
      <w:r w:rsidRPr="00CF52DE">
        <w:rPr>
          <w:rFonts w:eastAsia="SimSun"/>
          <w:lang w:eastAsia="de-DE"/>
        </w:rPr>
        <w:t xml:space="preserve"> is a formal and standardised asse</w:t>
      </w:r>
      <w:r w:rsidR="00CF52DE" w:rsidRPr="00CF52DE">
        <w:rPr>
          <w:rFonts w:eastAsia="SimSun"/>
          <w:lang w:eastAsia="de-DE"/>
        </w:rPr>
        <w:t>ssment to determine the level of</w:t>
      </w:r>
      <w:r w:rsidRPr="00CF52DE">
        <w:rPr>
          <w:rFonts w:eastAsia="SimSun"/>
          <w:lang w:eastAsia="de-DE"/>
        </w:rPr>
        <w:t xml:space="preserve"> competence. The result of this </w:t>
      </w:r>
      <w:proofErr w:type="spellStart"/>
      <w:r w:rsidR="00CF52DE" w:rsidRPr="00CF52DE">
        <w:rPr>
          <w:rFonts w:eastAsia="SimSun"/>
          <w:lang w:eastAsia="de-DE"/>
        </w:rPr>
        <w:t>profcheck</w:t>
      </w:r>
      <w:proofErr w:type="spellEnd"/>
      <w:r w:rsidR="00CF52DE" w:rsidRPr="00CF52DE">
        <w:rPr>
          <w:rFonts w:eastAsia="SimSun"/>
          <w:lang w:eastAsia="de-DE"/>
        </w:rPr>
        <w:t xml:space="preserve"> is provided</w:t>
      </w:r>
      <w:r w:rsidRPr="00CF52DE">
        <w:rPr>
          <w:rFonts w:eastAsia="SimSun"/>
          <w:lang w:eastAsia="de-DE"/>
        </w:rPr>
        <w:t xml:space="preserve"> to the VTS</w:t>
      </w:r>
      <w:r w:rsidR="00CF52DE" w:rsidRPr="00CF52DE">
        <w:rPr>
          <w:rFonts w:eastAsia="SimSun"/>
          <w:lang w:eastAsia="de-DE"/>
        </w:rPr>
        <w:t xml:space="preserve"> A</w:t>
      </w:r>
      <w:r w:rsidRPr="00CF52DE">
        <w:rPr>
          <w:rFonts w:eastAsia="SimSun"/>
          <w:lang w:eastAsia="de-DE"/>
        </w:rPr>
        <w:t xml:space="preserve">uthority as a conclusion. The outcome </w:t>
      </w:r>
      <w:r w:rsidR="00CF52DE" w:rsidRPr="00CF52DE">
        <w:rPr>
          <w:rFonts w:eastAsia="SimSun"/>
          <w:lang w:eastAsia="de-DE"/>
        </w:rPr>
        <w:t xml:space="preserve">of the </w:t>
      </w:r>
      <w:proofErr w:type="spellStart"/>
      <w:r w:rsidR="00CF52DE" w:rsidRPr="00CF52DE">
        <w:rPr>
          <w:rFonts w:eastAsia="SimSun"/>
          <w:lang w:eastAsia="de-DE"/>
        </w:rPr>
        <w:t>profcheck</w:t>
      </w:r>
      <w:proofErr w:type="spellEnd"/>
      <w:r w:rsidR="00CF52DE" w:rsidRPr="00CF52DE">
        <w:rPr>
          <w:rFonts w:eastAsia="SimSun"/>
          <w:lang w:eastAsia="de-DE"/>
        </w:rPr>
        <w:t xml:space="preserve"> </w:t>
      </w:r>
      <w:r w:rsidRPr="00CF52DE">
        <w:rPr>
          <w:rFonts w:eastAsia="SimSun"/>
          <w:lang w:eastAsia="de-DE"/>
        </w:rPr>
        <w:t>does not have an immediate effect on the career of the VTSO</w:t>
      </w:r>
      <w:r w:rsidR="00CF52DE" w:rsidRPr="00CF52DE">
        <w:rPr>
          <w:rFonts w:eastAsia="SimSun"/>
          <w:lang w:eastAsia="de-DE"/>
        </w:rPr>
        <w:t xml:space="preserve"> but it may influence the need for a training needs analysis</w:t>
      </w:r>
      <w:r w:rsidRPr="00CF52DE">
        <w:rPr>
          <w:rFonts w:eastAsia="SimSun"/>
          <w:lang w:eastAsia="de-DE"/>
        </w:rPr>
        <w:t xml:space="preserve">. It is highly recommended that the VTSO has at least one appraisal interview </w:t>
      </w:r>
      <w:r w:rsidR="00CF52DE" w:rsidRPr="00CF52DE">
        <w:rPr>
          <w:rFonts w:eastAsia="SimSun"/>
          <w:lang w:eastAsia="de-DE"/>
        </w:rPr>
        <w:t xml:space="preserve">a year </w:t>
      </w:r>
      <w:r w:rsidRPr="00CF52DE">
        <w:rPr>
          <w:rFonts w:eastAsia="SimSun"/>
          <w:lang w:eastAsia="de-DE"/>
        </w:rPr>
        <w:t xml:space="preserve">with VTS management. The outcome of the </w:t>
      </w:r>
      <w:proofErr w:type="spellStart"/>
      <w:r w:rsidRPr="00CF52DE">
        <w:rPr>
          <w:rFonts w:eastAsia="SimSun"/>
          <w:lang w:eastAsia="de-DE"/>
        </w:rPr>
        <w:t>profcheck</w:t>
      </w:r>
      <w:proofErr w:type="spellEnd"/>
      <w:r w:rsidRPr="00CF52DE">
        <w:rPr>
          <w:rFonts w:eastAsia="SimSun"/>
          <w:lang w:eastAsia="de-DE"/>
        </w:rPr>
        <w:t xml:space="preserve"> should be an integral part of this appraisal interview. </w:t>
      </w:r>
      <w:r w:rsidR="00CF52DE" w:rsidRPr="00CF52DE">
        <w:rPr>
          <w:rFonts w:eastAsia="SimSun"/>
          <w:lang w:eastAsia="de-DE"/>
        </w:rPr>
        <w:t>As a result, the responsibility for the continued professional development of current VTSOs lies with the VTS Authority</w:t>
      </w:r>
      <w:r w:rsidRPr="00CF52DE">
        <w:rPr>
          <w:rFonts w:eastAsia="SimSun"/>
          <w:lang w:eastAsia="de-DE"/>
        </w:rPr>
        <w:t>.</w:t>
      </w:r>
    </w:p>
    <w:p w:rsidR="003B6A0B" w:rsidRDefault="003B6A0B" w:rsidP="00AC4542">
      <w:pPr>
        <w:pStyle w:val="BodyText"/>
        <w:rPr>
          <w:rFonts w:eastAsia="SimSun"/>
          <w:lang w:eastAsia="de-DE"/>
        </w:rPr>
      </w:pPr>
    </w:p>
    <w:p w:rsidR="003B6A0B" w:rsidRDefault="003B6A0B" w:rsidP="00AC4542">
      <w:pPr>
        <w:pStyle w:val="BodyText"/>
        <w:rPr>
          <w:rFonts w:eastAsia="SimSun"/>
          <w:lang w:eastAsia="de-DE"/>
        </w:rPr>
      </w:pPr>
    </w:p>
    <w:p w:rsidR="003B6A0B" w:rsidRDefault="003B6A0B" w:rsidP="00AC4542">
      <w:pPr>
        <w:pStyle w:val="BodyText"/>
        <w:rPr>
          <w:rFonts w:eastAsia="SimSun"/>
          <w:lang w:eastAsia="de-DE"/>
        </w:rPr>
      </w:pPr>
    </w:p>
    <w:p w:rsidR="003B6A0B" w:rsidRDefault="003B6A0B" w:rsidP="00AC4542">
      <w:pPr>
        <w:pStyle w:val="BodyText"/>
        <w:rPr>
          <w:rFonts w:eastAsia="SimSun"/>
          <w:lang w:eastAsia="de-DE"/>
        </w:rPr>
      </w:pPr>
    </w:p>
    <w:p w:rsidR="003B6A0B" w:rsidRPr="00CF52DE" w:rsidRDefault="003B6A0B" w:rsidP="00AC4542">
      <w:pPr>
        <w:pStyle w:val="BodyText"/>
        <w:rPr>
          <w:rFonts w:eastAsia="SimSun"/>
          <w:lang w:val="en-US" w:eastAsia="de-DE"/>
        </w:rPr>
      </w:pPr>
    </w:p>
    <w:p w:rsidR="0038115E" w:rsidRPr="003B6A0B" w:rsidRDefault="003B6A0B" w:rsidP="00AC4542">
      <w:pPr>
        <w:pStyle w:val="BodyText"/>
        <w:rPr>
          <w:rFonts w:eastAsia="SimSun"/>
          <w:lang w:val="en-US" w:eastAsia="de-DE"/>
        </w:rPr>
      </w:pPr>
      <w:r w:rsidRPr="003B6A0B">
        <w:rPr>
          <w:rFonts w:eastAsia="SimSun"/>
          <w:lang w:val="en-US" w:eastAsia="de-DE"/>
        </w:rPr>
        <w:lastRenderedPageBreak/>
        <w:t>This sample programme of recurrent training is summarized in the following table:</w:t>
      </w:r>
    </w:p>
    <w:p w:rsidR="007B7889" w:rsidRPr="00DE284E" w:rsidRDefault="007B7889" w:rsidP="0038115E">
      <w:pPr>
        <w:rPr>
          <w:rFonts w:eastAsia="SimSun"/>
          <w:lang w:eastAsia="de-DE"/>
        </w:rPr>
      </w:pPr>
    </w:p>
    <w:p w:rsidR="00E133B0" w:rsidRPr="00E133B0" w:rsidRDefault="00E133B0" w:rsidP="00E133B0">
      <w:pPr>
        <w:rPr>
          <w:lang w:eastAsia="de-DE"/>
        </w:rPr>
      </w:pPr>
    </w:p>
    <w:bookmarkStart w:id="100" w:name="_Toc408737315"/>
    <w:bookmarkStart w:id="101" w:name="_Toc408737347"/>
    <w:bookmarkEnd w:id="18"/>
    <w:bookmarkEnd w:id="19"/>
    <w:bookmarkEnd w:id="20"/>
    <w:bookmarkEnd w:id="21"/>
    <w:p w:rsidR="003B6A0B" w:rsidRDefault="003B6A0B" w:rsidP="00EA6FDD">
      <w:r w:rsidRPr="0038115E">
        <w:rPr>
          <w:rFonts w:eastAsia="SimSun"/>
          <w:noProof/>
          <w:lang w:val="nl-NL" w:eastAsia="nl-NL"/>
        </w:rPr>
        <mc:AlternateContent>
          <mc:Choice Requires="wpg">
            <w:drawing>
              <wp:inline distT="0" distB="0" distL="0" distR="0" wp14:anchorId="7E790D1C" wp14:editId="04F8E65C">
                <wp:extent cx="4852670" cy="4550410"/>
                <wp:effectExtent l="57150" t="0" r="100330" b="116840"/>
                <wp:docPr id="294" name="Groeperen 326"/>
                <wp:cNvGraphicFramePr/>
                <a:graphic xmlns:a="http://schemas.openxmlformats.org/drawingml/2006/main">
                  <a:graphicData uri="http://schemas.microsoft.com/office/word/2010/wordprocessingGroup">
                    <wpg:wgp>
                      <wpg:cNvGrpSpPr/>
                      <wpg:grpSpPr>
                        <a:xfrm>
                          <a:off x="0" y="0"/>
                          <a:ext cx="4852670" cy="4550410"/>
                          <a:chOff x="0" y="0"/>
                          <a:chExt cx="4852670" cy="4550410"/>
                        </a:xfrm>
                      </wpg:grpSpPr>
                      <wpg:grpSp>
                        <wpg:cNvPr id="295" name="Groeperen 322"/>
                        <wpg:cNvGrpSpPr/>
                        <wpg:grpSpPr>
                          <a:xfrm>
                            <a:off x="0" y="549910"/>
                            <a:ext cx="4852670" cy="4000500"/>
                            <a:chOff x="0" y="0"/>
                            <a:chExt cx="4852670" cy="4000500"/>
                          </a:xfrm>
                        </wpg:grpSpPr>
                        <wps:wsp>
                          <wps:cNvPr id="296" name="Rechthoek 18"/>
                          <wps:cNvSpPr/>
                          <wps:spPr>
                            <a:xfrm>
                              <a:off x="0" y="0"/>
                              <a:ext cx="1606550" cy="800100"/>
                            </a:xfrm>
                            <a:prstGeom prst="rect">
                              <a:avLst/>
                            </a:prstGeom>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rsidR="007F43ED" w:rsidRDefault="007F43ED" w:rsidP="003B6A0B">
                                <w:pPr>
                                  <w:jc w:val="center"/>
                                </w:pPr>
                                <w:r>
                                  <w:t>SIM TRAINING</w:t>
                                </w:r>
                              </w:p>
                              <w:p w:rsidR="007F43ED" w:rsidRDefault="007F43ED" w:rsidP="003B6A0B">
                                <w:pPr>
                                  <w:jc w:val="center"/>
                                </w:pPr>
                                <w:r>
                                  <w:t>NON-ROUTINE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Rechthoek 21"/>
                          <wps:cNvSpPr/>
                          <wps:spPr>
                            <a:xfrm>
                              <a:off x="1606550" y="0"/>
                              <a:ext cx="1606550" cy="800100"/>
                            </a:xfrm>
                            <a:prstGeom prst="rect">
                              <a:avLst/>
                            </a:prstGeom>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rsidR="007F43ED" w:rsidRDefault="007F43ED" w:rsidP="003B6A0B">
                                <w:pPr>
                                  <w:jc w:val="center"/>
                                </w:pPr>
                                <w:r>
                                  <w:t>PERSONAL DEVELOPMENT / SIM TRAINING</w:t>
                                </w:r>
                              </w:p>
                              <w:p w:rsidR="007F43ED" w:rsidRDefault="007F43ED" w:rsidP="003B6A0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Rechthoek 28"/>
                          <wps:cNvSpPr/>
                          <wps:spPr>
                            <a:xfrm>
                              <a:off x="3229610" y="0"/>
                              <a:ext cx="1606550" cy="800100"/>
                            </a:xfrm>
                            <a:prstGeom prst="rect">
                              <a:avLst/>
                            </a:prstGeom>
                            <a:scene3d>
                              <a:camera prst="orthographicFront"/>
                              <a:lightRig rig="threePt" dir="t"/>
                            </a:scene3d>
                            <a:sp3d>
                              <a:bevelT/>
                            </a:sp3d>
                          </wps:spPr>
                          <wps:style>
                            <a:lnRef idx="1">
                              <a:schemeClr val="accent5"/>
                            </a:lnRef>
                            <a:fillRef idx="2">
                              <a:schemeClr val="accent5"/>
                            </a:fillRef>
                            <a:effectRef idx="1">
                              <a:schemeClr val="accent5"/>
                            </a:effectRef>
                            <a:fontRef idx="minor">
                              <a:schemeClr val="dk1"/>
                            </a:fontRef>
                          </wps:style>
                          <wps:txbx>
                            <w:txbxContent>
                              <w:p w:rsidR="007F43ED" w:rsidRDefault="007F43ED" w:rsidP="003B6A0B">
                                <w:pPr>
                                  <w:jc w:val="center"/>
                                </w:pPr>
                                <w:r>
                                  <w:t xml:space="preserve">SIM TRAINING </w:t>
                                </w:r>
                              </w:p>
                              <w:p w:rsidR="007F43ED" w:rsidRDefault="007F43ED" w:rsidP="003B6A0B">
                                <w:pPr>
                                  <w:jc w:val="center"/>
                                </w:pPr>
                                <w:r>
                                  <w:t>INCIDENT</w:t>
                                </w:r>
                              </w:p>
                              <w:p w:rsidR="007F43ED" w:rsidRDefault="007F43ED" w:rsidP="003B6A0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 name="Rechthoek 29"/>
                          <wps:cNvSpPr/>
                          <wps:spPr>
                            <a:xfrm>
                              <a:off x="0" y="800100"/>
                              <a:ext cx="1606550" cy="800100"/>
                            </a:xfrm>
                            <a:prstGeom prst="rect">
                              <a:avLst/>
                            </a:prstGeom>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rsidR="007F43ED" w:rsidRDefault="007F43ED" w:rsidP="003B6A0B">
                                <w:pPr>
                                  <w:jc w:val="center"/>
                                </w:pPr>
                                <w:r>
                                  <w:t xml:space="preserve">THEORY </w:t>
                                </w:r>
                              </w:p>
                              <w:p w:rsidR="007F43ED" w:rsidRDefault="007F43ED" w:rsidP="003B6A0B">
                                <w:pPr>
                                  <w:jc w:val="center"/>
                                </w:pPr>
                                <w:r>
                                  <w:t>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Rechthoek 300"/>
                          <wps:cNvSpPr/>
                          <wps:spPr>
                            <a:xfrm>
                              <a:off x="1606550" y="800100"/>
                              <a:ext cx="1606550" cy="800100"/>
                            </a:xfrm>
                            <a:prstGeom prst="rect">
                              <a:avLst/>
                            </a:prstGeom>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rsidR="007F43ED" w:rsidRDefault="007F43ED" w:rsidP="003B6A0B">
                                <w:pPr>
                                  <w:jc w:val="center"/>
                                </w:pPr>
                                <w:r>
                                  <w:t xml:space="preserve">THEORY </w:t>
                                </w:r>
                              </w:p>
                              <w:p w:rsidR="007F43ED" w:rsidRDefault="007F43ED" w:rsidP="003B6A0B">
                                <w:pPr>
                                  <w:jc w:val="center"/>
                                </w:pPr>
                                <w:r>
                                  <w:t>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4" name="Rechthoek 301"/>
                          <wps:cNvSpPr/>
                          <wps:spPr>
                            <a:xfrm>
                              <a:off x="3229610" y="800100"/>
                              <a:ext cx="1606550" cy="800100"/>
                            </a:xfrm>
                            <a:prstGeom prst="rect">
                              <a:avLst/>
                            </a:prstGeom>
                            <a:scene3d>
                              <a:camera prst="orthographicFront"/>
                              <a:lightRig rig="threePt" dir="t"/>
                            </a:scene3d>
                            <a:sp3d>
                              <a:bevelT/>
                            </a:sp3d>
                          </wps:spPr>
                          <wps:style>
                            <a:lnRef idx="1">
                              <a:schemeClr val="accent3"/>
                            </a:lnRef>
                            <a:fillRef idx="2">
                              <a:schemeClr val="accent3"/>
                            </a:fillRef>
                            <a:effectRef idx="1">
                              <a:schemeClr val="accent3"/>
                            </a:effectRef>
                            <a:fontRef idx="minor">
                              <a:schemeClr val="dk1"/>
                            </a:fontRef>
                          </wps:style>
                          <wps:txbx>
                            <w:txbxContent>
                              <w:p w:rsidR="007F43ED" w:rsidRDefault="007F43ED" w:rsidP="003B6A0B">
                                <w:pPr>
                                  <w:jc w:val="center"/>
                                </w:pPr>
                                <w:r>
                                  <w:t>THEORY</w:t>
                                </w:r>
                              </w:p>
                              <w:p w:rsidR="007F43ED" w:rsidRDefault="007F43ED" w:rsidP="003B6A0B">
                                <w:pPr>
                                  <w:jc w:val="center"/>
                                </w:pPr>
                                <w:r>
                                  <w:t>UPDATE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Rechthoek 302"/>
                          <wps:cNvSpPr/>
                          <wps:spPr>
                            <a:xfrm>
                              <a:off x="0" y="1600200"/>
                              <a:ext cx="1606550" cy="800100"/>
                            </a:xfrm>
                            <a:prstGeom prst="rect">
                              <a:avLst/>
                            </a:prstGeom>
                            <a:scene3d>
                              <a:camera prst="orthographicFront"/>
                              <a:lightRig rig="threePt" dir="t"/>
                            </a:scene3d>
                            <a:sp3d>
                              <a:bevelT/>
                            </a:sp3d>
                          </wps:spPr>
                          <wps:style>
                            <a:lnRef idx="1">
                              <a:schemeClr val="accent2"/>
                            </a:lnRef>
                            <a:fillRef idx="2">
                              <a:schemeClr val="accent2"/>
                            </a:fillRef>
                            <a:effectRef idx="1">
                              <a:schemeClr val="accent2"/>
                            </a:effectRef>
                            <a:fontRef idx="minor">
                              <a:schemeClr val="dk1"/>
                            </a:fontRef>
                          </wps:style>
                          <wps:txbx>
                            <w:txbxContent>
                              <w:p w:rsidR="007F43ED" w:rsidRDefault="007F43ED" w:rsidP="003B6A0B">
                                <w:pPr>
                                  <w:jc w:val="center"/>
                                </w:pPr>
                                <w:r>
                                  <w:t>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Rechthoek 313"/>
                          <wps:cNvSpPr/>
                          <wps:spPr>
                            <a:xfrm>
                              <a:off x="1606550" y="1600200"/>
                              <a:ext cx="1606550" cy="800100"/>
                            </a:xfrm>
                            <a:prstGeom prst="rect">
                              <a:avLst/>
                            </a:prstGeom>
                            <a:scene3d>
                              <a:camera prst="orthographicFront"/>
                              <a:lightRig rig="threePt" dir="t"/>
                            </a:scene3d>
                            <a:sp3d>
                              <a:bevelT/>
                            </a:sp3d>
                          </wps:spPr>
                          <wps:style>
                            <a:lnRef idx="1">
                              <a:schemeClr val="accent2"/>
                            </a:lnRef>
                            <a:fillRef idx="2">
                              <a:schemeClr val="accent2"/>
                            </a:fillRef>
                            <a:effectRef idx="1">
                              <a:schemeClr val="accent2"/>
                            </a:effectRef>
                            <a:fontRef idx="minor">
                              <a:schemeClr val="dk1"/>
                            </a:fontRef>
                          </wps:style>
                          <wps:txbx>
                            <w:txbxContent>
                              <w:p w:rsidR="007F43ED" w:rsidRDefault="007F43ED" w:rsidP="003B6A0B">
                                <w:pPr>
                                  <w:jc w:val="center"/>
                                </w:pPr>
                                <w:r>
                                  <w:t>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Rechthoek 314"/>
                          <wps:cNvSpPr/>
                          <wps:spPr>
                            <a:xfrm>
                              <a:off x="3229610" y="1600200"/>
                              <a:ext cx="1606550" cy="800100"/>
                            </a:xfrm>
                            <a:prstGeom prst="rect">
                              <a:avLst/>
                            </a:prstGeom>
                            <a:scene3d>
                              <a:camera prst="orthographicFront"/>
                              <a:lightRig rig="threePt" dir="t"/>
                            </a:scene3d>
                            <a:sp3d>
                              <a:bevelT/>
                            </a:sp3d>
                          </wps:spPr>
                          <wps:style>
                            <a:lnRef idx="1">
                              <a:schemeClr val="accent2"/>
                            </a:lnRef>
                            <a:fillRef idx="2">
                              <a:schemeClr val="accent2"/>
                            </a:fillRef>
                            <a:effectRef idx="1">
                              <a:schemeClr val="accent2"/>
                            </a:effectRef>
                            <a:fontRef idx="minor">
                              <a:schemeClr val="dk1"/>
                            </a:fontRef>
                          </wps:style>
                          <wps:txbx>
                            <w:txbxContent>
                              <w:p w:rsidR="007F43ED" w:rsidRDefault="007F43ED" w:rsidP="003B6A0B">
                                <w:pPr>
                                  <w:jc w:val="center"/>
                                </w:pPr>
                                <w:r>
                                  <w:t>PRACTICE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Rechthoek 315"/>
                          <wps:cNvSpPr/>
                          <wps:spPr>
                            <a:xfrm>
                              <a:off x="0" y="2400300"/>
                              <a:ext cx="1606550" cy="800100"/>
                            </a:xfrm>
                            <a:prstGeom prst="rect">
                              <a:avLst/>
                            </a:prstGeom>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rsidR="007F43ED" w:rsidRDefault="007F43ED" w:rsidP="003B6A0B">
                                <w:pPr>
                                  <w:jc w:val="center"/>
                                </w:pPr>
                                <w:r>
                                  <w:t>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Rechthoek 316"/>
                          <wps:cNvSpPr/>
                          <wps:spPr>
                            <a:xfrm>
                              <a:off x="1606550" y="2400300"/>
                              <a:ext cx="1606550" cy="800100"/>
                            </a:xfrm>
                            <a:prstGeom prst="rect">
                              <a:avLst/>
                            </a:prstGeom>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rsidR="007F43ED" w:rsidRDefault="007F43ED" w:rsidP="003B6A0B">
                                <w:pPr>
                                  <w:jc w:val="center"/>
                                </w:pPr>
                                <w:r>
                                  <w:t>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Rechthoek 317"/>
                          <wps:cNvSpPr/>
                          <wps:spPr>
                            <a:xfrm>
                              <a:off x="3229610" y="2400300"/>
                              <a:ext cx="1606550" cy="800100"/>
                            </a:xfrm>
                            <a:prstGeom prst="rect">
                              <a:avLst/>
                            </a:prstGeom>
                            <a:scene3d>
                              <a:camera prst="orthographicFront"/>
                              <a:lightRig rig="threePt" dir="t"/>
                            </a:scene3d>
                            <a:sp3d>
                              <a:bevelT/>
                            </a:sp3d>
                          </wps:spPr>
                          <wps:style>
                            <a:lnRef idx="1">
                              <a:schemeClr val="accent4"/>
                            </a:lnRef>
                            <a:fillRef idx="2">
                              <a:schemeClr val="accent4"/>
                            </a:fillRef>
                            <a:effectRef idx="1">
                              <a:schemeClr val="accent4"/>
                            </a:effectRef>
                            <a:fontRef idx="minor">
                              <a:schemeClr val="dk1"/>
                            </a:fontRef>
                          </wps:style>
                          <wps:txbx>
                            <w:txbxContent>
                              <w:p w:rsidR="007F43ED" w:rsidRDefault="007F43ED" w:rsidP="003B6A0B">
                                <w:pPr>
                                  <w:jc w:val="center"/>
                                </w:pPr>
                                <w:r>
                                  <w:t>MONITORING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Rechthoek 318"/>
                          <wps:cNvSpPr/>
                          <wps:spPr>
                            <a:xfrm>
                              <a:off x="0" y="3200400"/>
                              <a:ext cx="4852670" cy="800100"/>
                            </a:xfrm>
                            <a:prstGeom prst="rect">
                              <a:avLst/>
                            </a:prstGeom>
                            <a:scene3d>
                              <a:camera prst="orthographicFront"/>
                              <a:lightRig rig="threePt" dir="t"/>
                            </a:scene3d>
                            <a:sp3d>
                              <a:bevelT/>
                            </a:sp3d>
                          </wps:spPr>
                          <wps:style>
                            <a:lnRef idx="1">
                              <a:schemeClr val="accent6"/>
                            </a:lnRef>
                            <a:fillRef idx="2">
                              <a:schemeClr val="accent6"/>
                            </a:fillRef>
                            <a:effectRef idx="1">
                              <a:schemeClr val="accent6"/>
                            </a:effectRef>
                            <a:fontRef idx="minor">
                              <a:schemeClr val="dk1"/>
                            </a:fontRef>
                          </wps:style>
                          <wps:txbx>
                            <w:txbxContent>
                              <w:p w:rsidR="007F43ED" w:rsidRDefault="007F43ED" w:rsidP="003B6A0B">
                                <w:pPr>
                                  <w:jc w:val="center"/>
                                </w:pPr>
                                <w:r>
                                  <w:t>PROFCHECK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12" name="Tekstvak 323"/>
                        <wps:cNvSpPr txBox="1"/>
                        <wps:spPr>
                          <a:xfrm>
                            <a:off x="33020" y="0"/>
                            <a:ext cx="1536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F43ED" w:rsidRDefault="007F43ED" w:rsidP="003B6A0B">
                              <w:pPr>
                                <w:jc w:val="center"/>
                              </w:pPr>
                              <w:r>
                                <w:t>YEAR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0" name="Tekstvak 324"/>
                        <wps:cNvSpPr txBox="1"/>
                        <wps:spPr>
                          <a:xfrm>
                            <a:off x="1639570" y="0"/>
                            <a:ext cx="1536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F43ED" w:rsidRDefault="007F43ED" w:rsidP="003B6A0B">
                              <w:pPr>
                                <w:jc w:val="center"/>
                              </w:pPr>
                              <w:r>
                                <w:t>YEAR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6" name="Tekstvak 325"/>
                        <wps:cNvSpPr txBox="1"/>
                        <wps:spPr>
                          <a:xfrm>
                            <a:off x="3246120" y="0"/>
                            <a:ext cx="1536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7F43ED" w:rsidRDefault="007F43ED" w:rsidP="003B6A0B">
                              <w:pPr>
                                <w:jc w:val="center"/>
                              </w:pPr>
                              <w:r>
                                <w:t>YEAR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Groeperen 326" o:spid="_x0000_s1059" style="width:382.1pt;height:358.3pt;mso-position-horizontal-relative:char;mso-position-vertical-relative:line" coordsize="48526,45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">
                <v:group id="Groeperen 322" o:spid="_x0000_s1060" style="position:absolute;top:5499;width:48526;height:40005" coordsize="48526,40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rect id="Rechthoek 18" o:spid="_x0000_s1061" style="position:absolute;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yj0sQA&#10;AADcAAAADwAAAGRycy9kb3ducmV2LnhtbESPT4vCMBTE78J+h/AWvGmqiLjVKLKyIB7EP6teH82z&#10;LTYvJYm1fnuzsOBxmJnfMLNFayrRkPOlZQWDfgKCOLO65FzB7/GnNwHhA7LGyjIpeJKHxfyjM8NU&#10;2wfvqTmEXEQI+xQVFCHUqZQ+K8ig79uaOHpX6wyGKF0utcNHhJtKDpNkLA2WHBcKrOm7oOx2uBsF&#10;2/a8uVTeu1G9O2XLG6+atVkp1f1sl1MQgdrwDv+311rB8GsMf2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Mo9LEAAAA3A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7F43ED" w:rsidRDefault="007F43ED" w:rsidP="003B6A0B">
                          <w:pPr>
                            <w:jc w:val="center"/>
                          </w:pPr>
                          <w:r>
                            <w:t>SIM TRAINING</w:t>
                          </w:r>
                        </w:p>
                        <w:p w:rsidR="007F43ED" w:rsidRDefault="007F43ED" w:rsidP="003B6A0B">
                          <w:pPr>
                            <w:jc w:val="center"/>
                          </w:pPr>
                          <w:r>
                            <w:t>NON-ROUTINE</w:t>
                          </w:r>
                        </w:p>
                      </w:txbxContent>
                    </v:textbox>
                  </v:rect>
                  <v:rect id="Rechthoek 21" o:spid="_x0000_s1062" style="position:absolute;left:16065;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AGScQA&#10;AADcAAAADwAAAGRycy9kb3ducmV2LnhtbESPQWvCQBSE7wX/w/IEb7pRirXRVUQpiAepaavXR/aZ&#10;BLNvw+4a03/fFYQeh5n5hlmsOlOLlpyvLCsYjxIQxLnVFRcKvr8+hjMQPiBrrC2Tgl/ysFr2XhaY&#10;anvnI7VZKESEsE9RQRlCk0rp85IM+pFtiKN3sc5giNIVUju8R7ip5SRJptJgxXGhxIY2JeXX7GYU&#10;HLrT/lx7716bz598feVtuzNbpQb9bj0HEagL/+Fne6cVTN7f4HE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ABknEAAAA3AAAAA8AAAAAAAAAAAAAAAAAmAIAAGRycy9k&#10;b3ducmV2LnhtbFBLBQYAAAAABAAEAPUAAACJAwAAAAA=&#10;" fillcolor="#a5d5e2 [1624]" strokecolor="#40a7c2 [3048]">
                    <v:fill color2="#e4f2f6 [504]" rotate="t" angle="180" colors="0 #9eeaff;22938f #bbefff;1 #e4f9ff" focus="100%" type="gradient"/>
                    <v:shadow on="t" color="black" opacity="24903f" origin=",.5" offset="0,.55556mm"/>
                    <v:textbox>
                      <w:txbxContent>
                        <w:p w:rsidR="007F43ED" w:rsidRDefault="007F43ED" w:rsidP="003B6A0B">
                          <w:pPr>
                            <w:jc w:val="center"/>
                          </w:pPr>
                          <w:r>
                            <w:t>PERSONAL DEVELOPMENT / SIM TRAINING</w:t>
                          </w:r>
                        </w:p>
                        <w:p w:rsidR="007F43ED" w:rsidRDefault="007F43ED" w:rsidP="003B6A0B"/>
                      </w:txbxContent>
                    </v:textbox>
                  </v:rect>
                  <v:rect id="Rechthoek 28" o:spid="_x0000_s1063" style="position:absolute;left:32296;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SO8AA&#10;AADcAAAADwAAAGRycy9kb3ducmV2LnhtbERPy4rCMBTdC/5DuII7TRUZtBpFFEFmMYz1tb0017bY&#10;3JQk1s7fTxYDszyc92rTmVq05HxlWcFknIAgzq2uuFBwOR9GcxA+IGusLZOCH/KwWfd7K0y1ffOJ&#10;2iwUIoawT1FBGUKTSunzkgz6sW2II/ewzmCI0BVSO3zHcFPLaZJ8SIMVx4YSG9qVlD+zl1Hw1d0+&#10;77X3btZ8X/Ptk/ft0eyVGg667RJEoC78i//cR61guohr45l4BO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1+SO8AAAADcAAAADwAAAAAAAAAAAAAAAACYAgAAZHJzL2Rvd25y&#10;ZXYueG1sUEsFBgAAAAAEAAQA9QAAAIUDAAAAAA==&#10;" fillcolor="#a5d5e2 [1624]" strokecolor="#40a7c2 [3048]">
                    <v:fill color2="#e4f2f6 [504]" rotate="t" angle="180" colors="0 #9eeaff;22938f #bbefff;1 #e4f9ff" focus="100%" type="gradient"/>
                    <v:shadow on="t" color="black" opacity="24903f" origin=",.5" offset="0,.55556mm"/>
                    <v:textbox>
                      <w:txbxContent>
                        <w:p w:rsidR="007F43ED" w:rsidRDefault="007F43ED" w:rsidP="003B6A0B">
                          <w:pPr>
                            <w:jc w:val="center"/>
                          </w:pPr>
                          <w:r>
                            <w:t xml:space="preserve">SIM TRAINING </w:t>
                          </w:r>
                        </w:p>
                        <w:p w:rsidR="007F43ED" w:rsidRDefault="007F43ED" w:rsidP="003B6A0B">
                          <w:pPr>
                            <w:jc w:val="center"/>
                          </w:pPr>
                          <w:r>
                            <w:t>INCIDENT</w:t>
                          </w:r>
                        </w:p>
                        <w:p w:rsidR="007F43ED" w:rsidRDefault="007F43ED" w:rsidP="003B6A0B"/>
                      </w:txbxContent>
                    </v:textbox>
                  </v:rect>
                  <v:rect id="Rechthoek 29" o:spid="_x0000_s1064" style="position:absolute;top:8001;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fjQ8YA&#10;AADcAAAADwAAAGRycy9kb3ducmV2LnhtbESPT2vCQBTE7wW/w/IEb3WjB9uk2YgNFXJQ8F+xx0f2&#10;NQlm34bsqum3dwuFHoeZ+Q2TLgfTihv1rrGsYDaNQBCXVjdcKTgd18+vIJxH1thaJgU/5GCZjZ5S&#10;TLS9855uB1+JAGGXoILa+y6R0pU1GXRT2xEH79v2Bn2QfSV1j/cAN62cR9FCGmw4LNTYUV5TeTlc&#10;jYL8XMzy3Xa9OxdfLxvzSe/dR7xXajIeVm8gPA3+P/zXLrSCeRzD75lwBGT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fjQ8YAAADcAAAADwAAAAAAAAAAAAAAAACYAgAAZHJz&#10;L2Rvd25yZXYueG1sUEsFBgAAAAAEAAQA9QAAAIsDAAAAAA==&#10;" fillcolor="#cdddac [1622]" strokecolor="#94b64e [3046]">
                    <v:fill color2="#f0f4e6 [502]" rotate="t" angle="180" colors="0 #dafda7;22938f #e4fdc2;1 #f5ffe6" focus="100%" type="gradient"/>
                    <v:shadow on="t" color="black" opacity="24903f" origin=",.5" offset="0,.55556mm"/>
                    <v:textbox>
                      <w:txbxContent>
                        <w:p w:rsidR="007F43ED" w:rsidRDefault="007F43ED" w:rsidP="003B6A0B">
                          <w:pPr>
                            <w:jc w:val="center"/>
                          </w:pPr>
                          <w:r>
                            <w:t xml:space="preserve">THEORY </w:t>
                          </w:r>
                        </w:p>
                        <w:p w:rsidR="007F43ED" w:rsidRDefault="007F43ED" w:rsidP="003B6A0B">
                          <w:pPr>
                            <w:jc w:val="center"/>
                          </w:pPr>
                          <w:r>
                            <w:t>UPDATE</w:t>
                          </w:r>
                        </w:p>
                      </w:txbxContent>
                    </v:textbox>
                  </v:rect>
                  <v:rect id="Rechthoek 300" o:spid="_x0000_s1065" style="position:absolute;left:16065;top:8001;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ROs8YA&#10;AADcAAAADwAAAGRycy9kb3ducmV2LnhtbESPQWvCQBSE7wX/w/KE3urGCtXGbKQNFXKooLGix0f2&#10;mYRm34bsVtN/7wqFHoeZ+YZJVoNpxYV611hWMJ1EIIhLqxuuFHzt108LEM4ja2wtk4JfcrBKRw8J&#10;xtpeeUeXwlciQNjFqKD2vouldGVNBt3EdsTBO9veoA+yr6Tu8RrgppXPUfQiDTYcFmrsKKup/C5+&#10;jILsmE+z7Wa9Pean+ac50Hv38bpT6nE8vC1BeBr8f/ivnWsFs2gG9zPhCMj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QROs8YAAADcAAAADwAAAAAAAAAAAAAAAACYAgAAZHJz&#10;L2Rvd25yZXYueG1sUEsFBgAAAAAEAAQA9QAAAIsDAAAAAA==&#10;" fillcolor="#cdddac [1622]" strokecolor="#94b64e [3046]">
                    <v:fill color2="#f0f4e6 [502]" rotate="t" angle="180" colors="0 #dafda7;22938f #e4fdc2;1 #f5ffe6" focus="100%" type="gradient"/>
                    <v:shadow on="t" color="black" opacity="24903f" origin=",.5" offset="0,.55556mm"/>
                    <v:textbox>
                      <w:txbxContent>
                        <w:p w:rsidR="007F43ED" w:rsidRDefault="007F43ED" w:rsidP="003B6A0B">
                          <w:pPr>
                            <w:jc w:val="center"/>
                          </w:pPr>
                          <w:r>
                            <w:t xml:space="preserve">THEORY </w:t>
                          </w:r>
                        </w:p>
                        <w:p w:rsidR="007F43ED" w:rsidRDefault="007F43ED" w:rsidP="003B6A0B">
                          <w:pPr>
                            <w:jc w:val="center"/>
                          </w:pPr>
                          <w:r>
                            <w:t>UPDATE</w:t>
                          </w:r>
                        </w:p>
                      </w:txbxContent>
                    </v:textbox>
                  </v:rect>
                  <v:rect id="Rechthoek 301" o:spid="_x0000_s1066" style="position:absolute;left:32296;top:8001;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3Wx8YA&#10;AADcAAAADwAAAGRycy9kb3ducmV2LnhtbESPQWvCQBSE70L/w/IK3nQTK7amWcUGhRwqqK3Y4yP7&#10;moRm34bsqum/7xYEj8PMfMOky9404kKdqy0riMcRCOLC6ppLBZ8fm9ELCOeRNTaWScEvOVguHgYp&#10;JtpeeU+Xgy9FgLBLUEHlfZtI6YqKDLqxbYmD9207gz7IrpS6w2uAm0ZOomgmDdYcFipsKauo+Dmc&#10;jYLslMfZbrvZnfKv53dzpLd2Pd8rNXzsV68gPPX+Hr61c63gKZrC/5lw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3Wx8YAAADcAAAADwAAAAAAAAAAAAAAAACYAgAAZHJz&#10;L2Rvd25yZXYueG1sUEsFBgAAAAAEAAQA9QAAAIsDAAAAAA==&#10;" fillcolor="#cdddac [1622]" strokecolor="#94b64e [3046]">
                    <v:fill color2="#f0f4e6 [502]" rotate="t" angle="180" colors="0 #dafda7;22938f #e4fdc2;1 #f5ffe6" focus="100%" type="gradient"/>
                    <v:shadow on="t" color="black" opacity="24903f" origin=",.5" offset="0,.55556mm"/>
                    <v:textbox>
                      <w:txbxContent>
                        <w:p w:rsidR="007F43ED" w:rsidRDefault="007F43ED" w:rsidP="003B6A0B">
                          <w:pPr>
                            <w:jc w:val="center"/>
                          </w:pPr>
                          <w:r>
                            <w:t>THEORY</w:t>
                          </w:r>
                        </w:p>
                        <w:p w:rsidR="007F43ED" w:rsidRDefault="007F43ED" w:rsidP="003B6A0B">
                          <w:pPr>
                            <w:jc w:val="center"/>
                          </w:pPr>
                          <w:r>
                            <w:t>UPDATE</w:t>
                          </w:r>
                        </w:p>
                      </w:txbxContent>
                    </v:textbox>
                  </v:rect>
                  <v:rect id="Rechthoek 302" o:spid="_x0000_s1067" style="position:absolute;top:16002;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o2wMUA&#10;AADcAAAADwAAAGRycy9kb3ducmV2LnhtbESPQWvCQBSE70L/w/IKXqRuqjaU6CpFEXtRMG3vj+wz&#10;CWbfxt1V4793C4LHYWa+YWaLzjTiQs7XlhW8DxMQxIXVNZcKfn/Wb58gfEDW2FgmBTfysJi/9GaY&#10;aXvlPV3yUIoIYZ+hgiqENpPSFxUZ9EPbEkfvYJ3BEKUrpXZ4jXDTyFGSpNJgzXGhwpaWFRXH/GwU&#10;bCfejQbHv0G5O43TVbdZntPtTan+a/c1BRGoC8/wo/2tFYyTD/g/E4+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ujbAxQAAANwAAAAPAAAAAAAAAAAAAAAAAJgCAABkcnMv&#10;ZG93bnJldi54bWxQSwUGAAAAAAQABAD1AAAAigMAAAAA&#10;" fillcolor="#dfa7a6 [1621]" strokecolor="#bc4542 [3045]">
                    <v:fill color2="#f5e4e4 [501]" rotate="t" angle="180" colors="0 #ffa2a1;22938f #ffbebd;1 #ffe5e5" focus="100%" type="gradient"/>
                    <v:shadow on="t" color="black" opacity="24903f" origin=",.5" offset="0,.55556mm"/>
                    <v:textbox>
                      <w:txbxContent>
                        <w:p w:rsidR="007F43ED" w:rsidRDefault="007F43ED" w:rsidP="003B6A0B">
                          <w:pPr>
                            <w:jc w:val="center"/>
                          </w:pPr>
                          <w:r>
                            <w:t>PRACTICE</w:t>
                          </w:r>
                        </w:p>
                      </w:txbxContent>
                    </v:textbox>
                  </v:rect>
                  <v:rect id="Rechthoek 313" o:spid="_x0000_s1068" style="position:absolute;left:16065;top:16002;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iot8UA&#10;AADcAAAADwAAAGRycy9kb3ducmV2LnhtbESPQWvCQBSE7wX/w/KEXqRuGksoqauIpbQXBbW9P7Kv&#10;STD7Nu5uTPLvuwXB4zAz3zDL9WAacSXna8sKnucJCOLC6ppLBd+nj6dXED4ga2wsk4KRPKxXk4cl&#10;5tr2fKDrMZQiQtjnqKAKoc2l9EVFBv3ctsTR+7XOYIjSlVI77CPcNDJNkkwarDkuVNjStqLifOyM&#10;gt2Ld+ns/DMr95dF9j58brtsNyr1OB02byACDeEevrW/tIJFksH/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aKi3xQAAANwAAAAPAAAAAAAAAAAAAAAAAJgCAABkcnMv&#10;ZG93bnJldi54bWxQSwUGAAAAAAQABAD1AAAAigMAAAAA&#10;" fillcolor="#dfa7a6 [1621]" strokecolor="#bc4542 [3045]">
                    <v:fill color2="#f5e4e4 [501]" rotate="t" angle="180" colors="0 #ffa2a1;22938f #ffbebd;1 #ffe5e5" focus="100%" type="gradient"/>
                    <v:shadow on="t" color="black" opacity="24903f" origin=",.5" offset="0,.55556mm"/>
                    <v:textbox>
                      <w:txbxContent>
                        <w:p w:rsidR="007F43ED" w:rsidRDefault="007F43ED" w:rsidP="003B6A0B">
                          <w:pPr>
                            <w:jc w:val="center"/>
                          </w:pPr>
                          <w:r>
                            <w:t>PRACTICE</w:t>
                          </w:r>
                        </w:p>
                      </w:txbxContent>
                    </v:textbox>
                  </v:rect>
                  <v:rect id="Rechthoek 314" o:spid="_x0000_s1069" style="position:absolute;left:32296;top:16002;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QNLMUA&#10;AADcAAAADwAAAGRycy9kb3ducmV2LnhtbESPQWvCQBSE70L/w/IKXqRuqpKW6CpFEXtRMG3vj+wz&#10;CWbfxt1V4793C4LHYWa+YWaLzjTiQs7XlhW8DxMQxIXVNZcKfn/Wb58gfEDW2FgmBTfysJi/9GaY&#10;aXvlPV3yUIoIYZ+hgiqENpPSFxUZ9EPbEkfvYJ3BEKUrpXZ4jXDTyFGSpNJgzXGhwpaWFRXH/GwU&#10;bCfejQbHv0G5O43TVbdZntPtTan+a/c1BRGoC8/wo/2tFYyTD/g/E4+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JA0sxQAAANwAAAAPAAAAAAAAAAAAAAAAAJgCAABkcnMv&#10;ZG93bnJldi54bWxQSwUGAAAAAAQABAD1AAAAigMAAAAA&#10;" fillcolor="#dfa7a6 [1621]" strokecolor="#bc4542 [3045]">
                    <v:fill color2="#f5e4e4 [501]" rotate="t" angle="180" colors="0 #ffa2a1;22938f #ffbebd;1 #ffe5e5" focus="100%" type="gradient"/>
                    <v:shadow on="t" color="black" opacity="24903f" origin=",.5" offset="0,.55556mm"/>
                    <v:textbox>
                      <w:txbxContent>
                        <w:p w:rsidR="007F43ED" w:rsidRDefault="007F43ED" w:rsidP="003B6A0B">
                          <w:pPr>
                            <w:jc w:val="center"/>
                          </w:pPr>
                          <w:r>
                            <w:t>PRACTICE</w:t>
                          </w:r>
                        </w:p>
                      </w:txbxContent>
                    </v:textbox>
                  </v:rect>
                  <v:rect id="Rechthoek 315" o:spid="_x0000_s1070" style="position:absolute;top:24003;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7vMQA&#10;AADcAAAADwAAAGRycy9kb3ducmV2LnhtbESPwW7CMAyG75P2DpEncRvJqKimjoA2JBA7ApN6tRqv&#10;7dY4XROgvP18QOJo/f4/f16sRt+pMw2xDWzhZWpAEVfBtVxb+Dpunl9BxYTssAtMFq4UYbV8fFhg&#10;4cKF93Q+pFoJhGOBFpqU+kLrWDXkMU5DTyzZdxg8JhmHWrsBLwL3nZ4Zk2uPLcuFBntaN1T9Hk5e&#10;ND6v2V+X5WbOu/yn3M9Lv/0orZ08je9voBKN6b58a++chcyIrTwjBN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z+7zEAAAA3AAAAA8AAAAAAAAAAAAAAAAAmAIAAGRycy9k&#10;b3ducmV2LnhtbFBLBQYAAAAABAAEAPUAAACJAwAAAAA=&#10;" fillcolor="#bfb1d0 [1623]" strokecolor="#795d9b [3047]">
                    <v:fill color2="#ece7f1 [503]" rotate="t" angle="180" colors="0 #c9b5e8;22938f #d9cbee;1 #f0eaf9" focus="100%" type="gradient"/>
                    <v:shadow on="t" color="black" opacity="24903f" origin=",.5" offset="0,.55556mm"/>
                    <v:textbox>
                      <w:txbxContent>
                        <w:p w:rsidR="007F43ED" w:rsidRDefault="007F43ED" w:rsidP="003B6A0B">
                          <w:pPr>
                            <w:jc w:val="center"/>
                          </w:pPr>
                          <w:r>
                            <w:t>MONITORING</w:t>
                          </w:r>
                        </w:p>
                      </w:txbxContent>
                    </v:textbox>
                  </v:rect>
                  <v:rect id="Rechthoek 316" o:spid="_x0000_s1071" style="position:absolute;left:16065;top:24003;width:1606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9eJ8QA&#10;AADcAAAADwAAAGRycy9kb3ducmV2LnhtbESPQWvCQBCF70L/wzKCN921wWCjq9RCRY9qIdchOyZp&#10;s7Mxu9X4791CwePjzfvevOW6t424UudrxxqmEwWCuHCm5lLD1+lzPAfhA7LBxjFpuJOH9eplsMTM&#10;uBsf6HoMpYgQ9hlqqEJoMyl9UZFFP3EtcfTOrrMYouxKaTq8Rbht5KtSqbRYc2yosKWPioqf46+N&#10;b+zvyaVJUjXjXfqdH2a53W5yrUfD/n0BIlAfnsf/6Z3RkKg3+BsTCS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XifEAAAA3AAAAA8AAAAAAAAAAAAAAAAAmAIAAGRycy9k&#10;b3ducmV2LnhtbFBLBQYAAAAABAAEAPUAAACJAwAAAAA=&#10;" fillcolor="#bfb1d0 [1623]" strokecolor="#795d9b [3047]">
                    <v:fill color2="#ece7f1 [503]" rotate="t" angle="180" colors="0 #c9b5e8;22938f #d9cbee;1 #f0eaf9" focus="100%" type="gradient"/>
                    <v:shadow on="t" color="black" opacity="24903f" origin=",.5" offset="0,.55556mm"/>
                    <v:textbox>
                      <w:txbxContent>
                        <w:p w:rsidR="007F43ED" w:rsidRDefault="007F43ED" w:rsidP="003B6A0B">
                          <w:pPr>
                            <w:jc w:val="center"/>
                          </w:pPr>
                          <w:r>
                            <w:t>MONITORING</w:t>
                          </w:r>
                        </w:p>
                      </w:txbxContent>
                    </v:textbox>
                  </v:rect>
                  <v:rect id="Rechthoek 317" o:spid="_x0000_s1072" style="position:absolute;left:32296;top:24003;width:16065;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xhZ8MA&#10;AADcAAAADwAAAGRycy9kb3ducmV2LnhtbESPwWrCQBCG74LvsIzQm240GCS6ShUs9qgt5Dpkp0na&#10;7GzMrhrfvnMo9Dj883/zzWY3uFbdqQ+NZwPzWQKKuPS24crA58dxugIVIrLF1jMZeFKA3XY82mBu&#10;/YPPdL/ESgmEQ44G6hi7XOtQ1uQwzHxHLNmX7x1GGftK2x4fAnetXiRJph02LBdq7OhQU/lzuTnR&#10;eH+m1zbNkiWfsu/ivCzc274w5mUyvK5BRRri//Jf+2QNpHPRl2eEAHr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xhZ8MAAADcAAAADwAAAAAAAAAAAAAAAACYAgAAZHJzL2Rv&#10;d25yZXYueG1sUEsFBgAAAAAEAAQA9QAAAIgDAAAAAA==&#10;" fillcolor="#bfb1d0 [1623]" strokecolor="#795d9b [3047]">
                    <v:fill color2="#ece7f1 [503]" rotate="t" angle="180" colors="0 #c9b5e8;22938f #d9cbee;1 #f0eaf9" focus="100%" type="gradient"/>
                    <v:shadow on="t" color="black" opacity="24903f" origin=",.5" offset="0,.55556mm"/>
                    <v:textbox>
                      <w:txbxContent>
                        <w:p w:rsidR="007F43ED" w:rsidRDefault="007F43ED" w:rsidP="003B6A0B">
                          <w:pPr>
                            <w:jc w:val="center"/>
                          </w:pPr>
                          <w:r>
                            <w:t>MONITORING</w:t>
                          </w:r>
                        </w:p>
                      </w:txbxContent>
                    </v:textbox>
                  </v:rect>
                  <v:rect id="Rechthoek 318" o:spid="_x0000_s1073" style="position:absolute;top:32004;width:48526;height:8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ArmcUA&#10;AADcAAAADwAAAGRycy9kb3ducmV2LnhtbESPUWvCQBCE34X+h2OFvuklFrTGnFJKW0pexNgfsOQ2&#10;uWBuL81dNfXX9wqCj8PsfLOT70bbiTMNvnWsIJ0nIIgrp1tuFHwd32fPIHxA1tg5JgW/5GG3fZjk&#10;mGl34QOdy9CICGGfoQITQp9J6StDFv3c9cTRq91gMUQ5NFIPeIlw28lFkiylxZZjg8GeXg1Vp/LH&#10;xjcW9bL5WBVYrLvrm+T9sTDfV6Uep+PLBkSgMdyPb+lPreApTeF/TCS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CuZxQAAANwAAAAPAAAAAAAAAAAAAAAAAJgCAABkcnMv&#10;ZG93bnJldi54bWxQSwUGAAAAAAQABAD1AAAAigMAAAAA&#10;" fillcolor="#fbcaa2 [1625]" strokecolor="#f68c36 [3049]">
                    <v:fill color2="#fdefe3 [505]" rotate="t" angle="180" colors="0 #ffbe86;22938f #ffd0aa;1 #ffebdb" focus="100%" type="gradient"/>
                    <v:shadow on="t" color="black" opacity="24903f" origin=",.5" offset="0,.55556mm"/>
                    <v:textbox>
                      <w:txbxContent>
                        <w:p w:rsidR="007F43ED" w:rsidRDefault="007F43ED" w:rsidP="003B6A0B">
                          <w:pPr>
                            <w:jc w:val="center"/>
                          </w:pPr>
                          <w:r>
                            <w:t>PROFCHECK</w:t>
                          </w:r>
                        </w:p>
                      </w:txbxContent>
                    </v:textbox>
                  </v:rect>
                </v:group>
                <v:shape id="Tekstvak 323" o:spid="_x0000_s1074" type="#_x0000_t202" style="position:absolute;left:330;width:153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PcMMQA&#10;AADcAAAADwAAAGRycy9kb3ducmV2LnhtbESPT2vCQBTE7wW/w/IEb7qrtqIxG5GWQk8t/gVvj+wz&#10;CWbfhuzWpN++WxB6HGbmN0y66W0t7tT6yrGG6USBIM6dqbjQcDy8j5cgfEA2WDsmDT/kYZMNnlJM&#10;jOt4R/d9KESEsE9QQxlCk0jp85Is+olriKN3da3FEGVbSNNiF+G2ljOlFtJixXGhxIZeS8pv+2+r&#10;4fR5vZyf1VfxZl+azvVKsl1JrUfDfrsGEagP/+FH+8NomE9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T3DDEAAAA3AAAAA8AAAAAAAAAAAAAAAAAmAIAAGRycy9k&#10;b3ducmV2LnhtbFBLBQYAAAAABAAEAPUAAACJAwAAAAA=&#10;" filled="f" stroked="f">
                  <v:textbox>
                    <w:txbxContent>
                      <w:p w:rsidR="007F43ED" w:rsidRDefault="007F43ED" w:rsidP="003B6A0B">
                        <w:pPr>
                          <w:jc w:val="center"/>
                        </w:pPr>
                        <w:r>
                          <w:t>YEAR 1</w:t>
                        </w:r>
                      </w:p>
                    </w:txbxContent>
                  </v:textbox>
                </v:shape>
                <v:shape id="Tekstvak 324" o:spid="_x0000_s1075" type="#_x0000_t202" style="position:absolute;left:16395;width:153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7vMAA&#10;AADcAAAADwAAAGRycy9kb3ducmV2LnhtbERPy4rCMBTdC/MP4Q7MThPHB9oxyqAIrhSfMLtLc22L&#10;zU1pMrb+vVkILg/nPVu0thR3qn3hWEO/p0AQp84UnGk4HdfdCQgfkA2WjknDgzws5h+dGSbGNbyn&#10;+yFkIoawT1BDHkKVSOnTnCz6nquII3d1tcUQYZ1JU2MTw20pv5UaS4sFx4YcK1rmlN4O/1bDeXv9&#10;uwzVLlvZUdW4Vkm2U6n112f7+wMiUBve4pd7YzQMBnF+PBOPgJ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7vMAAAADcAAAADwAAAAAAAAAAAAAAAACYAgAAZHJzL2Rvd25y&#10;ZXYueG1sUEsFBgAAAAAEAAQA9QAAAIUDAAAAAA==&#10;" filled="f" stroked="f">
                  <v:textbox>
                    <w:txbxContent>
                      <w:p w:rsidR="007F43ED" w:rsidRDefault="007F43ED" w:rsidP="003B6A0B">
                        <w:pPr>
                          <w:jc w:val="center"/>
                        </w:pPr>
                        <w:r>
                          <w:t>YEAR 2</w:t>
                        </w:r>
                      </w:p>
                    </w:txbxContent>
                  </v:textbox>
                </v:shape>
                <v:shape id="Tekstvak 325" o:spid="_x0000_s1076" type="#_x0000_t202" style="position:absolute;left:32461;width:153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2GU8QA&#10;AADcAAAADwAAAGRycy9kb3ducmV2LnhtbESPQWvCQBSE74L/YXlCb7pbtWLTbESUQk8W01ro7ZF9&#10;JqHZtyG7NfHfu4WCx2FmvmHSzWAbcaHO1441PM4UCOLCmZpLDZ8fr9M1CB+QDTaOScOVPGyy8SjF&#10;xLiej3TJQykihH2CGqoQ2kRKX1Rk0c9cSxy9s+sshii7UpoO+wi3jZwrtZIWa44LFba0q6j4yX+t&#10;htPh/P21VO/l3j61vRuUZPsstX6YDNsXEIGGcA//t9+MhsViBX9n4hGQ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dhlPEAAAA3AAAAA8AAAAAAAAAAAAAAAAAmAIAAGRycy9k&#10;b3ducmV2LnhtbFBLBQYAAAAABAAEAPUAAACJAwAAAAA=&#10;" filled="f" stroked="f">
                  <v:textbox>
                    <w:txbxContent>
                      <w:p w:rsidR="007F43ED" w:rsidRDefault="007F43ED" w:rsidP="003B6A0B">
                        <w:pPr>
                          <w:jc w:val="center"/>
                        </w:pPr>
                        <w:r>
                          <w:t>YEAR 3</w:t>
                        </w:r>
                      </w:p>
                    </w:txbxContent>
                  </v:textbox>
                </v:shape>
                <w10:anchorlock/>
              </v:group>
            </w:pict>
          </mc:Fallback>
        </mc:AlternateContent>
      </w:r>
    </w:p>
    <w:p w:rsidR="00AC66AF" w:rsidRPr="00AC66AF" w:rsidRDefault="00AC66AF" w:rsidP="00AC66AF">
      <w:pPr>
        <w:jc w:val="center"/>
        <w:rPr>
          <w:i/>
        </w:rPr>
      </w:pPr>
      <w:r w:rsidRPr="00AC66AF">
        <w:rPr>
          <w:i/>
        </w:rPr>
        <w:t>Table 2 – sample schedule of recurrent training</w:t>
      </w:r>
    </w:p>
    <w:p w:rsidR="003B6A0B" w:rsidRDefault="003B6A0B" w:rsidP="00EA6FDD"/>
    <w:p w:rsidR="003B6A0B" w:rsidRPr="00AC4542" w:rsidRDefault="003B6A0B" w:rsidP="003B6A0B">
      <w:pPr>
        <w:pStyle w:val="BodyText"/>
        <w:rPr>
          <w:rFonts w:eastAsia="SimSun"/>
          <w:highlight w:val="green"/>
          <w:lang w:eastAsia="de-DE"/>
        </w:rPr>
      </w:pPr>
      <w:r w:rsidRPr="00AC4542">
        <w:rPr>
          <w:rFonts w:eastAsia="SimSun"/>
          <w:highlight w:val="green"/>
          <w:lang w:eastAsia="de-DE"/>
        </w:rPr>
        <w:t>The order of non-routine and incident/accident is trivial. It is to the VTS-authority to decide on the content of the simulator training.</w:t>
      </w:r>
    </w:p>
    <w:p w:rsidR="003B6A0B" w:rsidRPr="00AC4542" w:rsidRDefault="003B6A0B" w:rsidP="003B6A0B">
      <w:pPr>
        <w:rPr>
          <w:rFonts w:eastAsia="SimSun"/>
          <w:highlight w:val="green"/>
          <w:lang w:eastAsia="de-DE"/>
        </w:rPr>
      </w:pPr>
    </w:p>
    <w:p w:rsidR="003B6A0B" w:rsidRPr="00AC4542" w:rsidRDefault="003B6A0B" w:rsidP="003B6A0B">
      <w:pPr>
        <w:rPr>
          <w:rFonts w:eastAsia="SimSun"/>
          <w:highlight w:val="green"/>
          <w:lang w:val="en-US" w:eastAsia="de-DE"/>
        </w:rPr>
      </w:pPr>
      <w:r w:rsidRPr="00AC4542">
        <w:rPr>
          <w:rFonts w:eastAsia="SimSun"/>
          <w:highlight w:val="green"/>
          <w:lang w:eastAsia="de-DE"/>
        </w:rPr>
        <w:t>Hours per year</w:t>
      </w:r>
    </w:p>
    <w:p w:rsidR="003B6A0B" w:rsidRPr="00AC4542" w:rsidRDefault="003B6A0B" w:rsidP="003B6A0B">
      <w:pPr>
        <w:rPr>
          <w:rFonts w:eastAsia="SimSun"/>
          <w:highlight w:val="green"/>
          <w:lang w:val="en-US" w:eastAsia="de-DE"/>
        </w:rPr>
      </w:pPr>
      <w:proofErr w:type="spellStart"/>
      <w:r w:rsidRPr="00AC4542">
        <w:rPr>
          <w:rFonts w:eastAsia="SimSun"/>
          <w:highlight w:val="green"/>
          <w:lang w:eastAsia="de-DE"/>
        </w:rPr>
        <w:t>Simsession</w:t>
      </w:r>
      <w:proofErr w:type="spellEnd"/>
      <w:r w:rsidRPr="00AC4542">
        <w:rPr>
          <w:rFonts w:eastAsia="SimSun"/>
          <w:highlight w:val="green"/>
          <w:lang w:eastAsia="de-DE"/>
        </w:rPr>
        <w:tab/>
      </w:r>
      <w:r w:rsidRPr="00AC4542">
        <w:rPr>
          <w:rFonts w:eastAsia="SimSun"/>
          <w:highlight w:val="green"/>
          <w:lang w:eastAsia="de-DE"/>
        </w:rPr>
        <w:tab/>
      </w:r>
      <w:r w:rsidRPr="00AC4542">
        <w:rPr>
          <w:rFonts w:eastAsia="SimSun"/>
          <w:highlight w:val="green"/>
          <w:lang w:eastAsia="de-DE"/>
        </w:rPr>
        <w:tab/>
        <w:t>2 hours</w:t>
      </w:r>
    </w:p>
    <w:p w:rsidR="003B6A0B" w:rsidRPr="00AC4542" w:rsidRDefault="003B6A0B" w:rsidP="003B6A0B">
      <w:pPr>
        <w:rPr>
          <w:rFonts w:eastAsia="SimSun"/>
          <w:highlight w:val="green"/>
          <w:lang w:val="en-US" w:eastAsia="de-DE"/>
        </w:rPr>
      </w:pPr>
      <w:r w:rsidRPr="00AC4542">
        <w:rPr>
          <w:rFonts w:eastAsia="SimSun"/>
          <w:highlight w:val="green"/>
          <w:lang w:eastAsia="de-DE"/>
        </w:rPr>
        <w:t>Theory update</w:t>
      </w:r>
      <w:r w:rsidRPr="00AC4542">
        <w:rPr>
          <w:rFonts w:eastAsia="SimSun"/>
          <w:highlight w:val="green"/>
          <w:lang w:eastAsia="de-DE"/>
        </w:rPr>
        <w:tab/>
      </w:r>
      <w:r w:rsidRPr="00AC4542">
        <w:rPr>
          <w:rFonts w:eastAsia="SimSun"/>
          <w:highlight w:val="green"/>
          <w:lang w:eastAsia="de-DE"/>
        </w:rPr>
        <w:tab/>
      </w:r>
      <w:r w:rsidRPr="00AC4542">
        <w:rPr>
          <w:rFonts w:eastAsia="SimSun"/>
          <w:highlight w:val="green"/>
          <w:lang w:eastAsia="de-DE"/>
        </w:rPr>
        <w:tab/>
        <w:t>approximately 4 hours (20 pages)</w:t>
      </w:r>
    </w:p>
    <w:p w:rsidR="003B6A0B" w:rsidRPr="00AC4542" w:rsidRDefault="003B6A0B" w:rsidP="003B6A0B">
      <w:pPr>
        <w:rPr>
          <w:rFonts w:eastAsia="SimSun"/>
          <w:highlight w:val="green"/>
          <w:lang w:val="en-US" w:eastAsia="de-DE"/>
        </w:rPr>
      </w:pPr>
      <w:r w:rsidRPr="00AC4542">
        <w:rPr>
          <w:rFonts w:eastAsia="SimSun"/>
          <w:highlight w:val="green"/>
          <w:lang w:eastAsia="de-DE"/>
        </w:rPr>
        <w:t>Practice</w:t>
      </w:r>
      <w:r w:rsidRPr="00AC4542">
        <w:rPr>
          <w:rFonts w:eastAsia="SimSun"/>
          <w:highlight w:val="green"/>
          <w:lang w:eastAsia="de-DE"/>
        </w:rPr>
        <w:tab/>
      </w:r>
      <w:r w:rsidRPr="00AC4542">
        <w:rPr>
          <w:rFonts w:eastAsia="SimSun"/>
          <w:highlight w:val="green"/>
          <w:lang w:eastAsia="de-DE"/>
        </w:rPr>
        <w:tab/>
      </w:r>
      <w:r w:rsidRPr="00AC4542">
        <w:rPr>
          <w:rFonts w:eastAsia="SimSun"/>
          <w:highlight w:val="green"/>
          <w:lang w:eastAsia="de-DE"/>
        </w:rPr>
        <w:tab/>
      </w:r>
      <w:r w:rsidRPr="00AC4542">
        <w:rPr>
          <w:rFonts w:eastAsia="SimSun"/>
          <w:highlight w:val="green"/>
          <w:lang w:eastAsia="de-DE"/>
        </w:rPr>
        <w:tab/>
        <w:t>as applicable</w:t>
      </w:r>
    </w:p>
    <w:p w:rsidR="003B6A0B" w:rsidRPr="00AC4542" w:rsidRDefault="003B6A0B" w:rsidP="003B6A0B">
      <w:pPr>
        <w:rPr>
          <w:rFonts w:eastAsia="SimSun"/>
          <w:highlight w:val="green"/>
          <w:lang w:val="en-US" w:eastAsia="de-DE"/>
        </w:rPr>
      </w:pPr>
      <w:r w:rsidRPr="00AC4542">
        <w:rPr>
          <w:rFonts w:eastAsia="SimSun"/>
          <w:highlight w:val="green"/>
          <w:lang w:eastAsia="de-DE"/>
        </w:rPr>
        <w:t>Monitoring</w:t>
      </w:r>
      <w:r w:rsidRPr="00AC4542">
        <w:rPr>
          <w:rFonts w:eastAsia="SimSun"/>
          <w:highlight w:val="green"/>
          <w:lang w:eastAsia="de-DE"/>
        </w:rPr>
        <w:tab/>
      </w:r>
      <w:r w:rsidRPr="00AC4542">
        <w:rPr>
          <w:rFonts w:eastAsia="SimSun"/>
          <w:highlight w:val="green"/>
          <w:lang w:eastAsia="de-DE"/>
        </w:rPr>
        <w:tab/>
      </w:r>
      <w:r w:rsidRPr="00AC4542">
        <w:rPr>
          <w:rFonts w:eastAsia="SimSun"/>
          <w:highlight w:val="green"/>
          <w:lang w:eastAsia="de-DE"/>
        </w:rPr>
        <w:tab/>
        <w:t>0 (during work)</w:t>
      </w:r>
    </w:p>
    <w:p w:rsidR="003B6A0B" w:rsidRPr="0038115E" w:rsidRDefault="003B6A0B" w:rsidP="003B6A0B">
      <w:pPr>
        <w:rPr>
          <w:rFonts w:eastAsia="SimSun"/>
          <w:lang w:val="en-US" w:eastAsia="de-DE"/>
        </w:rPr>
      </w:pPr>
      <w:proofErr w:type="spellStart"/>
      <w:r w:rsidRPr="00AC4542">
        <w:rPr>
          <w:rFonts w:eastAsia="SimSun"/>
          <w:highlight w:val="green"/>
          <w:lang w:eastAsia="de-DE"/>
        </w:rPr>
        <w:t>Profcheck</w:t>
      </w:r>
      <w:proofErr w:type="spellEnd"/>
      <w:r w:rsidRPr="00AC4542">
        <w:rPr>
          <w:rFonts w:eastAsia="SimSun"/>
          <w:highlight w:val="green"/>
          <w:lang w:eastAsia="de-DE"/>
        </w:rPr>
        <w:tab/>
      </w:r>
      <w:r w:rsidRPr="00AC4542">
        <w:rPr>
          <w:rFonts w:eastAsia="SimSun"/>
          <w:highlight w:val="green"/>
          <w:lang w:eastAsia="de-DE"/>
        </w:rPr>
        <w:tab/>
      </w:r>
      <w:r w:rsidRPr="00AC4542">
        <w:rPr>
          <w:rFonts w:eastAsia="SimSun"/>
          <w:highlight w:val="green"/>
          <w:lang w:eastAsia="de-DE"/>
        </w:rPr>
        <w:tab/>
        <w:t>2 hours</w:t>
      </w:r>
    </w:p>
    <w:p w:rsidR="003B6A0B" w:rsidRDefault="003B6A0B">
      <w:r>
        <w:br w:type="page"/>
      </w:r>
    </w:p>
    <w:p w:rsidR="003B6A0B" w:rsidRDefault="003B6A0B" w:rsidP="003B6A0B">
      <w:pPr>
        <w:pStyle w:val="Heading2"/>
        <w:numPr>
          <w:ilvl w:val="0"/>
          <w:numId w:val="0"/>
        </w:numPr>
      </w:pPr>
      <w:bookmarkStart w:id="102" w:name="_Toc444069233"/>
      <w:r>
        <w:rPr>
          <w:rFonts w:eastAsia="SimSun"/>
        </w:rPr>
        <w:lastRenderedPageBreak/>
        <w:t>1.2</w:t>
      </w:r>
      <w:r>
        <w:rPr>
          <w:rFonts w:eastAsia="SimSun"/>
        </w:rPr>
        <w:tab/>
        <w:t>Sample recurrent training programme conducted over three years</w:t>
      </w:r>
      <w:bookmarkEnd w:id="102"/>
      <w:r>
        <w:t xml:space="preserve"> </w:t>
      </w:r>
    </w:p>
    <w:p w:rsidR="00143FD3" w:rsidRPr="00143FD3" w:rsidRDefault="00143FD3" w:rsidP="00143FD3">
      <w:pPr>
        <w:pStyle w:val="BodyText"/>
      </w:pPr>
      <w:r w:rsidRPr="00143FD3">
        <w:rPr>
          <w:b/>
          <w:bCs/>
        </w:rPr>
        <w:t xml:space="preserve">Maintaining Standards </w:t>
      </w:r>
    </w:p>
    <w:p w:rsidR="00143FD3" w:rsidRPr="00143FD3" w:rsidRDefault="00143FD3" w:rsidP="00143FD3">
      <w:pPr>
        <w:pStyle w:val="BodyText"/>
      </w:pPr>
      <w:r w:rsidRPr="00143FD3">
        <w:t>VTS</w:t>
      </w:r>
      <w:r>
        <w:t>Os</w:t>
      </w:r>
      <w:r w:rsidRPr="00143FD3">
        <w:t xml:space="preserve"> have established their role as maritime professionals contributing to the safety and efficiency of coastal and port vess</w:t>
      </w:r>
      <w:r>
        <w:t>el traffic</w:t>
      </w:r>
      <w:r w:rsidRPr="00143FD3">
        <w:t xml:space="preserve">. </w:t>
      </w:r>
      <w:r>
        <w:t xml:space="preserve">VTSOs are recognised </w:t>
      </w:r>
      <w:r w:rsidRPr="00143FD3">
        <w:t xml:space="preserve">as professionals and require that the quality of professional skills, competence and standards </w:t>
      </w:r>
      <w:r>
        <w:t>are</w:t>
      </w:r>
      <w:r w:rsidRPr="00143FD3">
        <w:t xml:space="preserve"> assured through a process of annual assessment, refres</w:t>
      </w:r>
      <w:r>
        <w:t xml:space="preserve">her training and revalidation. </w:t>
      </w:r>
    </w:p>
    <w:p w:rsidR="00143FD3" w:rsidRPr="00143FD3" w:rsidRDefault="00143FD3" w:rsidP="00143FD3">
      <w:pPr>
        <w:pStyle w:val="BodyText"/>
        <w:rPr>
          <w:b/>
        </w:rPr>
      </w:pPr>
      <w:r w:rsidRPr="00143FD3">
        <w:rPr>
          <w:b/>
        </w:rPr>
        <w:t xml:space="preserve">Annual Assessment </w:t>
      </w:r>
    </w:p>
    <w:p w:rsidR="00143FD3" w:rsidRPr="00143FD3" w:rsidRDefault="00143FD3" w:rsidP="00143FD3">
      <w:pPr>
        <w:pStyle w:val="BodyText"/>
      </w:pPr>
      <w:r w:rsidRPr="00143FD3">
        <w:t>The continual assessment of all VTS</w:t>
      </w:r>
      <w:r>
        <w:t>Os</w:t>
      </w:r>
      <w:r w:rsidRPr="00143FD3">
        <w:t xml:space="preserve"> by their respective VTS Authorities is recommended as good practice. Documented evidence of on-the-job formal assessment should be rec</w:t>
      </w:r>
      <w:r>
        <w:t>orded in the VTS certification l</w:t>
      </w:r>
      <w:r w:rsidRPr="00143FD3">
        <w:t>og at intervals not exceeding one year. If occasions arise where VTS</w:t>
      </w:r>
      <w:r>
        <w:t>Os</w:t>
      </w:r>
      <w:r w:rsidRPr="00143FD3">
        <w:t xml:space="preserve"> are found to be no longer competent, they should be removed from operational dutie</w:t>
      </w:r>
      <w:r>
        <w:t>s and given appropriate updating</w:t>
      </w:r>
      <w:r w:rsidRPr="00143FD3">
        <w:t xml:space="preserve"> training until such time as they are considered competent. </w:t>
      </w:r>
    </w:p>
    <w:p w:rsidR="00143FD3" w:rsidRPr="00143FD3" w:rsidRDefault="00143FD3" w:rsidP="00143FD3">
      <w:pPr>
        <w:pStyle w:val="BodyText"/>
        <w:rPr>
          <w:b/>
        </w:rPr>
      </w:pPr>
      <w:r w:rsidRPr="00143FD3">
        <w:rPr>
          <w:b/>
        </w:rPr>
        <w:t xml:space="preserve">Continual Professional Development </w:t>
      </w:r>
    </w:p>
    <w:p w:rsidR="00143FD3" w:rsidRPr="00143FD3" w:rsidRDefault="00143FD3" w:rsidP="00143FD3">
      <w:pPr>
        <w:pStyle w:val="BodyText"/>
      </w:pPr>
      <w:r w:rsidRPr="00143FD3">
        <w:t>VTS Authorities should provide training and development opportunities for VTS</w:t>
      </w:r>
      <w:r>
        <w:t>Os</w:t>
      </w:r>
      <w:r w:rsidRPr="00143FD3">
        <w:t xml:space="preserve"> to keep</w:t>
      </w:r>
      <w:r>
        <w:t xml:space="preserve"> them</w:t>
      </w:r>
      <w:r w:rsidRPr="00143FD3">
        <w:t xml:space="preserve"> abreast of technological advances, policy and good working practice in VTS. </w:t>
      </w:r>
    </w:p>
    <w:p w:rsidR="00143FD3" w:rsidRPr="00143FD3" w:rsidRDefault="00143FD3" w:rsidP="00143FD3">
      <w:pPr>
        <w:pStyle w:val="BodyText"/>
      </w:pPr>
      <w:r w:rsidRPr="00143FD3">
        <w:t xml:space="preserve">VTS Authorities are recommended to develop a programme of ongoing Continual Professional Development (CPD) to ensure that the standard of training achieved during </w:t>
      </w:r>
      <w:r>
        <w:t xml:space="preserve">V-103/1 </w:t>
      </w:r>
      <w:r w:rsidRPr="00143FD3">
        <w:t>VTS Operator/</w:t>
      </w:r>
      <w:r>
        <w:t xml:space="preserve"> V-103/2 </w:t>
      </w:r>
      <w:r w:rsidRPr="00143FD3">
        <w:t>VTS Supervisor courses as well as V-103/3 O</w:t>
      </w:r>
      <w:r>
        <w:t>n-the-Job</w:t>
      </w:r>
      <w:r w:rsidRPr="00143FD3">
        <w:t xml:space="preserve"> is maintained. CPD may consist of the following areas: </w:t>
      </w:r>
    </w:p>
    <w:p w:rsidR="00143FD3" w:rsidRPr="00143FD3" w:rsidRDefault="00143FD3" w:rsidP="00761614">
      <w:pPr>
        <w:pStyle w:val="BodyText"/>
        <w:numPr>
          <w:ilvl w:val="0"/>
          <w:numId w:val="40"/>
        </w:numPr>
      </w:pPr>
      <w:r w:rsidRPr="00143FD3">
        <w:t xml:space="preserve">Review and analysis of lessons learned from local VTS operations; </w:t>
      </w:r>
    </w:p>
    <w:p w:rsidR="00143FD3" w:rsidRPr="00143FD3" w:rsidRDefault="00143FD3" w:rsidP="00761614">
      <w:pPr>
        <w:pStyle w:val="BodyText"/>
        <w:numPr>
          <w:ilvl w:val="0"/>
          <w:numId w:val="40"/>
        </w:numPr>
      </w:pPr>
      <w:r w:rsidRPr="00143FD3">
        <w:t xml:space="preserve">Regular updates of regulatory, procedural and technological developments; </w:t>
      </w:r>
    </w:p>
    <w:p w:rsidR="00143FD3" w:rsidRPr="00143FD3" w:rsidRDefault="00143FD3" w:rsidP="00761614">
      <w:pPr>
        <w:pStyle w:val="BodyText"/>
        <w:numPr>
          <w:ilvl w:val="0"/>
          <w:numId w:val="40"/>
        </w:numPr>
      </w:pPr>
      <w:r w:rsidRPr="00143FD3">
        <w:t xml:space="preserve">Continual development through trips on vessels with Pilots or other stakeholders; </w:t>
      </w:r>
    </w:p>
    <w:p w:rsidR="00143FD3" w:rsidRPr="00143FD3" w:rsidRDefault="00143FD3" w:rsidP="00761614">
      <w:pPr>
        <w:pStyle w:val="BodyText"/>
        <w:numPr>
          <w:ilvl w:val="0"/>
          <w:numId w:val="40"/>
        </w:numPr>
      </w:pPr>
      <w:r w:rsidRPr="00143FD3">
        <w:t xml:space="preserve">Visits to allied services, adjacent VTS Centres or other similar organisations; </w:t>
      </w:r>
    </w:p>
    <w:p w:rsidR="00143FD3" w:rsidRPr="00143FD3" w:rsidRDefault="00143FD3" w:rsidP="00761614">
      <w:pPr>
        <w:pStyle w:val="BodyText"/>
        <w:numPr>
          <w:ilvl w:val="0"/>
          <w:numId w:val="40"/>
        </w:numPr>
      </w:pPr>
      <w:r w:rsidRPr="00143FD3">
        <w:t>Attendance and participation in relevant emer</w:t>
      </w:r>
      <w:r>
        <w:t xml:space="preserve">gency or procedural exercises. </w:t>
      </w:r>
    </w:p>
    <w:p w:rsidR="00143FD3" w:rsidRPr="00143FD3" w:rsidRDefault="00143FD3" w:rsidP="00143FD3">
      <w:pPr>
        <w:pStyle w:val="BodyText"/>
      </w:pPr>
      <w:r w:rsidRPr="00143FD3">
        <w:rPr>
          <w:b/>
          <w:bCs/>
        </w:rPr>
        <w:t>Re</w:t>
      </w:r>
      <w:r>
        <w:rPr>
          <w:b/>
          <w:bCs/>
        </w:rPr>
        <w:t>current</w:t>
      </w:r>
      <w:r w:rsidRPr="00143FD3">
        <w:rPr>
          <w:b/>
          <w:bCs/>
        </w:rPr>
        <w:t xml:space="preserve"> Training </w:t>
      </w:r>
    </w:p>
    <w:p w:rsidR="00143FD3" w:rsidRPr="00143FD3" w:rsidRDefault="00143FD3" w:rsidP="00143FD3">
      <w:pPr>
        <w:pStyle w:val="BodyText"/>
      </w:pPr>
      <w:r w:rsidRPr="00143FD3">
        <w:t>VTS</w:t>
      </w:r>
      <w:r>
        <w:t>Os (including VTS Supervisors)</w:t>
      </w:r>
      <w:r w:rsidRPr="00143FD3">
        <w:t xml:space="preserve"> are required to undergo VTS </w:t>
      </w:r>
      <w:r>
        <w:t>recurrent</w:t>
      </w:r>
      <w:r w:rsidRPr="00143FD3">
        <w:t xml:space="preserve"> training every 3 years, either through a formal VTS </w:t>
      </w:r>
      <w:r>
        <w:t>recurrent</w:t>
      </w:r>
      <w:r w:rsidRPr="00143FD3">
        <w:t xml:space="preserve"> training course conducted by an accredited VTS training organisation, or in-house by </w:t>
      </w:r>
      <w:r>
        <w:t xml:space="preserve">means of a course approved by the Competent Authority. In-house training by an individual VTS Authority will only be approved where there are </w:t>
      </w:r>
      <w:r w:rsidRPr="00143FD3">
        <w:t xml:space="preserve">appropriate resources </w:t>
      </w:r>
      <w:r>
        <w:t xml:space="preserve">and training expertise </w:t>
      </w:r>
      <w:r w:rsidRPr="00143FD3">
        <w:t xml:space="preserve">in order to achieve the </w:t>
      </w:r>
      <w:r>
        <w:t>recurrent</w:t>
      </w:r>
      <w:r w:rsidRPr="00143FD3">
        <w:t xml:space="preserve"> training standard. </w:t>
      </w:r>
    </w:p>
    <w:p w:rsidR="00143FD3" w:rsidRPr="00143FD3" w:rsidRDefault="00143FD3" w:rsidP="00143FD3">
      <w:pPr>
        <w:pStyle w:val="BodyText"/>
      </w:pPr>
      <w:r w:rsidRPr="00143FD3">
        <w:t xml:space="preserve">A VTS </w:t>
      </w:r>
      <w:r>
        <w:t>recurrent</w:t>
      </w:r>
      <w:r w:rsidRPr="00143FD3">
        <w:t xml:space="preserve"> training course, approved by the </w:t>
      </w:r>
      <w:r>
        <w:t>Competent Authority</w:t>
      </w:r>
      <w:r w:rsidRPr="00143FD3">
        <w:t>, aims to provide professional development training to ensure that the competence, knowledge and skills of VTS</w:t>
      </w:r>
      <w:r>
        <w:t>Os</w:t>
      </w:r>
      <w:r w:rsidRPr="00143FD3">
        <w:t xml:space="preserve"> are being maintained and updated on a periodic basis. The VTS </w:t>
      </w:r>
      <w:r>
        <w:t>recurrent training</w:t>
      </w:r>
      <w:r w:rsidRPr="00143FD3">
        <w:t xml:space="preserve"> course should comprise approximately 10 hours of lectures, presentations and workshops and 10 hours of simulation presented over three consecutive days on a</w:t>
      </w:r>
      <w:r>
        <w:t>n approved</w:t>
      </w:r>
      <w:r w:rsidRPr="00143FD3">
        <w:t xml:space="preserve"> course at a</w:t>
      </w:r>
      <w:r>
        <w:t>n accredited</w:t>
      </w:r>
      <w:r w:rsidRPr="00143FD3">
        <w:t xml:space="preserve"> VTS training organisation or VTS Authority. </w:t>
      </w:r>
    </w:p>
    <w:p w:rsidR="00143FD3" w:rsidRPr="00143FD3" w:rsidRDefault="00143FD3" w:rsidP="00143FD3">
      <w:pPr>
        <w:pStyle w:val="BodyText"/>
      </w:pPr>
      <w:r w:rsidRPr="00143FD3">
        <w:t xml:space="preserve">The </w:t>
      </w:r>
      <w:r>
        <w:t>Competent Authority</w:t>
      </w:r>
      <w:r w:rsidRPr="00143FD3">
        <w:t xml:space="preserve"> recognises that the course content will constantly evolve, be job-c</w:t>
      </w:r>
      <w:r w:rsidR="00C81940">
        <w:t xml:space="preserve">entred and relate directly to: </w:t>
      </w:r>
    </w:p>
    <w:p w:rsidR="00143FD3" w:rsidRPr="00143FD3" w:rsidRDefault="00143FD3" w:rsidP="00761614">
      <w:pPr>
        <w:pStyle w:val="BodyText"/>
        <w:numPr>
          <w:ilvl w:val="0"/>
          <w:numId w:val="41"/>
        </w:numPr>
      </w:pPr>
      <w:r w:rsidRPr="00143FD3">
        <w:t xml:space="preserve">maintenance of operational standards; </w:t>
      </w:r>
    </w:p>
    <w:p w:rsidR="00143FD3" w:rsidRPr="00143FD3" w:rsidRDefault="00143FD3" w:rsidP="00761614">
      <w:pPr>
        <w:pStyle w:val="BodyText"/>
        <w:numPr>
          <w:ilvl w:val="0"/>
          <w:numId w:val="41"/>
        </w:numPr>
      </w:pPr>
      <w:r w:rsidRPr="00143FD3">
        <w:t xml:space="preserve">recent changes, current/emerging trends and good practice that have been identified or promulgated by the IMO, IALA, MCA, Harbour Authorities, VTS Authorities, Pilotage Associations, accredited VTS Training Organisations, etc.; </w:t>
      </w:r>
    </w:p>
    <w:p w:rsidR="00143FD3" w:rsidRPr="00143FD3" w:rsidRDefault="00143FD3" w:rsidP="00761614">
      <w:pPr>
        <w:pStyle w:val="BodyText"/>
        <w:numPr>
          <w:ilvl w:val="0"/>
          <w:numId w:val="41"/>
        </w:numPr>
      </w:pPr>
      <w:r w:rsidRPr="00143FD3">
        <w:t xml:space="preserve">existing and evolving technological developments that may have an impact on the VTS environment; and </w:t>
      </w:r>
    </w:p>
    <w:p w:rsidR="00143FD3" w:rsidRPr="00143FD3" w:rsidRDefault="00143FD3" w:rsidP="00761614">
      <w:pPr>
        <w:pStyle w:val="BodyText"/>
        <w:numPr>
          <w:ilvl w:val="0"/>
          <w:numId w:val="41"/>
        </w:numPr>
      </w:pPr>
      <w:r w:rsidRPr="00143FD3">
        <w:lastRenderedPageBreak/>
        <w:t xml:space="preserve">lessons to be learnt from and relevant recommendations made by the </w:t>
      </w:r>
      <w:r>
        <w:t>Competent Authority, the marine accident i</w:t>
      </w:r>
      <w:r w:rsidRPr="00143FD3">
        <w:t xml:space="preserve">nvestigation </w:t>
      </w:r>
      <w:r>
        <w:t>organisations</w:t>
      </w:r>
      <w:r w:rsidRPr="00143FD3">
        <w:t xml:space="preserve"> and others as a result of studies/investigations that may have an impact on the delivery of VTS. </w:t>
      </w:r>
    </w:p>
    <w:p w:rsidR="00143FD3" w:rsidRPr="00143FD3" w:rsidRDefault="00143FD3" w:rsidP="00143FD3">
      <w:pPr>
        <w:pStyle w:val="BodyText"/>
      </w:pPr>
      <w:r w:rsidRPr="00143FD3">
        <w:t xml:space="preserve">The VTS </w:t>
      </w:r>
      <w:r>
        <w:t>recurrent</w:t>
      </w:r>
      <w:r w:rsidRPr="00143FD3">
        <w:t xml:space="preserve"> training course will evaluate a candidate’s ability in the following areas as per </w:t>
      </w:r>
      <w:r w:rsidR="00B82CD9">
        <w:t xml:space="preserve">IALA model course </w:t>
      </w:r>
      <w:r w:rsidRPr="00143FD3">
        <w:t>V</w:t>
      </w:r>
      <w:r w:rsidR="00B82CD9">
        <w:t>-</w:t>
      </w:r>
      <w:r w:rsidRPr="00143FD3">
        <w:t xml:space="preserve">103/1: </w:t>
      </w:r>
    </w:p>
    <w:p w:rsidR="00143FD3" w:rsidRPr="00143FD3" w:rsidRDefault="00143FD3" w:rsidP="00761614">
      <w:pPr>
        <w:pStyle w:val="BodyText"/>
        <w:numPr>
          <w:ilvl w:val="0"/>
          <w:numId w:val="42"/>
        </w:numPr>
      </w:pPr>
      <w:r w:rsidRPr="00143FD3">
        <w:t>Equipment</w:t>
      </w:r>
      <w:r w:rsidR="00B82CD9">
        <w:t>;</w:t>
      </w:r>
      <w:r w:rsidRPr="00143FD3">
        <w:t xml:space="preserve"> </w:t>
      </w:r>
    </w:p>
    <w:p w:rsidR="00143FD3" w:rsidRPr="00143FD3" w:rsidRDefault="00143FD3" w:rsidP="00761614">
      <w:pPr>
        <w:pStyle w:val="BodyText"/>
        <w:numPr>
          <w:ilvl w:val="0"/>
          <w:numId w:val="42"/>
        </w:numPr>
      </w:pPr>
      <w:r w:rsidRPr="00143FD3">
        <w:t>Use of VHF Radio</w:t>
      </w:r>
      <w:r w:rsidR="00B82CD9">
        <w:t>;</w:t>
      </w:r>
      <w:r w:rsidRPr="00143FD3">
        <w:t xml:space="preserve"> </w:t>
      </w:r>
    </w:p>
    <w:p w:rsidR="00143FD3" w:rsidRPr="00143FD3" w:rsidRDefault="00143FD3" w:rsidP="00761614">
      <w:pPr>
        <w:pStyle w:val="BodyText"/>
        <w:numPr>
          <w:ilvl w:val="0"/>
          <w:numId w:val="42"/>
        </w:numPr>
      </w:pPr>
      <w:r w:rsidRPr="00143FD3">
        <w:t>Personal Attributes</w:t>
      </w:r>
      <w:r w:rsidR="00B82CD9">
        <w:t>;</w:t>
      </w:r>
    </w:p>
    <w:p w:rsidR="00143FD3" w:rsidRPr="00143FD3" w:rsidRDefault="00143FD3" w:rsidP="00761614">
      <w:pPr>
        <w:pStyle w:val="BodyText"/>
        <w:numPr>
          <w:ilvl w:val="0"/>
          <w:numId w:val="42"/>
        </w:numPr>
      </w:pPr>
      <w:r w:rsidRPr="00143FD3">
        <w:t>Traffic Management</w:t>
      </w:r>
      <w:r w:rsidR="00B82CD9">
        <w:t>;</w:t>
      </w:r>
      <w:r w:rsidRPr="00143FD3">
        <w:t xml:space="preserve"> </w:t>
      </w:r>
    </w:p>
    <w:p w:rsidR="00143FD3" w:rsidRPr="00143FD3" w:rsidRDefault="00143FD3" w:rsidP="00761614">
      <w:pPr>
        <w:pStyle w:val="BodyText"/>
        <w:numPr>
          <w:ilvl w:val="0"/>
          <w:numId w:val="42"/>
        </w:numPr>
      </w:pPr>
      <w:r w:rsidRPr="00143FD3">
        <w:t>Emergency Operations</w:t>
      </w:r>
      <w:r w:rsidR="00B82CD9">
        <w:t>;</w:t>
      </w:r>
      <w:r w:rsidRPr="00143FD3">
        <w:t xml:space="preserve"> </w:t>
      </w:r>
    </w:p>
    <w:p w:rsidR="00143FD3" w:rsidRPr="00143FD3" w:rsidRDefault="00143FD3" w:rsidP="00761614">
      <w:pPr>
        <w:pStyle w:val="BodyText"/>
        <w:numPr>
          <w:ilvl w:val="0"/>
          <w:numId w:val="42"/>
        </w:numPr>
      </w:pPr>
      <w:r w:rsidRPr="00143FD3">
        <w:t>Communications Coordination</w:t>
      </w:r>
      <w:r w:rsidR="00B82CD9">
        <w:t>.</w:t>
      </w:r>
      <w:r w:rsidRPr="00143FD3">
        <w:t xml:space="preserve"> </w:t>
      </w:r>
    </w:p>
    <w:p w:rsidR="00143FD3" w:rsidRPr="00143FD3" w:rsidRDefault="00143FD3" w:rsidP="00143FD3">
      <w:pPr>
        <w:pStyle w:val="BodyText"/>
      </w:pPr>
      <w:r w:rsidRPr="00143FD3">
        <w:t xml:space="preserve">VTS Authorities adopting a process of in-house VTS </w:t>
      </w:r>
      <w:r w:rsidR="00B82CD9">
        <w:t>recurrent</w:t>
      </w:r>
      <w:r w:rsidRPr="00143FD3">
        <w:t xml:space="preserve"> training should cover the same course content as outlined for the </w:t>
      </w:r>
      <w:r w:rsidR="00B82CD9">
        <w:t>recurrent</w:t>
      </w:r>
      <w:r w:rsidRPr="00143FD3">
        <w:t xml:space="preserve"> training course in the paragraph above. This may be achieved either as a regular course or through a process of CPD to a syllabus approved by the </w:t>
      </w:r>
      <w:r w:rsidR="00B82CD9">
        <w:t>Competent Authority</w:t>
      </w:r>
      <w:r w:rsidRPr="00143FD3">
        <w:t xml:space="preserve">. </w:t>
      </w:r>
    </w:p>
    <w:p w:rsidR="00143FD3" w:rsidRPr="00143FD3" w:rsidRDefault="00143FD3" w:rsidP="00143FD3">
      <w:pPr>
        <w:pStyle w:val="BodyText"/>
      </w:pPr>
      <w:r w:rsidRPr="00143FD3">
        <w:t xml:space="preserve">The VTS </w:t>
      </w:r>
      <w:r w:rsidR="00B82CD9">
        <w:t>recurrent</w:t>
      </w:r>
      <w:r w:rsidRPr="00143FD3">
        <w:t xml:space="preserve"> training programme and Training Record Book should, in the first instance, be submitted to the </w:t>
      </w:r>
      <w:r w:rsidR="00B82CD9">
        <w:t>Competent Authority</w:t>
      </w:r>
      <w:r w:rsidRPr="00143FD3">
        <w:t xml:space="preserve"> for approval to ensure compliance with this </w:t>
      </w:r>
      <w:r w:rsidR="00B82CD9">
        <w:t>model course</w:t>
      </w:r>
      <w:r w:rsidRPr="00143FD3">
        <w:t xml:space="preserve">. This process only applies to VTS Authorities conducting in-house training for their own staff. Trainers for in-house refresher training should, as a minimum, be a qualified V-103/4 OJT Instructor. However, training may be supported by instruction from subject matter experts who may not be qualified as VTS OJTIs. VTS Authorities who intend to provide </w:t>
      </w:r>
      <w:r w:rsidR="00B82CD9">
        <w:t>recurrent</w:t>
      </w:r>
      <w:r w:rsidRPr="00143FD3">
        <w:t xml:space="preserve"> training to other VTS Authorities are required to obtain </w:t>
      </w:r>
      <w:r w:rsidR="00B82CD9">
        <w:t>accreditation as a VTS training organisation from the Competent Authority</w:t>
      </w:r>
      <w:r w:rsidRPr="00143FD3">
        <w:t xml:space="preserve"> which will, in turn, require delivery of the training by appropriately qualified staff</w:t>
      </w:r>
      <w:r w:rsidR="00B82CD9">
        <w:t>.</w:t>
      </w:r>
      <w:r w:rsidRPr="00143FD3">
        <w:t xml:space="preserve"> </w:t>
      </w:r>
    </w:p>
    <w:p w:rsidR="00B82CD9" w:rsidRDefault="00143FD3" w:rsidP="00143FD3">
      <w:pPr>
        <w:pStyle w:val="BodyText"/>
      </w:pPr>
      <w:r w:rsidRPr="00143FD3">
        <w:t xml:space="preserve">VTS Authorities opting for a </w:t>
      </w:r>
      <w:r w:rsidR="00B82CD9">
        <w:t>recurrent</w:t>
      </w:r>
      <w:r w:rsidRPr="00143FD3">
        <w:t xml:space="preserve"> training course shall ensure that all VTS</w:t>
      </w:r>
      <w:r w:rsidR="00B82CD9">
        <w:t>Os</w:t>
      </w:r>
      <w:r w:rsidRPr="00143FD3">
        <w:t xml:space="preserve"> undergo such training every three years. In exceptional circumstances this period may be extended but must not exceed four years. </w:t>
      </w:r>
    </w:p>
    <w:p w:rsidR="00143FD3" w:rsidRPr="00143FD3" w:rsidRDefault="00143FD3" w:rsidP="00143FD3">
      <w:pPr>
        <w:pStyle w:val="BodyText"/>
      </w:pPr>
      <w:r w:rsidRPr="00143FD3">
        <w:t>VTS Authoritie</w:t>
      </w:r>
      <w:r w:rsidR="00B82CD9">
        <w:t xml:space="preserve">s conducting </w:t>
      </w:r>
      <w:r w:rsidRPr="00143FD3">
        <w:t xml:space="preserve">VTS </w:t>
      </w:r>
      <w:r w:rsidR="00B82CD9">
        <w:t>recurrent</w:t>
      </w:r>
      <w:r w:rsidRPr="00143FD3">
        <w:t xml:space="preserve"> training in the form of CPD may spread the training over a three to four year cycle as best suits the operational needs and requirements of the VTS Authority. </w:t>
      </w:r>
    </w:p>
    <w:p w:rsidR="00143FD3" w:rsidRPr="00143FD3" w:rsidRDefault="00B82CD9" w:rsidP="00143FD3">
      <w:pPr>
        <w:pStyle w:val="BodyText"/>
      </w:pPr>
      <w:r>
        <w:t>VTS t</w:t>
      </w:r>
      <w:r w:rsidR="00143FD3" w:rsidRPr="00143FD3">
        <w:t xml:space="preserve">raining organisations will issue a certificate on successful completion, and to an appropriate standard, of the </w:t>
      </w:r>
      <w:r>
        <w:t>recurrent</w:t>
      </w:r>
      <w:r w:rsidR="00143FD3" w:rsidRPr="00143FD3">
        <w:t xml:space="preserve"> training course. VTS Authorities conducting in-house training should maintain a training record and ensure that the appropriate training has been achieved. </w:t>
      </w:r>
    </w:p>
    <w:p w:rsidR="00143FD3" w:rsidRPr="00143FD3" w:rsidRDefault="00143FD3" w:rsidP="00143FD3">
      <w:pPr>
        <w:pStyle w:val="BodyText"/>
      </w:pPr>
    </w:p>
    <w:p w:rsidR="00143FD3" w:rsidRPr="00143FD3" w:rsidRDefault="00143FD3" w:rsidP="00143FD3">
      <w:pPr>
        <w:pStyle w:val="BodyText"/>
      </w:pPr>
    </w:p>
    <w:p w:rsidR="003B6A0B" w:rsidRDefault="003B6A0B" w:rsidP="003B6A0B">
      <w:pPr>
        <w:pStyle w:val="BodyText"/>
      </w:pPr>
      <w:r>
        <w:br w:type="page"/>
      </w:r>
    </w:p>
    <w:p w:rsidR="003B6A0B" w:rsidRPr="00C50983" w:rsidRDefault="003B6A0B" w:rsidP="00EA6FDD">
      <w:pPr>
        <w:sectPr w:rsidR="003B6A0B" w:rsidRPr="00C50983" w:rsidSect="00EB4705">
          <w:headerReference w:type="even" r:id="rId17"/>
          <w:headerReference w:type="default" r:id="rId18"/>
          <w:footerReference w:type="even" r:id="rId19"/>
          <w:footerReference w:type="default" r:id="rId20"/>
          <w:headerReference w:type="first" r:id="rId21"/>
          <w:footerReference w:type="first" r:id="rId22"/>
          <w:pgSz w:w="11907" w:h="16840" w:code="9"/>
          <w:pgMar w:top="1134" w:right="1134" w:bottom="1134" w:left="1134" w:header="720" w:footer="720" w:gutter="0"/>
          <w:cols w:space="720"/>
          <w:docGrid w:linePitch="299"/>
        </w:sectPr>
      </w:pPr>
    </w:p>
    <w:bookmarkEnd w:id="100"/>
    <w:bookmarkEnd w:id="101"/>
    <w:p w:rsidR="003B19A3" w:rsidRPr="00CD756A" w:rsidRDefault="003B19A3" w:rsidP="003B6A0B">
      <w:pPr>
        <w:pStyle w:val="BodyText"/>
        <w:tabs>
          <w:tab w:val="left" w:pos="709"/>
        </w:tabs>
      </w:pPr>
    </w:p>
    <w:sectPr w:rsidR="003B19A3" w:rsidRPr="00CD756A" w:rsidSect="00EB76FB">
      <w:headerReference w:type="default" r:id="rId23"/>
      <w:footerReference w:type="default" r:id="rId24"/>
      <w:headerReference w:type="first" r:id="rId25"/>
      <w:footerReference w:type="first" r:id="rId26"/>
      <w:pgSz w:w="11906" w:h="16838"/>
      <w:pgMar w:top="1134" w:right="849"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0" w:author="barbara.magro" w:date="2015-12-07T16:06:00Z" w:initials="b">
    <w:p w:rsidR="007F43ED" w:rsidRDefault="007F43ED">
      <w:pPr>
        <w:pStyle w:val="CommentText"/>
      </w:pPr>
      <w:r>
        <w:rPr>
          <w:rStyle w:val="CommentReference"/>
        </w:rPr>
        <w:annotationRef/>
      </w:r>
      <w:proofErr w:type="gramStart"/>
      <w:r w:rsidRPr="002824DC">
        <w:rPr>
          <w:bCs/>
          <w:highlight w:val="cyan"/>
        </w:rPr>
        <w:t>is</w:t>
      </w:r>
      <w:proofErr w:type="gramEnd"/>
      <w:r w:rsidRPr="002824DC">
        <w:rPr>
          <w:bCs/>
          <w:highlight w:val="cyan"/>
        </w:rPr>
        <w:t xml:space="preserve"> </w:t>
      </w:r>
      <w:r w:rsidRPr="002824DC">
        <w:rPr>
          <w:highlight w:val="cyan"/>
        </w:rPr>
        <w:t>the process for the maintenance of a VTS qualification</w:t>
      </w:r>
    </w:p>
  </w:comment>
  <w:comment w:id="51" w:author="Gregory, Kevin" w:date="2016-02-24T09:03:00Z" w:initials="KG">
    <w:p w:rsidR="006D6A4D" w:rsidRDefault="006D6A4D">
      <w:pPr>
        <w:pStyle w:val="CommentText"/>
      </w:pPr>
      <w:r>
        <w:rPr>
          <w:rStyle w:val="CommentReference"/>
        </w:rPr>
        <w:annotationRef/>
      </w:r>
      <w:r>
        <w:t>Where should this section best sit within the document?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6016DE" w15:done="0"/>
  <w15:commentEx w15:paraId="665A0F73" w15:done="0"/>
  <w15:commentEx w15:paraId="280F8F96" w15:done="0"/>
  <w15:commentEx w15:paraId="78043B0A" w15:done="0"/>
  <w15:commentEx w15:paraId="5559EEC2" w15:done="0"/>
  <w15:commentEx w15:paraId="762979B1" w15:done="0"/>
  <w15:commentEx w15:paraId="302E66C0" w15:done="0"/>
  <w15:commentEx w15:paraId="7F289981" w15:done="0"/>
  <w15:commentEx w15:paraId="5395EE30" w15:done="0"/>
  <w15:commentEx w15:paraId="39DF78E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EC8" w:rsidRDefault="008E3EC8" w:rsidP="009E1230">
      <w:r>
        <w:separator/>
      </w:r>
    </w:p>
  </w:endnote>
  <w:endnote w:type="continuationSeparator" w:id="0">
    <w:p w:rsidR="008E3EC8" w:rsidRDefault="008E3EC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Arial Unicode MS"/>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ヒラギノ角ゴ Pro W3">
    <w:charset w:val="4E"/>
    <w:family w:val="auto"/>
    <w:pitch w:val="variable"/>
    <w:sig w:usb0="00000001" w:usb1="08070000" w:usb2="00000010" w:usb3="00000000" w:csb0="00020000" w:csb1="00000000"/>
  </w:font>
  <w:font w:name="Arial Bold">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libri-Bold">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C6" w:rsidRDefault="009B6E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ED" w:rsidRPr="00C66AD5" w:rsidRDefault="007F43ED" w:rsidP="00110F94">
    <w:pPr>
      <w:pStyle w:val="Footer"/>
      <w:tabs>
        <w:tab w:val="clear" w:pos="4678"/>
        <w:tab w:val="clear" w:pos="9356"/>
        <w:tab w:val="center" w:pos="7230"/>
        <w:tab w:val="right" w:pos="13608"/>
      </w:tabs>
      <w:jc w:val="center"/>
      <w:rPr>
        <w:rFonts w:cs="Arial"/>
      </w:rPr>
    </w:pP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9B6EC6">
      <w:rPr>
        <w:rFonts w:cs="Arial"/>
        <w:noProof/>
        <w:lang w:val="en-US"/>
      </w:rPr>
      <w:t>1</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9B6EC6">
      <w:rPr>
        <w:rFonts w:cs="Arial"/>
        <w:noProof/>
        <w:lang w:val="en-US"/>
      </w:rPr>
      <w:t>30</w:t>
    </w:r>
    <w:r w:rsidRPr="008136BC">
      <w:rPr>
        <w:rFonts w:cs="Arial"/>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C6" w:rsidRDefault="009B6EC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ED" w:rsidRPr="008136BC" w:rsidRDefault="007F43ED" w:rsidP="00C96773">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28</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ED" w:rsidRPr="008136BC" w:rsidRDefault="007F43ED" w:rsidP="00C96773">
    <w:pPr>
      <w:pStyle w:val="Footer"/>
      <w:tabs>
        <w:tab w:val="clear" w:pos="4678"/>
        <w:tab w:val="clear" w:pos="9356"/>
        <w:tab w:val="center" w:pos="4820"/>
        <w:tab w:val="right" w:pos="9923"/>
      </w:tabs>
      <w:rPr>
        <w:rFonts w:cs="Arial"/>
      </w:rPr>
    </w:pPr>
    <w:r w:rsidRPr="008136BC">
      <w:rPr>
        <w:rFonts w:cs="Arial"/>
      </w:rPr>
      <w:tab/>
    </w:r>
    <w:r w:rsidRPr="008136BC">
      <w:rPr>
        <w:rFonts w:cs="Arial"/>
        <w:lang w:val="en-US"/>
      </w:rPr>
      <w:t xml:space="preserve">Page </w:t>
    </w:r>
    <w:r w:rsidRPr="008136BC">
      <w:rPr>
        <w:rFonts w:cs="Arial"/>
        <w:lang w:val="en-US"/>
      </w:rPr>
      <w:fldChar w:fldCharType="begin"/>
    </w:r>
    <w:r w:rsidRPr="008136BC">
      <w:rPr>
        <w:rFonts w:cs="Arial"/>
        <w:lang w:val="en-US"/>
      </w:rPr>
      <w:instrText xml:space="preserve"> PAGE </w:instrText>
    </w:r>
    <w:r w:rsidRPr="008136BC">
      <w:rPr>
        <w:rFonts w:cs="Arial"/>
        <w:lang w:val="en-US"/>
      </w:rPr>
      <w:fldChar w:fldCharType="separate"/>
    </w:r>
    <w:r w:rsidR="009B6EC6">
      <w:rPr>
        <w:rFonts w:cs="Arial"/>
        <w:noProof/>
        <w:lang w:val="en-US"/>
      </w:rPr>
      <w:t>30</w:t>
    </w:r>
    <w:r w:rsidRPr="008136BC">
      <w:rPr>
        <w:rFonts w:cs="Arial"/>
        <w:lang w:val="en-US"/>
      </w:rPr>
      <w:fldChar w:fldCharType="end"/>
    </w:r>
    <w:r w:rsidRPr="008136BC">
      <w:rPr>
        <w:rFonts w:cs="Arial"/>
        <w:lang w:val="en-US"/>
      </w:rPr>
      <w:t xml:space="preserve"> of </w:t>
    </w:r>
    <w:r w:rsidRPr="008136BC">
      <w:rPr>
        <w:rFonts w:cs="Arial"/>
        <w:lang w:val="en-US"/>
      </w:rPr>
      <w:fldChar w:fldCharType="begin"/>
    </w:r>
    <w:r w:rsidRPr="008136BC">
      <w:rPr>
        <w:rFonts w:cs="Arial"/>
        <w:lang w:val="en-US"/>
      </w:rPr>
      <w:instrText xml:space="preserve"> NUMPAGES </w:instrText>
    </w:r>
    <w:r w:rsidRPr="008136BC">
      <w:rPr>
        <w:rFonts w:cs="Arial"/>
        <w:lang w:val="en-US"/>
      </w:rPr>
      <w:fldChar w:fldCharType="separate"/>
    </w:r>
    <w:r w:rsidR="009B6EC6">
      <w:rPr>
        <w:rFonts w:cs="Arial"/>
        <w:noProof/>
        <w:lang w:val="en-US"/>
      </w:rPr>
      <w:t>30</w:t>
    </w:r>
    <w:r w:rsidRPr="008136BC">
      <w:rPr>
        <w:rFonts w:cs="Arial"/>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EC8" w:rsidRDefault="008E3EC8" w:rsidP="009E1230">
      <w:r>
        <w:separator/>
      </w:r>
    </w:p>
  </w:footnote>
  <w:footnote w:type="continuationSeparator" w:id="0">
    <w:p w:rsidR="008E3EC8" w:rsidRDefault="008E3EC8"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C6" w:rsidRDefault="009B6E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ED" w:rsidRPr="008F61AB" w:rsidRDefault="008E3EC8" w:rsidP="00C96773">
    <w:pPr>
      <w:pStyle w:val="Header"/>
      <w:tabs>
        <w:tab w:val="clear" w:pos="4678"/>
        <w:tab w:val="clear" w:pos="9356"/>
        <w:tab w:val="center" w:pos="7230"/>
        <w:tab w:val="right" w:pos="14601"/>
      </w:tabs>
      <w:jc w:val="center"/>
      <w:rPr>
        <w:rFonts w:cs="Arial"/>
      </w:rPr>
    </w:pPr>
    <w:sdt>
      <w:sdtPr>
        <w:rPr>
          <w:rFonts w:cs="Arial"/>
        </w:rPr>
        <w:id w:val="-1520310698"/>
        <w:docPartObj>
          <w:docPartGallery w:val="Watermarks"/>
          <w:docPartUnique/>
        </w:docPartObj>
      </w:sdtPr>
      <w:sdtEndPr/>
      <w:sdtContent>
        <w:r>
          <w:rPr>
            <w:rFonts w:cs="Arial"/>
            <w:noProof/>
            <w:lang w:val="en-US" w:eastAsia="zh-TW"/>
          </w:rPr>
          <w:pict w14:anchorId="298237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F43ED" w:rsidRPr="008F61AB">
      <w:rPr>
        <w:rFonts w:cs="Arial"/>
      </w:rPr>
      <w:t>Model Course V - 103/</w:t>
    </w:r>
    <w:r w:rsidR="007F43ED">
      <w:rPr>
        <w:rFonts w:cs="Arial"/>
      </w:rPr>
      <w:t>5</w:t>
    </w:r>
    <w:r w:rsidR="007F43ED" w:rsidRPr="008F61AB">
      <w:rPr>
        <w:rFonts w:cs="Arial"/>
      </w:rPr>
      <w:t xml:space="preserve"> – VTS </w:t>
    </w:r>
    <w:r w:rsidR="007F43ED">
      <w:rPr>
        <w:rFonts w:cs="Arial"/>
      </w:rPr>
      <w:t>Revalidation Training</w:t>
    </w:r>
    <w:r w:rsidR="009B6EC6">
      <w:rPr>
        <w:rFonts w:cs="Arial"/>
      </w:rPr>
      <w:tab/>
    </w:r>
    <w:r w:rsidR="009B6EC6">
      <w:rPr>
        <w:rFonts w:cs="Arial"/>
      </w:rPr>
      <w:t>VTS41-10.1.1</w:t>
    </w:r>
    <w:bookmarkStart w:id="103" w:name="_GoBack"/>
    <w:bookmarkEnd w:id="103"/>
  </w:p>
  <w:p w:rsidR="007F43ED" w:rsidRDefault="00575005" w:rsidP="000D78BA">
    <w:pPr>
      <w:pBdr>
        <w:bottom w:val="single" w:sz="4" w:space="1" w:color="auto"/>
      </w:pBdr>
      <w:jc w:val="center"/>
    </w:pPr>
    <w:r>
      <w:rPr>
        <w:rFonts w:cs="Arial"/>
        <w:sz w:val="20"/>
      </w:rPr>
      <w:t xml:space="preserve">March </w:t>
    </w:r>
    <w:r w:rsidR="007F43ED">
      <w:rPr>
        <w:rFonts w:cs="Arial"/>
        <w:sz w:val="20"/>
      </w:rPr>
      <w:t>2016</w:t>
    </w:r>
  </w:p>
  <w:p w:rsidR="007F43ED" w:rsidRDefault="007F43ED" w:rsidP="000D78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EC6" w:rsidRDefault="009B6EC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ED" w:rsidRPr="008F61AB" w:rsidRDefault="007F43ED" w:rsidP="006D02BB">
    <w:pPr>
      <w:pStyle w:val="Header"/>
      <w:tabs>
        <w:tab w:val="clear" w:pos="4678"/>
        <w:tab w:val="clear" w:pos="9356"/>
        <w:tab w:val="center" w:pos="4820"/>
        <w:tab w:val="right" w:pos="9923"/>
      </w:tabs>
      <w:jc w:val="center"/>
      <w:rPr>
        <w:rFonts w:cs="Arial"/>
      </w:rPr>
    </w:pPr>
    <w:r w:rsidRPr="008F61AB">
      <w:rPr>
        <w:rFonts w:cs="Arial"/>
      </w:rPr>
      <w:t>Model Course V - 103/1 – VTS Operator</w:t>
    </w:r>
  </w:p>
  <w:p w:rsidR="007F43ED" w:rsidRDefault="007F43ED" w:rsidP="00640E00">
    <w:pPr>
      <w:pBdr>
        <w:bottom w:val="single" w:sz="4" w:space="1" w:color="auto"/>
      </w:pBdr>
      <w:jc w:val="center"/>
    </w:pPr>
    <w:r w:rsidRPr="008F61AB">
      <w:rPr>
        <w:rFonts w:cs="Arial"/>
        <w:sz w:val="20"/>
      </w:rPr>
      <w:t>March 199</w:t>
    </w:r>
    <w:r>
      <w:rPr>
        <w:rFonts w:cs="Arial"/>
        <w:sz w:val="20"/>
      </w:rPr>
      <w:t xml:space="preserve">8 – </w:t>
    </w:r>
    <w:r w:rsidRPr="00640E00">
      <w:rPr>
        <w:rFonts w:cs="Arial"/>
        <w:sz w:val="20"/>
        <w:highlight w:val="yellow"/>
      </w:rPr>
      <w:t>Revised December 2009</w:t>
    </w:r>
  </w:p>
  <w:p w:rsidR="007F43ED" w:rsidRPr="00640E00" w:rsidRDefault="007F43ED" w:rsidP="00640E0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3ED" w:rsidRPr="003B6A0B" w:rsidRDefault="007F43ED" w:rsidP="003B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07E88C64">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93607E"/>
    <w:multiLevelType w:val="multilevel"/>
    <w:tmpl w:val="AE8A85F0"/>
    <w:lvl w:ilvl="0">
      <w:start w:val="1"/>
      <w:numFmt w:val="decimal"/>
      <w:pStyle w:val="Agenda"/>
      <w:lvlText w:val="%1."/>
      <w:lvlJc w:val="left"/>
      <w:pPr>
        <w:tabs>
          <w:tab w:val="num" w:pos="567"/>
        </w:tabs>
        <w:ind w:left="567" w:hanging="567"/>
      </w:pPr>
      <w:rPr>
        <w:rFonts w:cs="Times New Roman" w:hint="default"/>
      </w:rPr>
    </w:lvl>
    <w:lvl w:ilvl="1">
      <w:start w:val="2"/>
      <w:numFmt w:val="decimal"/>
      <w:lvlText w:val="%1.%2"/>
      <w:lvlJc w:val="left"/>
      <w:pPr>
        <w:tabs>
          <w:tab w:val="num" w:pos="1134"/>
        </w:tabs>
        <w:ind w:left="1134" w:hanging="567"/>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
    <w:nsid w:val="07BC66F4"/>
    <w:multiLevelType w:val="hybridMultilevel"/>
    <w:tmpl w:val="FD2AB8B2"/>
    <w:lvl w:ilvl="0" w:tplc="1C7410BE">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3461F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nsid w:val="09996FD9"/>
    <w:multiLevelType w:val="hybridMultilevel"/>
    <w:tmpl w:val="317E04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710EDE"/>
    <w:multiLevelType w:val="hybridMultilevel"/>
    <w:tmpl w:val="251AC3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0674FE9"/>
    <w:multiLevelType w:val="multilevel"/>
    <w:tmpl w:val="8A92635E"/>
    <w:lvl w:ilvl="0">
      <w:start w:val="1"/>
      <w:numFmt w:val="decimal"/>
      <w:pStyle w:val="Agendaitems"/>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C336E12"/>
    <w:multiLevelType w:val="hybridMultilevel"/>
    <w:tmpl w:val="D86EA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FC85412"/>
    <w:multiLevelType w:val="hybridMultilevel"/>
    <w:tmpl w:val="F84C3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FF514AE"/>
    <w:multiLevelType w:val="hybridMultilevel"/>
    <w:tmpl w:val="12C43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0817C6"/>
    <w:multiLevelType w:val="hybridMultilevel"/>
    <w:tmpl w:val="9A288C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76301AE"/>
    <w:multiLevelType w:val="multilevel"/>
    <w:tmpl w:val="F202BAF8"/>
    <w:lvl w:ilvl="0">
      <w:start w:val="1"/>
      <w:numFmt w:val="decimal"/>
      <w:pStyle w:val="AnnexHeading1"/>
      <w:lvlText w:val="%1"/>
      <w:lvlJc w:val="left"/>
      <w:pPr>
        <w:tabs>
          <w:tab w:val="num" w:pos="567"/>
        </w:tabs>
        <w:ind w:left="567" w:hanging="567"/>
      </w:pPr>
      <w:rPr>
        <w:rFonts w:ascii="Arial" w:hAnsi="Arial" w:hint="default"/>
        <w:b/>
        <w:i w:val="0"/>
        <w:sz w:val="24"/>
      </w:rPr>
    </w:lvl>
    <w:lvl w:ilvl="1">
      <w:start w:val="1"/>
      <w:numFmt w:val="decimal"/>
      <w:pStyle w:val="AnnexHeading2"/>
      <w:lvlText w:val="%1.%2"/>
      <w:lvlJc w:val="left"/>
      <w:pPr>
        <w:tabs>
          <w:tab w:val="num" w:pos="851"/>
        </w:tabs>
        <w:ind w:left="851" w:hanging="851"/>
      </w:pPr>
      <w:rPr>
        <w:rFonts w:ascii="Arial" w:hAnsi="Arial"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72A5400"/>
    <w:multiLevelType w:val="hybridMultilevel"/>
    <w:tmpl w:val="A5D8D928"/>
    <w:lvl w:ilvl="0" w:tplc="041D0001">
      <w:start w:val="1"/>
      <w:numFmt w:val="bullet"/>
      <w:lvlText w:val=""/>
      <w:lvlJc w:val="left"/>
      <w:pPr>
        <w:tabs>
          <w:tab w:val="num" w:pos="1074"/>
        </w:tabs>
        <w:ind w:left="1074" w:hanging="360"/>
      </w:pPr>
      <w:rPr>
        <w:rFonts w:ascii="Symbol" w:hAnsi="Symbol" w:hint="default"/>
      </w:rPr>
    </w:lvl>
    <w:lvl w:ilvl="1" w:tplc="041D0003" w:tentative="1">
      <w:start w:val="1"/>
      <w:numFmt w:val="bullet"/>
      <w:lvlText w:val="o"/>
      <w:lvlJc w:val="left"/>
      <w:pPr>
        <w:tabs>
          <w:tab w:val="num" w:pos="1794"/>
        </w:tabs>
        <w:ind w:left="1794" w:hanging="360"/>
      </w:pPr>
      <w:rPr>
        <w:rFonts w:ascii="Courier New" w:hAnsi="Courier New" w:hint="default"/>
      </w:rPr>
    </w:lvl>
    <w:lvl w:ilvl="2" w:tplc="041D0005" w:tentative="1">
      <w:start w:val="1"/>
      <w:numFmt w:val="bullet"/>
      <w:lvlText w:val=""/>
      <w:lvlJc w:val="left"/>
      <w:pPr>
        <w:tabs>
          <w:tab w:val="num" w:pos="2514"/>
        </w:tabs>
        <w:ind w:left="2514" w:hanging="360"/>
      </w:pPr>
      <w:rPr>
        <w:rFonts w:ascii="Wingdings" w:hAnsi="Wingdings" w:hint="default"/>
      </w:rPr>
    </w:lvl>
    <w:lvl w:ilvl="3" w:tplc="041D0001" w:tentative="1">
      <w:start w:val="1"/>
      <w:numFmt w:val="bullet"/>
      <w:lvlText w:val=""/>
      <w:lvlJc w:val="left"/>
      <w:pPr>
        <w:tabs>
          <w:tab w:val="num" w:pos="3234"/>
        </w:tabs>
        <w:ind w:left="3234" w:hanging="360"/>
      </w:pPr>
      <w:rPr>
        <w:rFonts w:ascii="Symbol" w:hAnsi="Symbol" w:hint="default"/>
      </w:rPr>
    </w:lvl>
    <w:lvl w:ilvl="4" w:tplc="041D0003" w:tentative="1">
      <w:start w:val="1"/>
      <w:numFmt w:val="bullet"/>
      <w:lvlText w:val="o"/>
      <w:lvlJc w:val="left"/>
      <w:pPr>
        <w:tabs>
          <w:tab w:val="num" w:pos="3954"/>
        </w:tabs>
        <w:ind w:left="3954" w:hanging="360"/>
      </w:pPr>
      <w:rPr>
        <w:rFonts w:ascii="Courier New" w:hAnsi="Courier New" w:hint="default"/>
      </w:rPr>
    </w:lvl>
    <w:lvl w:ilvl="5" w:tplc="041D0005" w:tentative="1">
      <w:start w:val="1"/>
      <w:numFmt w:val="bullet"/>
      <w:lvlText w:val=""/>
      <w:lvlJc w:val="left"/>
      <w:pPr>
        <w:tabs>
          <w:tab w:val="num" w:pos="4674"/>
        </w:tabs>
        <w:ind w:left="4674" w:hanging="360"/>
      </w:pPr>
      <w:rPr>
        <w:rFonts w:ascii="Wingdings" w:hAnsi="Wingdings" w:hint="default"/>
      </w:rPr>
    </w:lvl>
    <w:lvl w:ilvl="6" w:tplc="041D0001" w:tentative="1">
      <w:start w:val="1"/>
      <w:numFmt w:val="bullet"/>
      <w:lvlText w:val=""/>
      <w:lvlJc w:val="left"/>
      <w:pPr>
        <w:tabs>
          <w:tab w:val="num" w:pos="5394"/>
        </w:tabs>
        <w:ind w:left="5394" w:hanging="360"/>
      </w:pPr>
      <w:rPr>
        <w:rFonts w:ascii="Symbol" w:hAnsi="Symbol" w:hint="default"/>
      </w:rPr>
    </w:lvl>
    <w:lvl w:ilvl="7" w:tplc="041D0003" w:tentative="1">
      <w:start w:val="1"/>
      <w:numFmt w:val="bullet"/>
      <w:lvlText w:val="o"/>
      <w:lvlJc w:val="left"/>
      <w:pPr>
        <w:tabs>
          <w:tab w:val="num" w:pos="6114"/>
        </w:tabs>
        <w:ind w:left="6114" w:hanging="360"/>
      </w:pPr>
      <w:rPr>
        <w:rFonts w:ascii="Courier New" w:hAnsi="Courier New" w:hint="default"/>
      </w:rPr>
    </w:lvl>
    <w:lvl w:ilvl="8" w:tplc="041D0005" w:tentative="1">
      <w:start w:val="1"/>
      <w:numFmt w:val="bullet"/>
      <w:lvlText w:val=""/>
      <w:lvlJc w:val="left"/>
      <w:pPr>
        <w:tabs>
          <w:tab w:val="num" w:pos="6834"/>
        </w:tabs>
        <w:ind w:left="6834" w:hanging="360"/>
      </w:pPr>
      <w:rPr>
        <w:rFonts w:ascii="Wingdings" w:hAnsi="Wingdings" w:hint="default"/>
      </w:rPr>
    </w:lvl>
  </w:abstractNum>
  <w:abstractNum w:abstractNumId="1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BC63137"/>
    <w:multiLevelType w:val="hybridMultilevel"/>
    <w:tmpl w:val="611E202A"/>
    <w:lvl w:ilvl="0" w:tplc="3AB0F5A6">
      <w:start w:val="1"/>
      <w:numFmt w:val="bullet"/>
      <w:pStyle w:val="Bullet1"/>
      <w:lvlText w:val=""/>
      <w:lvlJc w:val="left"/>
      <w:pPr>
        <w:tabs>
          <w:tab w:val="num" w:pos="720"/>
        </w:tabs>
        <w:ind w:left="720" w:hanging="360"/>
      </w:pPr>
      <w:rPr>
        <w:rFonts w:ascii="Symbol" w:hAnsi="Symbol" w:hint="default"/>
      </w:rPr>
    </w:lvl>
    <w:lvl w:ilvl="1" w:tplc="90B87B24" w:tentative="1">
      <w:start w:val="1"/>
      <w:numFmt w:val="bullet"/>
      <w:lvlText w:val="o"/>
      <w:lvlJc w:val="left"/>
      <w:pPr>
        <w:tabs>
          <w:tab w:val="num" w:pos="1440"/>
        </w:tabs>
        <w:ind w:left="1440" w:hanging="360"/>
      </w:pPr>
      <w:rPr>
        <w:rFonts w:ascii="Courier New" w:hAnsi="Courier New" w:cs="Courier New" w:hint="default"/>
      </w:rPr>
    </w:lvl>
    <w:lvl w:ilvl="2" w:tplc="9474D1C0" w:tentative="1">
      <w:start w:val="1"/>
      <w:numFmt w:val="bullet"/>
      <w:lvlText w:val=""/>
      <w:lvlJc w:val="left"/>
      <w:pPr>
        <w:tabs>
          <w:tab w:val="num" w:pos="2160"/>
        </w:tabs>
        <w:ind w:left="2160" w:hanging="360"/>
      </w:pPr>
      <w:rPr>
        <w:rFonts w:ascii="Wingdings" w:hAnsi="Wingdings" w:hint="default"/>
      </w:rPr>
    </w:lvl>
    <w:lvl w:ilvl="3" w:tplc="69E05718" w:tentative="1">
      <w:start w:val="1"/>
      <w:numFmt w:val="bullet"/>
      <w:lvlText w:val=""/>
      <w:lvlJc w:val="left"/>
      <w:pPr>
        <w:tabs>
          <w:tab w:val="num" w:pos="2880"/>
        </w:tabs>
        <w:ind w:left="2880" w:hanging="360"/>
      </w:pPr>
      <w:rPr>
        <w:rFonts w:ascii="Symbol" w:hAnsi="Symbol" w:hint="default"/>
      </w:rPr>
    </w:lvl>
    <w:lvl w:ilvl="4" w:tplc="AEFEF142" w:tentative="1">
      <w:start w:val="1"/>
      <w:numFmt w:val="bullet"/>
      <w:lvlText w:val="o"/>
      <w:lvlJc w:val="left"/>
      <w:pPr>
        <w:tabs>
          <w:tab w:val="num" w:pos="3600"/>
        </w:tabs>
        <w:ind w:left="3600" w:hanging="360"/>
      </w:pPr>
      <w:rPr>
        <w:rFonts w:ascii="Courier New" w:hAnsi="Courier New" w:cs="Courier New" w:hint="default"/>
      </w:rPr>
    </w:lvl>
    <w:lvl w:ilvl="5" w:tplc="08947FEC" w:tentative="1">
      <w:start w:val="1"/>
      <w:numFmt w:val="bullet"/>
      <w:lvlText w:val=""/>
      <w:lvlJc w:val="left"/>
      <w:pPr>
        <w:tabs>
          <w:tab w:val="num" w:pos="4320"/>
        </w:tabs>
        <w:ind w:left="4320" w:hanging="360"/>
      </w:pPr>
      <w:rPr>
        <w:rFonts w:ascii="Wingdings" w:hAnsi="Wingdings" w:hint="default"/>
      </w:rPr>
    </w:lvl>
    <w:lvl w:ilvl="6" w:tplc="052222E2" w:tentative="1">
      <w:start w:val="1"/>
      <w:numFmt w:val="bullet"/>
      <w:lvlText w:val=""/>
      <w:lvlJc w:val="left"/>
      <w:pPr>
        <w:tabs>
          <w:tab w:val="num" w:pos="5040"/>
        </w:tabs>
        <w:ind w:left="5040" w:hanging="360"/>
      </w:pPr>
      <w:rPr>
        <w:rFonts w:ascii="Symbol" w:hAnsi="Symbol" w:hint="default"/>
      </w:rPr>
    </w:lvl>
    <w:lvl w:ilvl="7" w:tplc="A6A20E94" w:tentative="1">
      <w:start w:val="1"/>
      <w:numFmt w:val="bullet"/>
      <w:lvlText w:val="o"/>
      <w:lvlJc w:val="left"/>
      <w:pPr>
        <w:tabs>
          <w:tab w:val="num" w:pos="5760"/>
        </w:tabs>
        <w:ind w:left="5760" w:hanging="360"/>
      </w:pPr>
      <w:rPr>
        <w:rFonts w:ascii="Courier New" w:hAnsi="Courier New" w:cs="Courier New" w:hint="default"/>
      </w:rPr>
    </w:lvl>
    <w:lvl w:ilvl="8" w:tplc="889E8078" w:tentative="1">
      <w:start w:val="1"/>
      <w:numFmt w:val="bullet"/>
      <w:lvlText w:val=""/>
      <w:lvlJc w:val="left"/>
      <w:pPr>
        <w:tabs>
          <w:tab w:val="num" w:pos="6480"/>
        </w:tabs>
        <w:ind w:left="6480" w:hanging="360"/>
      </w:pPr>
      <w:rPr>
        <w:rFonts w:ascii="Wingdings" w:hAnsi="Wingding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2735271"/>
    <w:multiLevelType w:val="hybridMultilevel"/>
    <w:tmpl w:val="7F6CCF4E"/>
    <w:lvl w:ilvl="0" w:tplc="D2BAD5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EA3FF9"/>
    <w:multiLevelType w:val="hybridMultilevel"/>
    <w:tmpl w:val="CF3CD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1DA442D"/>
    <w:multiLevelType w:val="hybridMultilevel"/>
    <w:tmpl w:val="63624518"/>
    <w:lvl w:ilvl="0" w:tplc="08090005">
      <w:start w:val="1"/>
      <w:numFmt w:val="bullet"/>
      <w:lvlText w:val=""/>
      <w:lvlJc w:val="left"/>
      <w:pPr>
        <w:ind w:left="1213" w:hanging="360"/>
      </w:pPr>
      <w:rPr>
        <w:rFonts w:ascii="Wingdings" w:hAnsi="Wingdings" w:hint="default"/>
      </w:rPr>
    </w:lvl>
    <w:lvl w:ilvl="1" w:tplc="08130003">
      <w:start w:val="1"/>
      <w:numFmt w:val="bullet"/>
      <w:lvlText w:val="o"/>
      <w:lvlJc w:val="left"/>
      <w:pPr>
        <w:ind w:left="1933" w:hanging="360"/>
      </w:pPr>
      <w:rPr>
        <w:rFonts w:ascii="Courier New" w:hAnsi="Courier New" w:cs="Courier New" w:hint="default"/>
      </w:rPr>
    </w:lvl>
    <w:lvl w:ilvl="2" w:tplc="08130005">
      <w:start w:val="1"/>
      <w:numFmt w:val="bullet"/>
      <w:lvlText w:val=""/>
      <w:lvlJc w:val="left"/>
      <w:pPr>
        <w:ind w:left="2653" w:hanging="360"/>
      </w:pPr>
      <w:rPr>
        <w:rFonts w:ascii="Wingdings" w:hAnsi="Wingdings" w:hint="default"/>
      </w:rPr>
    </w:lvl>
    <w:lvl w:ilvl="3" w:tplc="08130001">
      <w:start w:val="1"/>
      <w:numFmt w:val="bullet"/>
      <w:lvlText w:val=""/>
      <w:lvlJc w:val="left"/>
      <w:pPr>
        <w:ind w:left="3373" w:hanging="360"/>
      </w:pPr>
      <w:rPr>
        <w:rFonts w:ascii="Symbol" w:hAnsi="Symbol" w:hint="default"/>
      </w:rPr>
    </w:lvl>
    <w:lvl w:ilvl="4" w:tplc="08130003">
      <w:start w:val="1"/>
      <w:numFmt w:val="bullet"/>
      <w:lvlText w:val="o"/>
      <w:lvlJc w:val="left"/>
      <w:pPr>
        <w:ind w:left="4093" w:hanging="360"/>
      </w:pPr>
      <w:rPr>
        <w:rFonts w:ascii="Courier New" w:hAnsi="Courier New" w:cs="Courier New" w:hint="default"/>
      </w:rPr>
    </w:lvl>
    <w:lvl w:ilvl="5" w:tplc="08130005">
      <w:start w:val="1"/>
      <w:numFmt w:val="bullet"/>
      <w:lvlText w:val=""/>
      <w:lvlJc w:val="left"/>
      <w:pPr>
        <w:ind w:left="4813" w:hanging="360"/>
      </w:pPr>
      <w:rPr>
        <w:rFonts w:ascii="Wingdings" w:hAnsi="Wingdings" w:hint="default"/>
      </w:rPr>
    </w:lvl>
    <w:lvl w:ilvl="6" w:tplc="08130001">
      <w:start w:val="1"/>
      <w:numFmt w:val="bullet"/>
      <w:lvlText w:val=""/>
      <w:lvlJc w:val="left"/>
      <w:pPr>
        <w:ind w:left="5533" w:hanging="360"/>
      </w:pPr>
      <w:rPr>
        <w:rFonts w:ascii="Symbol" w:hAnsi="Symbol" w:hint="default"/>
      </w:rPr>
    </w:lvl>
    <w:lvl w:ilvl="7" w:tplc="08130003">
      <w:start w:val="1"/>
      <w:numFmt w:val="bullet"/>
      <w:lvlText w:val="o"/>
      <w:lvlJc w:val="left"/>
      <w:pPr>
        <w:ind w:left="6253" w:hanging="360"/>
      </w:pPr>
      <w:rPr>
        <w:rFonts w:ascii="Courier New" w:hAnsi="Courier New" w:cs="Courier New" w:hint="default"/>
      </w:rPr>
    </w:lvl>
    <w:lvl w:ilvl="8" w:tplc="08130005">
      <w:start w:val="1"/>
      <w:numFmt w:val="bullet"/>
      <w:lvlText w:val=""/>
      <w:lvlJc w:val="left"/>
      <w:pPr>
        <w:ind w:left="6973" w:hanging="360"/>
      </w:pPr>
      <w:rPr>
        <w:rFonts w:ascii="Wingdings" w:hAnsi="Wingding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tentative="1">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9">
    <w:nsid w:val="65053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nsid w:val="683D33D9"/>
    <w:multiLevelType w:val="hybridMultilevel"/>
    <w:tmpl w:val="954CE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8EF538C"/>
    <w:multiLevelType w:val="hybridMultilevel"/>
    <w:tmpl w:val="C3DA1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99831A9"/>
    <w:multiLevelType w:val="hybridMultilevel"/>
    <w:tmpl w:val="BCA6BBF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AA050F6"/>
    <w:multiLevelType w:val="hybridMultilevel"/>
    <w:tmpl w:val="7E029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C386E98"/>
    <w:multiLevelType w:val="hybridMultilevel"/>
    <w:tmpl w:val="1C7C18D2"/>
    <w:lvl w:ilvl="0" w:tplc="08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9D5392"/>
    <w:multiLevelType w:val="hybridMultilevel"/>
    <w:tmpl w:val="9B3A9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0FD7C87"/>
    <w:multiLevelType w:val="hybridMultilevel"/>
    <w:tmpl w:val="3F4E1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48D20D1"/>
    <w:multiLevelType w:val="hybridMultilevel"/>
    <w:tmpl w:val="72488EC4"/>
    <w:lvl w:ilvl="0" w:tplc="D4848886">
      <w:start w:val="1"/>
      <w:numFmt w:val="decimal"/>
      <w:pStyle w:val="Action"/>
      <w:lvlText w:val="Action 31.%1 : "/>
      <w:lvlJc w:val="right"/>
      <w:pPr>
        <w:ind w:left="7448" w:hanging="360"/>
      </w:pPr>
      <w:rPr>
        <w:rFonts w:ascii="Arial" w:hAnsi="Arial" w:cs="Times New Roman" w:hint="default"/>
        <w:b/>
        <w:i w:val="0"/>
        <w:sz w:val="22"/>
        <w:szCs w:val="22"/>
      </w:rPr>
    </w:lvl>
    <w:lvl w:ilvl="1" w:tplc="0066B1D0">
      <w:start w:val="1"/>
      <w:numFmt w:val="lowerLetter"/>
      <w:lvlText w:val="%2."/>
      <w:lvlJc w:val="left"/>
      <w:pPr>
        <w:tabs>
          <w:tab w:val="num" w:pos="1440"/>
        </w:tabs>
        <w:ind w:left="1440" w:hanging="360"/>
      </w:pPr>
      <w:rPr>
        <w:rFonts w:cs="Times New Roman"/>
      </w:rPr>
    </w:lvl>
    <w:lvl w:ilvl="2" w:tplc="1EA651F2" w:tentative="1">
      <w:start w:val="1"/>
      <w:numFmt w:val="lowerRoman"/>
      <w:lvlText w:val="%3."/>
      <w:lvlJc w:val="right"/>
      <w:pPr>
        <w:tabs>
          <w:tab w:val="num" w:pos="2160"/>
        </w:tabs>
        <w:ind w:left="2160" w:hanging="180"/>
      </w:pPr>
      <w:rPr>
        <w:rFonts w:cs="Times New Roman"/>
      </w:rPr>
    </w:lvl>
    <w:lvl w:ilvl="3" w:tplc="26888324" w:tentative="1">
      <w:start w:val="1"/>
      <w:numFmt w:val="decimal"/>
      <w:lvlText w:val="%4."/>
      <w:lvlJc w:val="left"/>
      <w:pPr>
        <w:tabs>
          <w:tab w:val="num" w:pos="2880"/>
        </w:tabs>
        <w:ind w:left="2880" w:hanging="360"/>
      </w:pPr>
      <w:rPr>
        <w:rFonts w:cs="Times New Roman"/>
      </w:rPr>
    </w:lvl>
    <w:lvl w:ilvl="4" w:tplc="73B6A7FA" w:tentative="1">
      <w:start w:val="1"/>
      <w:numFmt w:val="lowerLetter"/>
      <w:lvlText w:val="%5."/>
      <w:lvlJc w:val="left"/>
      <w:pPr>
        <w:tabs>
          <w:tab w:val="num" w:pos="3600"/>
        </w:tabs>
        <w:ind w:left="3600" w:hanging="360"/>
      </w:pPr>
      <w:rPr>
        <w:rFonts w:cs="Times New Roman"/>
      </w:rPr>
    </w:lvl>
    <w:lvl w:ilvl="5" w:tplc="8D6E2E00" w:tentative="1">
      <w:start w:val="1"/>
      <w:numFmt w:val="lowerRoman"/>
      <w:lvlText w:val="%6."/>
      <w:lvlJc w:val="right"/>
      <w:pPr>
        <w:tabs>
          <w:tab w:val="num" w:pos="4320"/>
        </w:tabs>
        <w:ind w:left="4320" w:hanging="180"/>
      </w:pPr>
      <w:rPr>
        <w:rFonts w:cs="Times New Roman"/>
      </w:rPr>
    </w:lvl>
    <w:lvl w:ilvl="6" w:tplc="139E05A6" w:tentative="1">
      <w:start w:val="1"/>
      <w:numFmt w:val="decimal"/>
      <w:lvlText w:val="%7."/>
      <w:lvlJc w:val="left"/>
      <w:pPr>
        <w:tabs>
          <w:tab w:val="num" w:pos="5040"/>
        </w:tabs>
        <w:ind w:left="5040" w:hanging="360"/>
      </w:pPr>
      <w:rPr>
        <w:rFonts w:cs="Times New Roman"/>
      </w:rPr>
    </w:lvl>
    <w:lvl w:ilvl="7" w:tplc="1CF2F47A" w:tentative="1">
      <w:start w:val="1"/>
      <w:numFmt w:val="lowerLetter"/>
      <w:lvlText w:val="%8."/>
      <w:lvlJc w:val="left"/>
      <w:pPr>
        <w:tabs>
          <w:tab w:val="num" w:pos="5760"/>
        </w:tabs>
        <w:ind w:left="5760" w:hanging="360"/>
      </w:pPr>
      <w:rPr>
        <w:rFonts w:cs="Times New Roman"/>
      </w:rPr>
    </w:lvl>
    <w:lvl w:ilvl="8" w:tplc="B07C180C" w:tentative="1">
      <w:start w:val="1"/>
      <w:numFmt w:val="lowerRoman"/>
      <w:lvlText w:val="%9."/>
      <w:lvlJc w:val="right"/>
      <w:pPr>
        <w:tabs>
          <w:tab w:val="num" w:pos="6480"/>
        </w:tabs>
        <w:ind w:left="6480" w:hanging="180"/>
      </w:pPr>
      <w:rPr>
        <w:rFonts w:cs="Times New Roman"/>
      </w:rPr>
    </w:lvl>
  </w:abstractNum>
  <w:abstractNum w:abstractNumId="39">
    <w:nsid w:val="76D64DA6"/>
    <w:multiLevelType w:val="hybridMultilevel"/>
    <w:tmpl w:val="BACCD95E"/>
    <w:lvl w:ilvl="0" w:tplc="FE8E1994">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8BA4B1E"/>
    <w:multiLevelType w:val="multilevel"/>
    <w:tmpl w:val="6520FA6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nsid w:val="7A8F1F99"/>
    <w:multiLevelType w:val="hybridMultilevel"/>
    <w:tmpl w:val="C66A6E12"/>
    <w:lvl w:ilvl="0" w:tplc="08090005">
      <w:start w:val="1"/>
      <w:numFmt w:val="bullet"/>
      <w:lvlText w:val=""/>
      <w:lvlJc w:val="left"/>
      <w:pPr>
        <w:ind w:left="1712" w:hanging="360"/>
      </w:pPr>
      <w:rPr>
        <w:rFonts w:ascii="Wingdings" w:hAnsi="Wingdings" w:hint="default"/>
      </w:rPr>
    </w:lvl>
    <w:lvl w:ilvl="1" w:tplc="08130003">
      <w:start w:val="1"/>
      <w:numFmt w:val="bullet"/>
      <w:lvlText w:val="o"/>
      <w:lvlJc w:val="left"/>
      <w:pPr>
        <w:ind w:left="2432" w:hanging="360"/>
      </w:pPr>
      <w:rPr>
        <w:rFonts w:ascii="Courier New" w:hAnsi="Courier New" w:cs="Courier New" w:hint="default"/>
      </w:rPr>
    </w:lvl>
    <w:lvl w:ilvl="2" w:tplc="08130005">
      <w:start w:val="1"/>
      <w:numFmt w:val="bullet"/>
      <w:lvlText w:val=""/>
      <w:lvlJc w:val="left"/>
      <w:pPr>
        <w:ind w:left="3152" w:hanging="360"/>
      </w:pPr>
      <w:rPr>
        <w:rFonts w:ascii="Wingdings" w:hAnsi="Wingdings" w:hint="default"/>
      </w:rPr>
    </w:lvl>
    <w:lvl w:ilvl="3" w:tplc="08130001">
      <w:start w:val="1"/>
      <w:numFmt w:val="bullet"/>
      <w:lvlText w:val=""/>
      <w:lvlJc w:val="left"/>
      <w:pPr>
        <w:ind w:left="3872" w:hanging="360"/>
      </w:pPr>
      <w:rPr>
        <w:rFonts w:ascii="Symbol" w:hAnsi="Symbol" w:hint="default"/>
      </w:rPr>
    </w:lvl>
    <w:lvl w:ilvl="4" w:tplc="08130003">
      <w:start w:val="1"/>
      <w:numFmt w:val="bullet"/>
      <w:lvlText w:val="o"/>
      <w:lvlJc w:val="left"/>
      <w:pPr>
        <w:ind w:left="4592" w:hanging="360"/>
      </w:pPr>
      <w:rPr>
        <w:rFonts w:ascii="Courier New" w:hAnsi="Courier New" w:cs="Courier New" w:hint="default"/>
      </w:rPr>
    </w:lvl>
    <w:lvl w:ilvl="5" w:tplc="08130005">
      <w:start w:val="1"/>
      <w:numFmt w:val="bullet"/>
      <w:lvlText w:val=""/>
      <w:lvlJc w:val="left"/>
      <w:pPr>
        <w:ind w:left="5312" w:hanging="360"/>
      </w:pPr>
      <w:rPr>
        <w:rFonts w:ascii="Wingdings" w:hAnsi="Wingdings" w:hint="default"/>
      </w:rPr>
    </w:lvl>
    <w:lvl w:ilvl="6" w:tplc="08130001">
      <w:start w:val="1"/>
      <w:numFmt w:val="bullet"/>
      <w:lvlText w:val=""/>
      <w:lvlJc w:val="left"/>
      <w:pPr>
        <w:ind w:left="6032" w:hanging="360"/>
      </w:pPr>
      <w:rPr>
        <w:rFonts w:ascii="Symbol" w:hAnsi="Symbol" w:hint="default"/>
      </w:rPr>
    </w:lvl>
    <w:lvl w:ilvl="7" w:tplc="08130003">
      <w:start w:val="1"/>
      <w:numFmt w:val="bullet"/>
      <w:lvlText w:val="o"/>
      <w:lvlJc w:val="left"/>
      <w:pPr>
        <w:ind w:left="6752" w:hanging="360"/>
      </w:pPr>
      <w:rPr>
        <w:rFonts w:ascii="Courier New" w:hAnsi="Courier New" w:cs="Courier New" w:hint="default"/>
      </w:rPr>
    </w:lvl>
    <w:lvl w:ilvl="8" w:tplc="08130005">
      <w:start w:val="1"/>
      <w:numFmt w:val="bullet"/>
      <w:lvlText w:val=""/>
      <w:lvlJc w:val="left"/>
      <w:pPr>
        <w:ind w:left="7472" w:hanging="360"/>
      </w:pPr>
      <w:rPr>
        <w:rFonts w:ascii="Wingdings" w:hAnsi="Wingdings" w:hint="default"/>
      </w:rPr>
    </w:lvl>
  </w:abstractNum>
  <w:num w:numId="1">
    <w:abstractNumId w:val="7"/>
  </w:num>
  <w:num w:numId="2">
    <w:abstractNumId w:val="38"/>
  </w:num>
  <w:num w:numId="3">
    <w:abstractNumId w:val="19"/>
  </w:num>
  <w:num w:numId="4">
    <w:abstractNumId w:val="33"/>
  </w:num>
  <w:num w:numId="5">
    <w:abstractNumId w:val="28"/>
  </w:num>
  <w:num w:numId="6">
    <w:abstractNumId w:val="2"/>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5"/>
  </w:num>
  <w:num w:numId="11">
    <w:abstractNumId w:val="15"/>
  </w:num>
  <w:num w:numId="12">
    <w:abstractNumId w:val="1"/>
  </w:num>
  <w:num w:numId="13">
    <w:abstractNumId w:val="10"/>
  </w:num>
  <w:num w:numId="14">
    <w:abstractNumId w:val="20"/>
  </w:num>
  <w:num w:numId="15">
    <w:abstractNumId w:val="3"/>
  </w:num>
  <w:num w:numId="16">
    <w:abstractNumId w:val="39"/>
  </w:num>
  <w:num w:numId="17">
    <w:abstractNumId w:val="17"/>
  </w:num>
  <w:num w:numId="18">
    <w:abstractNumId w:val="27"/>
  </w:num>
  <w:num w:numId="19">
    <w:abstractNumId w:val="7"/>
  </w:num>
  <w:num w:numId="20">
    <w:abstractNumId w:val="40"/>
  </w:num>
  <w:num w:numId="21">
    <w:abstractNumId w:val="24"/>
  </w:num>
  <w:num w:numId="22">
    <w:abstractNumId w:val="0"/>
  </w:num>
  <w:num w:numId="23">
    <w:abstractNumId w:val="8"/>
  </w:num>
  <w:num w:numId="24">
    <w:abstractNumId w:val="21"/>
  </w:num>
  <w:num w:numId="25">
    <w:abstractNumId w:val="16"/>
  </w:num>
  <w:num w:numId="26">
    <w:abstractNumId w:val="26"/>
  </w:num>
  <w:num w:numId="27">
    <w:abstractNumId w:val="41"/>
  </w:num>
  <w:num w:numId="28">
    <w:abstractNumId w:val="32"/>
  </w:num>
  <w:num w:numId="29">
    <w:abstractNumId w:val="12"/>
  </w:num>
  <w:num w:numId="30">
    <w:abstractNumId w:val="23"/>
  </w:num>
  <w:num w:numId="31">
    <w:abstractNumId w:val="29"/>
  </w:num>
  <w:num w:numId="32">
    <w:abstractNumId w:val="4"/>
  </w:num>
  <w:num w:numId="33">
    <w:abstractNumId w:val="31"/>
  </w:num>
  <w:num w:numId="34">
    <w:abstractNumId w:val="22"/>
  </w:num>
  <w:num w:numId="35">
    <w:abstractNumId w:val="37"/>
  </w:num>
  <w:num w:numId="36">
    <w:abstractNumId w:val="35"/>
  </w:num>
  <w:num w:numId="37">
    <w:abstractNumId w:val="5"/>
  </w:num>
  <w:num w:numId="38">
    <w:abstractNumId w:val="13"/>
  </w:num>
  <w:num w:numId="39">
    <w:abstractNumId w:val="11"/>
  </w:num>
  <w:num w:numId="40">
    <w:abstractNumId w:val="34"/>
  </w:num>
  <w:num w:numId="41">
    <w:abstractNumId w:val="30"/>
  </w:num>
  <w:num w:numId="42">
    <w:abstractNumId w:val="36"/>
  </w:num>
  <w:num w:numId="43">
    <w:abstractNumId w:val="6"/>
  </w:num>
  <w:num w:numId="44">
    <w:abstractNumId w:val="14"/>
  </w:num>
  <w:numIdMacAtCleanup w:val="4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iem, Stefaan">
    <w15:presenceInfo w15:providerId="AD" w15:userId="S-1-5-21-3662605696-431538287-2476864782-643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446"/>
    <w:rsid w:val="00001DCE"/>
    <w:rsid w:val="000024A3"/>
    <w:rsid w:val="00011B5F"/>
    <w:rsid w:val="00012908"/>
    <w:rsid w:val="000131D5"/>
    <w:rsid w:val="00015C89"/>
    <w:rsid w:val="0001726E"/>
    <w:rsid w:val="0001731D"/>
    <w:rsid w:val="000227B1"/>
    <w:rsid w:val="00024CBA"/>
    <w:rsid w:val="0003572A"/>
    <w:rsid w:val="00036142"/>
    <w:rsid w:val="000420D8"/>
    <w:rsid w:val="0004410E"/>
    <w:rsid w:val="00044446"/>
    <w:rsid w:val="000448A8"/>
    <w:rsid w:val="000519C9"/>
    <w:rsid w:val="000527CC"/>
    <w:rsid w:val="000530F0"/>
    <w:rsid w:val="00053ABB"/>
    <w:rsid w:val="0006097C"/>
    <w:rsid w:val="000631FA"/>
    <w:rsid w:val="0006667C"/>
    <w:rsid w:val="00066C89"/>
    <w:rsid w:val="00070873"/>
    <w:rsid w:val="00075833"/>
    <w:rsid w:val="00075B9F"/>
    <w:rsid w:val="00076AF0"/>
    <w:rsid w:val="00077C91"/>
    <w:rsid w:val="00081349"/>
    <w:rsid w:val="00081789"/>
    <w:rsid w:val="00084C07"/>
    <w:rsid w:val="0009706C"/>
    <w:rsid w:val="00097227"/>
    <w:rsid w:val="000A1687"/>
    <w:rsid w:val="000A4ECD"/>
    <w:rsid w:val="000A5838"/>
    <w:rsid w:val="000B098F"/>
    <w:rsid w:val="000B15B6"/>
    <w:rsid w:val="000B262F"/>
    <w:rsid w:val="000B585B"/>
    <w:rsid w:val="000B6180"/>
    <w:rsid w:val="000B639B"/>
    <w:rsid w:val="000C1DBB"/>
    <w:rsid w:val="000C2FBD"/>
    <w:rsid w:val="000C3570"/>
    <w:rsid w:val="000C7F2F"/>
    <w:rsid w:val="000D2776"/>
    <w:rsid w:val="000D327F"/>
    <w:rsid w:val="000D4755"/>
    <w:rsid w:val="000D7400"/>
    <w:rsid w:val="000D7863"/>
    <w:rsid w:val="000D78BA"/>
    <w:rsid w:val="000D7A78"/>
    <w:rsid w:val="000E3E24"/>
    <w:rsid w:val="000F3160"/>
    <w:rsid w:val="000F40D7"/>
    <w:rsid w:val="000F4681"/>
    <w:rsid w:val="000F6C65"/>
    <w:rsid w:val="001065CE"/>
    <w:rsid w:val="001106E6"/>
    <w:rsid w:val="00110F94"/>
    <w:rsid w:val="001118A7"/>
    <w:rsid w:val="001121D4"/>
    <w:rsid w:val="00114600"/>
    <w:rsid w:val="00117136"/>
    <w:rsid w:val="00117B6A"/>
    <w:rsid w:val="00122497"/>
    <w:rsid w:val="00126198"/>
    <w:rsid w:val="001323E6"/>
    <w:rsid w:val="00134673"/>
    <w:rsid w:val="00134C8B"/>
    <w:rsid w:val="0013660A"/>
    <w:rsid w:val="00141139"/>
    <w:rsid w:val="001432F0"/>
    <w:rsid w:val="00143FD3"/>
    <w:rsid w:val="001461A4"/>
    <w:rsid w:val="00157A58"/>
    <w:rsid w:val="0016494E"/>
    <w:rsid w:val="00165D21"/>
    <w:rsid w:val="00166311"/>
    <w:rsid w:val="00167539"/>
    <w:rsid w:val="001679D3"/>
    <w:rsid w:val="00172BD3"/>
    <w:rsid w:val="00173A36"/>
    <w:rsid w:val="00174FA8"/>
    <w:rsid w:val="00177A57"/>
    <w:rsid w:val="0018013C"/>
    <w:rsid w:val="0018034F"/>
    <w:rsid w:val="00184986"/>
    <w:rsid w:val="00185252"/>
    <w:rsid w:val="00193362"/>
    <w:rsid w:val="001A4EA3"/>
    <w:rsid w:val="001A5B3F"/>
    <w:rsid w:val="001A6B08"/>
    <w:rsid w:val="001B2C61"/>
    <w:rsid w:val="001B37EA"/>
    <w:rsid w:val="001B46FA"/>
    <w:rsid w:val="001B6D7C"/>
    <w:rsid w:val="001B7101"/>
    <w:rsid w:val="001C2FBE"/>
    <w:rsid w:val="001C30A2"/>
    <w:rsid w:val="001C686C"/>
    <w:rsid w:val="001C7926"/>
    <w:rsid w:val="001D3B7C"/>
    <w:rsid w:val="001D7306"/>
    <w:rsid w:val="001E523F"/>
    <w:rsid w:val="001E64CD"/>
    <w:rsid w:val="001E7399"/>
    <w:rsid w:val="001E78E9"/>
    <w:rsid w:val="001F045B"/>
    <w:rsid w:val="001F5025"/>
    <w:rsid w:val="001F5172"/>
    <w:rsid w:val="001F5E70"/>
    <w:rsid w:val="002031BB"/>
    <w:rsid w:val="00203EC3"/>
    <w:rsid w:val="002060E2"/>
    <w:rsid w:val="00207EE6"/>
    <w:rsid w:val="00221A29"/>
    <w:rsid w:val="0022244F"/>
    <w:rsid w:val="00224BA9"/>
    <w:rsid w:val="00225787"/>
    <w:rsid w:val="00232C93"/>
    <w:rsid w:val="0023398A"/>
    <w:rsid w:val="00233AFC"/>
    <w:rsid w:val="002345F1"/>
    <w:rsid w:val="002367ED"/>
    <w:rsid w:val="002378CF"/>
    <w:rsid w:val="00237F53"/>
    <w:rsid w:val="002407D6"/>
    <w:rsid w:val="00250AE4"/>
    <w:rsid w:val="00250E60"/>
    <w:rsid w:val="002516FE"/>
    <w:rsid w:val="00253C19"/>
    <w:rsid w:val="00255FF3"/>
    <w:rsid w:val="00260616"/>
    <w:rsid w:val="002618F5"/>
    <w:rsid w:val="002620F7"/>
    <w:rsid w:val="00264A65"/>
    <w:rsid w:val="00264FEA"/>
    <w:rsid w:val="002703F6"/>
    <w:rsid w:val="00272775"/>
    <w:rsid w:val="0027602F"/>
    <w:rsid w:val="0027676C"/>
    <w:rsid w:val="00277E39"/>
    <w:rsid w:val="00284800"/>
    <w:rsid w:val="002914B7"/>
    <w:rsid w:val="002915FD"/>
    <w:rsid w:val="00291745"/>
    <w:rsid w:val="00291C21"/>
    <w:rsid w:val="00293754"/>
    <w:rsid w:val="00294FD9"/>
    <w:rsid w:val="002A4924"/>
    <w:rsid w:val="002B0BB4"/>
    <w:rsid w:val="002B39F3"/>
    <w:rsid w:val="002C1159"/>
    <w:rsid w:val="002C18B2"/>
    <w:rsid w:val="002C1A2A"/>
    <w:rsid w:val="002C258D"/>
    <w:rsid w:val="002C4C13"/>
    <w:rsid w:val="002D1812"/>
    <w:rsid w:val="002D2AF2"/>
    <w:rsid w:val="002D4569"/>
    <w:rsid w:val="002D53A0"/>
    <w:rsid w:val="002E1C6D"/>
    <w:rsid w:val="002E60D3"/>
    <w:rsid w:val="002E71B6"/>
    <w:rsid w:val="002E7806"/>
    <w:rsid w:val="002F0F2F"/>
    <w:rsid w:val="002F16DF"/>
    <w:rsid w:val="002F3CD0"/>
    <w:rsid w:val="002F43E9"/>
    <w:rsid w:val="002F5483"/>
    <w:rsid w:val="002F5997"/>
    <w:rsid w:val="002F6354"/>
    <w:rsid w:val="00301D4A"/>
    <w:rsid w:val="00312955"/>
    <w:rsid w:val="003141F1"/>
    <w:rsid w:val="00322CAB"/>
    <w:rsid w:val="00322D83"/>
    <w:rsid w:val="0032752D"/>
    <w:rsid w:val="00327F19"/>
    <w:rsid w:val="003307D4"/>
    <w:rsid w:val="003330AA"/>
    <w:rsid w:val="003342F3"/>
    <w:rsid w:val="00335E77"/>
    <w:rsid w:val="003365FF"/>
    <w:rsid w:val="003430F0"/>
    <w:rsid w:val="00344A66"/>
    <w:rsid w:val="00350128"/>
    <w:rsid w:val="00350E23"/>
    <w:rsid w:val="00351DF6"/>
    <w:rsid w:val="00360FD2"/>
    <w:rsid w:val="003627F4"/>
    <w:rsid w:val="0036434F"/>
    <w:rsid w:val="00364F05"/>
    <w:rsid w:val="003701C0"/>
    <w:rsid w:val="003704F7"/>
    <w:rsid w:val="00370529"/>
    <w:rsid w:val="00371FF6"/>
    <w:rsid w:val="00375C61"/>
    <w:rsid w:val="00376D0A"/>
    <w:rsid w:val="00377BBA"/>
    <w:rsid w:val="0038115E"/>
    <w:rsid w:val="0038142F"/>
    <w:rsid w:val="0038381B"/>
    <w:rsid w:val="00395D68"/>
    <w:rsid w:val="003961CF"/>
    <w:rsid w:val="00396C93"/>
    <w:rsid w:val="00396F99"/>
    <w:rsid w:val="003A1292"/>
    <w:rsid w:val="003A1600"/>
    <w:rsid w:val="003A4769"/>
    <w:rsid w:val="003A484F"/>
    <w:rsid w:val="003A50F5"/>
    <w:rsid w:val="003A5AFE"/>
    <w:rsid w:val="003A7052"/>
    <w:rsid w:val="003B19A3"/>
    <w:rsid w:val="003B1B76"/>
    <w:rsid w:val="003B2196"/>
    <w:rsid w:val="003B6A0B"/>
    <w:rsid w:val="003C25A1"/>
    <w:rsid w:val="003C3524"/>
    <w:rsid w:val="003C3CCD"/>
    <w:rsid w:val="003C44EB"/>
    <w:rsid w:val="003C6212"/>
    <w:rsid w:val="003C6BF0"/>
    <w:rsid w:val="003D0F09"/>
    <w:rsid w:val="003D1D1C"/>
    <w:rsid w:val="003D2B4F"/>
    <w:rsid w:val="003D2DE3"/>
    <w:rsid w:val="003D3BDF"/>
    <w:rsid w:val="003E438F"/>
    <w:rsid w:val="003E4643"/>
    <w:rsid w:val="003E47F8"/>
    <w:rsid w:val="003F0CEA"/>
    <w:rsid w:val="003F1D27"/>
    <w:rsid w:val="003F23D2"/>
    <w:rsid w:val="003F4D1F"/>
    <w:rsid w:val="00401F05"/>
    <w:rsid w:val="00402FBD"/>
    <w:rsid w:val="004038E8"/>
    <w:rsid w:val="00404717"/>
    <w:rsid w:val="0040543C"/>
    <w:rsid w:val="00407B51"/>
    <w:rsid w:val="00411555"/>
    <w:rsid w:val="0041174E"/>
    <w:rsid w:val="00414B59"/>
    <w:rsid w:val="00414EBA"/>
    <w:rsid w:val="00415AFF"/>
    <w:rsid w:val="0042142B"/>
    <w:rsid w:val="00422E65"/>
    <w:rsid w:val="00424F19"/>
    <w:rsid w:val="00427CAA"/>
    <w:rsid w:val="00433796"/>
    <w:rsid w:val="00436DCD"/>
    <w:rsid w:val="0044047B"/>
    <w:rsid w:val="0044059B"/>
    <w:rsid w:val="004405F0"/>
    <w:rsid w:val="0044509B"/>
    <w:rsid w:val="00452114"/>
    <w:rsid w:val="004538A5"/>
    <w:rsid w:val="0045783A"/>
    <w:rsid w:val="00460028"/>
    <w:rsid w:val="004606D2"/>
    <w:rsid w:val="004643CF"/>
    <w:rsid w:val="004668B4"/>
    <w:rsid w:val="0047257E"/>
    <w:rsid w:val="00472C01"/>
    <w:rsid w:val="004805C9"/>
    <w:rsid w:val="00480F34"/>
    <w:rsid w:val="004816A3"/>
    <w:rsid w:val="00482D43"/>
    <w:rsid w:val="0048358C"/>
    <w:rsid w:val="004837D6"/>
    <w:rsid w:val="00483A72"/>
    <w:rsid w:val="0048609F"/>
    <w:rsid w:val="00486700"/>
    <w:rsid w:val="00486EFC"/>
    <w:rsid w:val="004921A8"/>
    <w:rsid w:val="00496EE9"/>
    <w:rsid w:val="004A27B1"/>
    <w:rsid w:val="004A2992"/>
    <w:rsid w:val="004A4F72"/>
    <w:rsid w:val="004A6FAB"/>
    <w:rsid w:val="004A7610"/>
    <w:rsid w:val="004B249B"/>
    <w:rsid w:val="004C27D9"/>
    <w:rsid w:val="004C2F5C"/>
    <w:rsid w:val="004C3270"/>
    <w:rsid w:val="004D639B"/>
    <w:rsid w:val="004E14C1"/>
    <w:rsid w:val="004E7119"/>
    <w:rsid w:val="004F28A8"/>
    <w:rsid w:val="004F647D"/>
    <w:rsid w:val="004F72F9"/>
    <w:rsid w:val="00501D56"/>
    <w:rsid w:val="005021A9"/>
    <w:rsid w:val="0050302B"/>
    <w:rsid w:val="00503356"/>
    <w:rsid w:val="00510FD1"/>
    <w:rsid w:val="00511C9F"/>
    <w:rsid w:val="00513893"/>
    <w:rsid w:val="0051758F"/>
    <w:rsid w:val="005207B2"/>
    <w:rsid w:val="005245D4"/>
    <w:rsid w:val="0054057B"/>
    <w:rsid w:val="005443DA"/>
    <w:rsid w:val="00547A62"/>
    <w:rsid w:val="00547B8C"/>
    <w:rsid w:val="0055445C"/>
    <w:rsid w:val="00555CD4"/>
    <w:rsid w:val="00556B73"/>
    <w:rsid w:val="0056082C"/>
    <w:rsid w:val="005610E8"/>
    <w:rsid w:val="00567B82"/>
    <w:rsid w:val="005715C3"/>
    <w:rsid w:val="0057240C"/>
    <w:rsid w:val="00575005"/>
    <w:rsid w:val="0057644A"/>
    <w:rsid w:val="00576D32"/>
    <w:rsid w:val="005815B6"/>
    <w:rsid w:val="00582569"/>
    <w:rsid w:val="00582FF9"/>
    <w:rsid w:val="005848B6"/>
    <w:rsid w:val="005869F7"/>
    <w:rsid w:val="00587044"/>
    <w:rsid w:val="00587E05"/>
    <w:rsid w:val="005A1A57"/>
    <w:rsid w:val="005A2199"/>
    <w:rsid w:val="005A2A6D"/>
    <w:rsid w:val="005A69DE"/>
    <w:rsid w:val="005A79A1"/>
    <w:rsid w:val="005B4760"/>
    <w:rsid w:val="005C07D4"/>
    <w:rsid w:val="005C68A2"/>
    <w:rsid w:val="005C7635"/>
    <w:rsid w:val="005D214E"/>
    <w:rsid w:val="005D3B1A"/>
    <w:rsid w:val="005D4751"/>
    <w:rsid w:val="005D4C99"/>
    <w:rsid w:val="005F1A30"/>
    <w:rsid w:val="005F25FF"/>
    <w:rsid w:val="005F348F"/>
    <w:rsid w:val="005F5DB7"/>
    <w:rsid w:val="005F6D81"/>
    <w:rsid w:val="005F76AE"/>
    <w:rsid w:val="006033F1"/>
    <w:rsid w:val="006052C5"/>
    <w:rsid w:val="006076C9"/>
    <w:rsid w:val="00607EA6"/>
    <w:rsid w:val="00616C42"/>
    <w:rsid w:val="0062072F"/>
    <w:rsid w:val="0062497D"/>
    <w:rsid w:val="0062797E"/>
    <w:rsid w:val="00630340"/>
    <w:rsid w:val="00636241"/>
    <w:rsid w:val="006363D6"/>
    <w:rsid w:val="00640E00"/>
    <w:rsid w:val="006427A0"/>
    <w:rsid w:val="00642BA3"/>
    <w:rsid w:val="00643BF8"/>
    <w:rsid w:val="006455AB"/>
    <w:rsid w:val="00645FBE"/>
    <w:rsid w:val="00646EC3"/>
    <w:rsid w:val="00647881"/>
    <w:rsid w:val="0065195B"/>
    <w:rsid w:val="006530EB"/>
    <w:rsid w:val="00654C1E"/>
    <w:rsid w:val="0065598E"/>
    <w:rsid w:val="00662DD3"/>
    <w:rsid w:val="00664976"/>
    <w:rsid w:val="00666007"/>
    <w:rsid w:val="00666883"/>
    <w:rsid w:val="00673667"/>
    <w:rsid w:val="006753E1"/>
    <w:rsid w:val="0067566F"/>
    <w:rsid w:val="00675FFD"/>
    <w:rsid w:val="0067747A"/>
    <w:rsid w:val="00680B00"/>
    <w:rsid w:val="00681BC4"/>
    <w:rsid w:val="00685845"/>
    <w:rsid w:val="00691B22"/>
    <w:rsid w:val="00692B63"/>
    <w:rsid w:val="006932F5"/>
    <w:rsid w:val="00693BD2"/>
    <w:rsid w:val="00694F0F"/>
    <w:rsid w:val="00696071"/>
    <w:rsid w:val="00696F4D"/>
    <w:rsid w:val="006973A2"/>
    <w:rsid w:val="00697F04"/>
    <w:rsid w:val="006A40D6"/>
    <w:rsid w:val="006B5DB3"/>
    <w:rsid w:val="006C0AF0"/>
    <w:rsid w:val="006C1C8C"/>
    <w:rsid w:val="006C1F5B"/>
    <w:rsid w:val="006C2A01"/>
    <w:rsid w:val="006C519D"/>
    <w:rsid w:val="006D02BB"/>
    <w:rsid w:val="006D0CFF"/>
    <w:rsid w:val="006D16BC"/>
    <w:rsid w:val="006D1C64"/>
    <w:rsid w:val="006D269F"/>
    <w:rsid w:val="006D2969"/>
    <w:rsid w:val="006D3E25"/>
    <w:rsid w:val="006D578E"/>
    <w:rsid w:val="006D6264"/>
    <w:rsid w:val="006D69AF"/>
    <w:rsid w:val="006D6A4D"/>
    <w:rsid w:val="006E058F"/>
    <w:rsid w:val="006E53C0"/>
    <w:rsid w:val="006F052A"/>
    <w:rsid w:val="006F07B5"/>
    <w:rsid w:val="006F227E"/>
    <w:rsid w:val="006F3369"/>
    <w:rsid w:val="006F6A38"/>
    <w:rsid w:val="00700055"/>
    <w:rsid w:val="00701338"/>
    <w:rsid w:val="00713558"/>
    <w:rsid w:val="00714609"/>
    <w:rsid w:val="0072093C"/>
    <w:rsid w:val="0072139D"/>
    <w:rsid w:val="00721DBE"/>
    <w:rsid w:val="007233DB"/>
    <w:rsid w:val="007253FF"/>
    <w:rsid w:val="00726A57"/>
    <w:rsid w:val="00730697"/>
    <w:rsid w:val="007324AF"/>
    <w:rsid w:val="00742B56"/>
    <w:rsid w:val="0074601C"/>
    <w:rsid w:val="00746FBD"/>
    <w:rsid w:val="00751304"/>
    <w:rsid w:val="007527B6"/>
    <w:rsid w:val="00755507"/>
    <w:rsid w:val="00757125"/>
    <w:rsid w:val="007578C8"/>
    <w:rsid w:val="007578D2"/>
    <w:rsid w:val="00761614"/>
    <w:rsid w:val="00762C94"/>
    <w:rsid w:val="00762F34"/>
    <w:rsid w:val="00763F0D"/>
    <w:rsid w:val="00764E53"/>
    <w:rsid w:val="00765606"/>
    <w:rsid w:val="007664C4"/>
    <w:rsid w:val="0076685B"/>
    <w:rsid w:val="00766959"/>
    <w:rsid w:val="00767FC6"/>
    <w:rsid w:val="00770FCE"/>
    <w:rsid w:val="00773F66"/>
    <w:rsid w:val="00774422"/>
    <w:rsid w:val="00783245"/>
    <w:rsid w:val="00796BF5"/>
    <w:rsid w:val="00797BFD"/>
    <w:rsid w:val="007A25FA"/>
    <w:rsid w:val="007A5182"/>
    <w:rsid w:val="007A6C04"/>
    <w:rsid w:val="007B4129"/>
    <w:rsid w:val="007B7382"/>
    <w:rsid w:val="007B7889"/>
    <w:rsid w:val="007C0244"/>
    <w:rsid w:val="007C24B7"/>
    <w:rsid w:val="007C4F33"/>
    <w:rsid w:val="007C66E2"/>
    <w:rsid w:val="007D1472"/>
    <w:rsid w:val="007D153B"/>
    <w:rsid w:val="007D178E"/>
    <w:rsid w:val="007D20DC"/>
    <w:rsid w:val="007D251F"/>
    <w:rsid w:val="007D3FF7"/>
    <w:rsid w:val="007D509D"/>
    <w:rsid w:val="007D5B07"/>
    <w:rsid w:val="007E0AC7"/>
    <w:rsid w:val="007E0C41"/>
    <w:rsid w:val="007E2CC7"/>
    <w:rsid w:val="007E43BC"/>
    <w:rsid w:val="007E4446"/>
    <w:rsid w:val="007E6524"/>
    <w:rsid w:val="007E7138"/>
    <w:rsid w:val="007F0169"/>
    <w:rsid w:val="007F0C4B"/>
    <w:rsid w:val="007F23E1"/>
    <w:rsid w:val="007F23FD"/>
    <w:rsid w:val="007F43ED"/>
    <w:rsid w:val="007F4882"/>
    <w:rsid w:val="007F4C22"/>
    <w:rsid w:val="007F63DF"/>
    <w:rsid w:val="007F757B"/>
    <w:rsid w:val="00800D78"/>
    <w:rsid w:val="008136BC"/>
    <w:rsid w:val="0081598B"/>
    <w:rsid w:val="00820BF5"/>
    <w:rsid w:val="00821CE7"/>
    <w:rsid w:val="008257F7"/>
    <w:rsid w:val="00825CA2"/>
    <w:rsid w:val="00827921"/>
    <w:rsid w:val="00831E59"/>
    <w:rsid w:val="00832CE8"/>
    <w:rsid w:val="0083371A"/>
    <w:rsid w:val="00836EEB"/>
    <w:rsid w:val="00837CF9"/>
    <w:rsid w:val="00845717"/>
    <w:rsid w:val="00845C61"/>
    <w:rsid w:val="008543CA"/>
    <w:rsid w:val="00854F37"/>
    <w:rsid w:val="00857962"/>
    <w:rsid w:val="00871C6F"/>
    <w:rsid w:val="008752E5"/>
    <w:rsid w:val="00880426"/>
    <w:rsid w:val="008812B1"/>
    <w:rsid w:val="00881EA9"/>
    <w:rsid w:val="00886B12"/>
    <w:rsid w:val="008931CC"/>
    <w:rsid w:val="0089389C"/>
    <w:rsid w:val="00894F22"/>
    <w:rsid w:val="00897662"/>
    <w:rsid w:val="008A29E0"/>
    <w:rsid w:val="008A3886"/>
    <w:rsid w:val="008A3D10"/>
    <w:rsid w:val="008A50BC"/>
    <w:rsid w:val="008A61EF"/>
    <w:rsid w:val="008A6E30"/>
    <w:rsid w:val="008B2A66"/>
    <w:rsid w:val="008B3CBD"/>
    <w:rsid w:val="008B4010"/>
    <w:rsid w:val="008B48AE"/>
    <w:rsid w:val="008C148B"/>
    <w:rsid w:val="008C1DB2"/>
    <w:rsid w:val="008C24E2"/>
    <w:rsid w:val="008C4722"/>
    <w:rsid w:val="008C48D7"/>
    <w:rsid w:val="008C4940"/>
    <w:rsid w:val="008C6397"/>
    <w:rsid w:val="008D14B8"/>
    <w:rsid w:val="008D14DD"/>
    <w:rsid w:val="008E1B2C"/>
    <w:rsid w:val="008E1EE2"/>
    <w:rsid w:val="008E3A00"/>
    <w:rsid w:val="008E3EC8"/>
    <w:rsid w:val="008E46E7"/>
    <w:rsid w:val="008E4B0D"/>
    <w:rsid w:val="008F49A0"/>
    <w:rsid w:val="008F6108"/>
    <w:rsid w:val="008F61AB"/>
    <w:rsid w:val="008F6D4A"/>
    <w:rsid w:val="008F715A"/>
    <w:rsid w:val="009028F9"/>
    <w:rsid w:val="00904144"/>
    <w:rsid w:val="0090434B"/>
    <w:rsid w:val="0091156E"/>
    <w:rsid w:val="00920B7E"/>
    <w:rsid w:val="00921872"/>
    <w:rsid w:val="009256E7"/>
    <w:rsid w:val="00927F54"/>
    <w:rsid w:val="009308D4"/>
    <w:rsid w:val="00933B6E"/>
    <w:rsid w:val="00933D4F"/>
    <w:rsid w:val="00934EA1"/>
    <w:rsid w:val="00934F40"/>
    <w:rsid w:val="00935E77"/>
    <w:rsid w:val="00937AC8"/>
    <w:rsid w:val="009466C8"/>
    <w:rsid w:val="00946C8F"/>
    <w:rsid w:val="00947132"/>
    <w:rsid w:val="009504E2"/>
    <w:rsid w:val="00954247"/>
    <w:rsid w:val="00956293"/>
    <w:rsid w:val="00956C6E"/>
    <w:rsid w:val="00962787"/>
    <w:rsid w:val="00963D73"/>
    <w:rsid w:val="00970EE4"/>
    <w:rsid w:val="00975384"/>
    <w:rsid w:val="00980068"/>
    <w:rsid w:val="00985597"/>
    <w:rsid w:val="00991E0B"/>
    <w:rsid w:val="009928CF"/>
    <w:rsid w:val="00992CB0"/>
    <w:rsid w:val="0099378C"/>
    <w:rsid w:val="009A2138"/>
    <w:rsid w:val="009A3479"/>
    <w:rsid w:val="009A643B"/>
    <w:rsid w:val="009B18AA"/>
    <w:rsid w:val="009B30D7"/>
    <w:rsid w:val="009B3D9E"/>
    <w:rsid w:val="009B54AE"/>
    <w:rsid w:val="009B5F80"/>
    <w:rsid w:val="009B67D6"/>
    <w:rsid w:val="009B6D8D"/>
    <w:rsid w:val="009B6EC6"/>
    <w:rsid w:val="009C22FA"/>
    <w:rsid w:val="009C3998"/>
    <w:rsid w:val="009C4204"/>
    <w:rsid w:val="009C4FF4"/>
    <w:rsid w:val="009C549B"/>
    <w:rsid w:val="009D153D"/>
    <w:rsid w:val="009D3E83"/>
    <w:rsid w:val="009D6537"/>
    <w:rsid w:val="009D7A94"/>
    <w:rsid w:val="009E1230"/>
    <w:rsid w:val="009E298D"/>
    <w:rsid w:val="009F0541"/>
    <w:rsid w:val="009F093B"/>
    <w:rsid w:val="009F36B4"/>
    <w:rsid w:val="009F6A47"/>
    <w:rsid w:val="009F7232"/>
    <w:rsid w:val="00A0084C"/>
    <w:rsid w:val="00A0344B"/>
    <w:rsid w:val="00A0397B"/>
    <w:rsid w:val="00A0420F"/>
    <w:rsid w:val="00A04CF3"/>
    <w:rsid w:val="00A05006"/>
    <w:rsid w:val="00A06BD9"/>
    <w:rsid w:val="00A1021C"/>
    <w:rsid w:val="00A10EB6"/>
    <w:rsid w:val="00A11647"/>
    <w:rsid w:val="00A13A73"/>
    <w:rsid w:val="00A13CBA"/>
    <w:rsid w:val="00A14FA8"/>
    <w:rsid w:val="00A16393"/>
    <w:rsid w:val="00A221EA"/>
    <w:rsid w:val="00A23551"/>
    <w:rsid w:val="00A24A90"/>
    <w:rsid w:val="00A25724"/>
    <w:rsid w:val="00A267B0"/>
    <w:rsid w:val="00A27A7A"/>
    <w:rsid w:val="00A323EE"/>
    <w:rsid w:val="00A329B9"/>
    <w:rsid w:val="00A33BD5"/>
    <w:rsid w:val="00A406C2"/>
    <w:rsid w:val="00A40A45"/>
    <w:rsid w:val="00A41951"/>
    <w:rsid w:val="00A472B5"/>
    <w:rsid w:val="00A513C2"/>
    <w:rsid w:val="00A51B0C"/>
    <w:rsid w:val="00A605D1"/>
    <w:rsid w:val="00A6234F"/>
    <w:rsid w:val="00A64D93"/>
    <w:rsid w:val="00A656D3"/>
    <w:rsid w:val="00A65B18"/>
    <w:rsid w:val="00A66BE4"/>
    <w:rsid w:val="00A71C0B"/>
    <w:rsid w:val="00A750CA"/>
    <w:rsid w:val="00A76B1D"/>
    <w:rsid w:val="00A76D19"/>
    <w:rsid w:val="00A8252B"/>
    <w:rsid w:val="00A86A7F"/>
    <w:rsid w:val="00A86D35"/>
    <w:rsid w:val="00A87D69"/>
    <w:rsid w:val="00A93B46"/>
    <w:rsid w:val="00A95003"/>
    <w:rsid w:val="00AA261F"/>
    <w:rsid w:val="00AA2A80"/>
    <w:rsid w:val="00AA695C"/>
    <w:rsid w:val="00AB1CC3"/>
    <w:rsid w:val="00AB2BB3"/>
    <w:rsid w:val="00AB2FA0"/>
    <w:rsid w:val="00AB4AF8"/>
    <w:rsid w:val="00AB5265"/>
    <w:rsid w:val="00AB5659"/>
    <w:rsid w:val="00AB5CAB"/>
    <w:rsid w:val="00AB7F77"/>
    <w:rsid w:val="00AC0015"/>
    <w:rsid w:val="00AC2BCF"/>
    <w:rsid w:val="00AC2C6D"/>
    <w:rsid w:val="00AC3609"/>
    <w:rsid w:val="00AC4542"/>
    <w:rsid w:val="00AC4EAC"/>
    <w:rsid w:val="00AC66AF"/>
    <w:rsid w:val="00AC7B4F"/>
    <w:rsid w:val="00AD0C74"/>
    <w:rsid w:val="00AD3B62"/>
    <w:rsid w:val="00AD6FB9"/>
    <w:rsid w:val="00AE3102"/>
    <w:rsid w:val="00AE5700"/>
    <w:rsid w:val="00AE7786"/>
    <w:rsid w:val="00AF615B"/>
    <w:rsid w:val="00B0499E"/>
    <w:rsid w:val="00B04E05"/>
    <w:rsid w:val="00B054D8"/>
    <w:rsid w:val="00B07018"/>
    <w:rsid w:val="00B071D3"/>
    <w:rsid w:val="00B071F6"/>
    <w:rsid w:val="00B10186"/>
    <w:rsid w:val="00B17E10"/>
    <w:rsid w:val="00B2139F"/>
    <w:rsid w:val="00B2258B"/>
    <w:rsid w:val="00B238AD"/>
    <w:rsid w:val="00B248BC"/>
    <w:rsid w:val="00B24AE6"/>
    <w:rsid w:val="00B310B2"/>
    <w:rsid w:val="00B33C1C"/>
    <w:rsid w:val="00B35535"/>
    <w:rsid w:val="00B36C94"/>
    <w:rsid w:val="00B3707A"/>
    <w:rsid w:val="00B41DBB"/>
    <w:rsid w:val="00B43C09"/>
    <w:rsid w:val="00B43C65"/>
    <w:rsid w:val="00B448C3"/>
    <w:rsid w:val="00B47952"/>
    <w:rsid w:val="00B50FC1"/>
    <w:rsid w:val="00B5163D"/>
    <w:rsid w:val="00B53995"/>
    <w:rsid w:val="00B53D36"/>
    <w:rsid w:val="00B5426F"/>
    <w:rsid w:val="00B61290"/>
    <w:rsid w:val="00B64159"/>
    <w:rsid w:val="00B65520"/>
    <w:rsid w:val="00B656A2"/>
    <w:rsid w:val="00B65A14"/>
    <w:rsid w:val="00B67457"/>
    <w:rsid w:val="00B67FA6"/>
    <w:rsid w:val="00B70BE1"/>
    <w:rsid w:val="00B70C4C"/>
    <w:rsid w:val="00B71E6B"/>
    <w:rsid w:val="00B74526"/>
    <w:rsid w:val="00B74CE9"/>
    <w:rsid w:val="00B82CD9"/>
    <w:rsid w:val="00B82F29"/>
    <w:rsid w:val="00B9055F"/>
    <w:rsid w:val="00B90B5F"/>
    <w:rsid w:val="00B91264"/>
    <w:rsid w:val="00B94BD1"/>
    <w:rsid w:val="00B95622"/>
    <w:rsid w:val="00B95E6B"/>
    <w:rsid w:val="00B960B9"/>
    <w:rsid w:val="00BA18AE"/>
    <w:rsid w:val="00BA5C3F"/>
    <w:rsid w:val="00BB206A"/>
    <w:rsid w:val="00BC3771"/>
    <w:rsid w:val="00BC5476"/>
    <w:rsid w:val="00BC5ADA"/>
    <w:rsid w:val="00BD42F3"/>
    <w:rsid w:val="00BD4B04"/>
    <w:rsid w:val="00BF206D"/>
    <w:rsid w:val="00BF485C"/>
    <w:rsid w:val="00BF6C09"/>
    <w:rsid w:val="00BF6E2F"/>
    <w:rsid w:val="00C0219E"/>
    <w:rsid w:val="00C029AA"/>
    <w:rsid w:val="00C059AA"/>
    <w:rsid w:val="00C07748"/>
    <w:rsid w:val="00C1666D"/>
    <w:rsid w:val="00C17950"/>
    <w:rsid w:val="00C23159"/>
    <w:rsid w:val="00C25AA3"/>
    <w:rsid w:val="00C33066"/>
    <w:rsid w:val="00C40EE4"/>
    <w:rsid w:val="00C50983"/>
    <w:rsid w:val="00C528B9"/>
    <w:rsid w:val="00C531DA"/>
    <w:rsid w:val="00C60AED"/>
    <w:rsid w:val="00C6119D"/>
    <w:rsid w:val="00C66AD5"/>
    <w:rsid w:val="00C71760"/>
    <w:rsid w:val="00C71B05"/>
    <w:rsid w:val="00C72431"/>
    <w:rsid w:val="00C81940"/>
    <w:rsid w:val="00C84B14"/>
    <w:rsid w:val="00C85417"/>
    <w:rsid w:val="00C86C75"/>
    <w:rsid w:val="00C8750E"/>
    <w:rsid w:val="00C90475"/>
    <w:rsid w:val="00C96773"/>
    <w:rsid w:val="00C97FD2"/>
    <w:rsid w:val="00CA0B30"/>
    <w:rsid w:val="00CA0EAC"/>
    <w:rsid w:val="00CA104A"/>
    <w:rsid w:val="00CA5D58"/>
    <w:rsid w:val="00CA7059"/>
    <w:rsid w:val="00CA7F14"/>
    <w:rsid w:val="00CB1B7A"/>
    <w:rsid w:val="00CB29C4"/>
    <w:rsid w:val="00CB4864"/>
    <w:rsid w:val="00CB6EF7"/>
    <w:rsid w:val="00CB6F30"/>
    <w:rsid w:val="00CC3AF9"/>
    <w:rsid w:val="00CC4BCB"/>
    <w:rsid w:val="00CC7065"/>
    <w:rsid w:val="00CD219E"/>
    <w:rsid w:val="00CD4C61"/>
    <w:rsid w:val="00CD756A"/>
    <w:rsid w:val="00CD7575"/>
    <w:rsid w:val="00CE3880"/>
    <w:rsid w:val="00CE3D27"/>
    <w:rsid w:val="00CE50D6"/>
    <w:rsid w:val="00CE512D"/>
    <w:rsid w:val="00CE5FD3"/>
    <w:rsid w:val="00CE6CEE"/>
    <w:rsid w:val="00CF27CE"/>
    <w:rsid w:val="00CF52DE"/>
    <w:rsid w:val="00CF5C40"/>
    <w:rsid w:val="00CF7A12"/>
    <w:rsid w:val="00D009EC"/>
    <w:rsid w:val="00D054FA"/>
    <w:rsid w:val="00D05833"/>
    <w:rsid w:val="00D126BC"/>
    <w:rsid w:val="00D128D4"/>
    <w:rsid w:val="00D17541"/>
    <w:rsid w:val="00D217FA"/>
    <w:rsid w:val="00D23BFB"/>
    <w:rsid w:val="00D30727"/>
    <w:rsid w:val="00D312EA"/>
    <w:rsid w:val="00D316B1"/>
    <w:rsid w:val="00D341CB"/>
    <w:rsid w:val="00D3498B"/>
    <w:rsid w:val="00D3532E"/>
    <w:rsid w:val="00D4230A"/>
    <w:rsid w:val="00D44513"/>
    <w:rsid w:val="00D46E41"/>
    <w:rsid w:val="00D52150"/>
    <w:rsid w:val="00D569ED"/>
    <w:rsid w:val="00D62D52"/>
    <w:rsid w:val="00D63178"/>
    <w:rsid w:val="00D63C6C"/>
    <w:rsid w:val="00D6413C"/>
    <w:rsid w:val="00D65328"/>
    <w:rsid w:val="00D65D46"/>
    <w:rsid w:val="00D72E38"/>
    <w:rsid w:val="00D76506"/>
    <w:rsid w:val="00D76F45"/>
    <w:rsid w:val="00D770D9"/>
    <w:rsid w:val="00D82E82"/>
    <w:rsid w:val="00D84642"/>
    <w:rsid w:val="00D847AD"/>
    <w:rsid w:val="00D84876"/>
    <w:rsid w:val="00D863B6"/>
    <w:rsid w:val="00D92E6F"/>
    <w:rsid w:val="00D9711B"/>
    <w:rsid w:val="00DA05B7"/>
    <w:rsid w:val="00DA069F"/>
    <w:rsid w:val="00DA6522"/>
    <w:rsid w:val="00DA7976"/>
    <w:rsid w:val="00DB0316"/>
    <w:rsid w:val="00DB585F"/>
    <w:rsid w:val="00DC2583"/>
    <w:rsid w:val="00DC577B"/>
    <w:rsid w:val="00DD081E"/>
    <w:rsid w:val="00DD165B"/>
    <w:rsid w:val="00DD2E7E"/>
    <w:rsid w:val="00DD5902"/>
    <w:rsid w:val="00DD6780"/>
    <w:rsid w:val="00DD76CF"/>
    <w:rsid w:val="00DE284E"/>
    <w:rsid w:val="00DE2CC0"/>
    <w:rsid w:val="00DE658C"/>
    <w:rsid w:val="00DE7272"/>
    <w:rsid w:val="00DF1001"/>
    <w:rsid w:val="00DF19D5"/>
    <w:rsid w:val="00DF3BA7"/>
    <w:rsid w:val="00DF4AE9"/>
    <w:rsid w:val="00DF6EB4"/>
    <w:rsid w:val="00E00B35"/>
    <w:rsid w:val="00E01440"/>
    <w:rsid w:val="00E035BA"/>
    <w:rsid w:val="00E03C08"/>
    <w:rsid w:val="00E0483F"/>
    <w:rsid w:val="00E109B3"/>
    <w:rsid w:val="00E114BA"/>
    <w:rsid w:val="00E12011"/>
    <w:rsid w:val="00E12987"/>
    <w:rsid w:val="00E133B0"/>
    <w:rsid w:val="00E1534B"/>
    <w:rsid w:val="00E1538C"/>
    <w:rsid w:val="00E1637F"/>
    <w:rsid w:val="00E22226"/>
    <w:rsid w:val="00E22BCA"/>
    <w:rsid w:val="00E2317C"/>
    <w:rsid w:val="00E25352"/>
    <w:rsid w:val="00E315DD"/>
    <w:rsid w:val="00E33153"/>
    <w:rsid w:val="00E341C9"/>
    <w:rsid w:val="00E350BB"/>
    <w:rsid w:val="00E35A6C"/>
    <w:rsid w:val="00E402EA"/>
    <w:rsid w:val="00E4239A"/>
    <w:rsid w:val="00E45C9A"/>
    <w:rsid w:val="00E50462"/>
    <w:rsid w:val="00E50B08"/>
    <w:rsid w:val="00E6095C"/>
    <w:rsid w:val="00E60994"/>
    <w:rsid w:val="00E671A6"/>
    <w:rsid w:val="00E711D8"/>
    <w:rsid w:val="00E72BC4"/>
    <w:rsid w:val="00E73DE4"/>
    <w:rsid w:val="00E754D0"/>
    <w:rsid w:val="00E83BBD"/>
    <w:rsid w:val="00E86684"/>
    <w:rsid w:val="00E90DC8"/>
    <w:rsid w:val="00E96003"/>
    <w:rsid w:val="00E96333"/>
    <w:rsid w:val="00EA0024"/>
    <w:rsid w:val="00EA081D"/>
    <w:rsid w:val="00EA6FDD"/>
    <w:rsid w:val="00EB4705"/>
    <w:rsid w:val="00EB6F18"/>
    <w:rsid w:val="00EB76FB"/>
    <w:rsid w:val="00EC1628"/>
    <w:rsid w:val="00EC3F8A"/>
    <w:rsid w:val="00EC7311"/>
    <w:rsid w:val="00ED0562"/>
    <w:rsid w:val="00ED55BA"/>
    <w:rsid w:val="00ED6904"/>
    <w:rsid w:val="00EE340C"/>
    <w:rsid w:val="00EE3BAA"/>
    <w:rsid w:val="00EE58D7"/>
    <w:rsid w:val="00EF2473"/>
    <w:rsid w:val="00EF4A1F"/>
    <w:rsid w:val="00F012FB"/>
    <w:rsid w:val="00F01937"/>
    <w:rsid w:val="00F059AF"/>
    <w:rsid w:val="00F12033"/>
    <w:rsid w:val="00F13430"/>
    <w:rsid w:val="00F142CA"/>
    <w:rsid w:val="00F1507A"/>
    <w:rsid w:val="00F173AF"/>
    <w:rsid w:val="00F17F08"/>
    <w:rsid w:val="00F20A46"/>
    <w:rsid w:val="00F23988"/>
    <w:rsid w:val="00F24032"/>
    <w:rsid w:val="00F24065"/>
    <w:rsid w:val="00F27E3D"/>
    <w:rsid w:val="00F30B95"/>
    <w:rsid w:val="00F331DA"/>
    <w:rsid w:val="00F3522F"/>
    <w:rsid w:val="00F411F0"/>
    <w:rsid w:val="00F41FEC"/>
    <w:rsid w:val="00F43B98"/>
    <w:rsid w:val="00F43F5C"/>
    <w:rsid w:val="00F47BA7"/>
    <w:rsid w:val="00F50D80"/>
    <w:rsid w:val="00F53DB6"/>
    <w:rsid w:val="00F542A1"/>
    <w:rsid w:val="00F6039D"/>
    <w:rsid w:val="00F622EC"/>
    <w:rsid w:val="00F626E1"/>
    <w:rsid w:val="00F6489B"/>
    <w:rsid w:val="00F67896"/>
    <w:rsid w:val="00F74989"/>
    <w:rsid w:val="00F81C0E"/>
    <w:rsid w:val="00F846B4"/>
    <w:rsid w:val="00F860D0"/>
    <w:rsid w:val="00F9737D"/>
    <w:rsid w:val="00FA03CD"/>
    <w:rsid w:val="00FA07CB"/>
    <w:rsid w:val="00FA14C0"/>
    <w:rsid w:val="00FA75C6"/>
    <w:rsid w:val="00FB0560"/>
    <w:rsid w:val="00FB2A98"/>
    <w:rsid w:val="00FC32A9"/>
    <w:rsid w:val="00FC3BBD"/>
    <w:rsid w:val="00FC59FA"/>
    <w:rsid w:val="00FC5D7B"/>
    <w:rsid w:val="00FC65AC"/>
    <w:rsid w:val="00FC7321"/>
    <w:rsid w:val="00FD3242"/>
    <w:rsid w:val="00FD5D9A"/>
    <w:rsid w:val="00FD7244"/>
    <w:rsid w:val="00FD7B99"/>
    <w:rsid w:val="00FE091C"/>
    <w:rsid w:val="00FF0EBC"/>
    <w:rsid w:val="00FF17F5"/>
    <w:rsid w:val="00FF674D"/>
    <w:rsid w:val="00FF6F2A"/>
    <w:rsid w:val="00FF777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qFormat="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uiPriority="0"/>
    <w:lsdException w:name="Hyperlink" w:locked="1"/>
    <w:lsdException w:name="FollowedHyperlink" w:locked="1" w:uiPriority="0"/>
    <w:lsdException w:name="Strong" w:semiHidden="0" w:uiPriority="0" w:unhideWhenUsed="0"/>
    <w:lsdException w:name="Emphasis" w:semiHidden="0" w:uiPriority="0" w:unhideWhenUsed="0"/>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uiPriority="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19"/>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19"/>
      </w:numPr>
      <w:spacing w:before="120" w:after="120"/>
      <w:outlineLvl w:val="1"/>
    </w:pPr>
    <w:rPr>
      <w:b/>
    </w:rPr>
  </w:style>
  <w:style w:type="paragraph" w:styleId="Heading3">
    <w:name w:val="heading 3"/>
    <w:basedOn w:val="Normal"/>
    <w:next w:val="Normal"/>
    <w:link w:val="Heading3Char"/>
    <w:qFormat/>
    <w:rsid w:val="003365FF"/>
    <w:pPr>
      <w:keepNext/>
      <w:numPr>
        <w:ilvl w:val="2"/>
        <w:numId w:val="19"/>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19"/>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19"/>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19"/>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19"/>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19"/>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1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2"/>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5"/>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6"/>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18"/>
      </w:numPr>
      <w:spacing w:before="120" w:after="120"/>
      <w:jc w:val="center"/>
    </w:pPr>
    <w:rPr>
      <w:i/>
      <w:szCs w:val="20"/>
      <w:lang w:eastAsia="en-GB"/>
    </w:rPr>
  </w:style>
  <w:style w:type="paragraph" w:customStyle="1" w:styleId="List1">
    <w:name w:val="List 1"/>
    <w:basedOn w:val="Normal"/>
    <w:qFormat/>
    <w:rsid w:val="003365FF"/>
    <w:pPr>
      <w:numPr>
        <w:numId w:val="20"/>
      </w:numPr>
      <w:spacing w:after="120"/>
      <w:jc w:val="both"/>
    </w:pPr>
    <w:rPr>
      <w:szCs w:val="20"/>
      <w:lang w:eastAsia="en-GB"/>
    </w:rPr>
  </w:style>
  <w:style w:type="paragraph" w:customStyle="1" w:styleId="List1indent">
    <w:name w:val="List 1 indent"/>
    <w:basedOn w:val="Normal"/>
    <w:rsid w:val="002E71B6"/>
    <w:pPr>
      <w:numPr>
        <w:ilvl w:val="1"/>
        <w:numId w:val="2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1"/>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4"/>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3"/>
      </w:numPr>
      <w:tabs>
        <w:tab w:val="left" w:pos="567"/>
      </w:tabs>
      <w:spacing w:after="120"/>
    </w:pPr>
    <w:rPr>
      <w:szCs w:val="20"/>
    </w:rPr>
  </w:style>
  <w:style w:type="paragraph" w:customStyle="1" w:styleId="Appendix">
    <w:name w:val="Appendix"/>
    <w:basedOn w:val="Normal"/>
    <w:next w:val="Heading1"/>
    <w:rsid w:val="003365FF"/>
    <w:pPr>
      <w:numPr>
        <w:numId w:val="12"/>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7"/>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0"/>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3"/>
      </w:numPr>
    </w:pPr>
  </w:style>
  <w:style w:type="paragraph" w:styleId="TOCHeading">
    <w:name w:val="TOC Heading"/>
    <w:basedOn w:val="Heading1"/>
    <w:next w:val="Norm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1"/>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1"/>
      </w:numPr>
      <w:spacing w:before="120" w:after="120"/>
    </w:pPr>
    <w:rPr>
      <w:rFonts w:cs="Arial"/>
      <w:b/>
      <w:szCs w:val="22"/>
    </w:rPr>
  </w:style>
  <w:style w:type="paragraph" w:customStyle="1" w:styleId="AnnexHeading3">
    <w:name w:val="Annex Heading 3"/>
    <w:basedOn w:val="Normal"/>
    <w:next w:val="Normal"/>
    <w:rsid w:val="003365FF"/>
    <w:pPr>
      <w:numPr>
        <w:ilvl w:val="2"/>
        <w:numId w:val="11"/>
      </w:numPr>
      <w:spacing w:before="120" w:after="120"/>
    </w:pPr>
    <w:rPr>
      <w:rFonts w:cs="Arial"/>
      <w:lang w:eastAsia="en-GB"/>
    </w:rPr>
  </w:style>
  <w:style w:type="paragraph" w:customStyle="1" w:styleId="AnnexHeading4">
    <w:name w:val="Annex Heading 4"/>
    <w:basedOn w:val="Normal"/>
    <w:next w:val="BodyText"/>
    <w:rsid w:val="003365FF"/>
    <w:pPr>
      <w:numPr>
        <w:ilvl w:val="3"/>
        <w:numId w:val="11"/>
      </w:numPr>
      <w:spacing w:before="120" w:after="120"/>
    </w:pPr>
    <w:rPr>
      <w:rFonts w:cs="Arial"/>
      <w:lang w:eastAsia="en-GB"/>
    </w:rPr>
  </w:style>
  <w:style w:type="paragraph" w:customStyle="1" w:styleId="VrijevormA">
    <w:name w:val="Vrije vorm A"/>
    <w:rsid w:val="00350E23"/>
    <w:rPr>
      <w:rFonts w:eastAsia="ヒラギノ角ゴ Pro W3"/>
      <w:color w:val="000000"/>
      <w:sz w:val="24"/>
      <w:szCs w:val="24"/>
      <w:lang w:eastAsia="nl-NL"/>
    </w:rPr>
  </w:style>
  <w:style w:type="character" w:customStyle="1" w:styleId="apple-converted-space">
    <w:name w:val="apple-converted-space"/>
    <w:basedOn w:val="DefaultParagraphFont"/>
    <w:rsid w:val="00D23BFB"/>
  </w:style>
  <w:style w:type="paragraph" w:styleId="Revision">
    <w:name w:val="Revision"/>
    <w:hidden/>
    <w:uiPriority w:val="99"/>
    <w:semiHidden/>
    <w:rsid w:val="00114600"/>
    <w:rPr>
      <w:rFonts w:ascii="Arial" w:hAnsi="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lsdException w:name="heading 6" w:semiHidden="0" w:uiPriority="0" w:unhideWhenUsed="0"/>
    <w:lsdException w:name="heading 7" w:semiHidden="0" w:uiPriority="0"/>
    <w:lsdException w:name="heading 8" w:semiHidden="0" w:uiPriority="0"/>
    <w:lsdException w:name="heading 9" w:semiHidden="0" w:uiPriority="0"/>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uiPriority="0"/>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uiPriority="0" w:qFormat="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uiPriority="0"/>
    <w:lsdException w:name="Body Text Indent 3" w:locked="1"/>
    <w:lsdException w:name="Block Text" w:locked="1" w:uiPriority="0"/>
    <w:lsdException w:name="Hyperlink" w:locked="1"/>
    <w:lsdException w:name="FollowedHyperlink" w:locked="1" w:uiPriority="0"/>
    <w:lsdException w:name="Strong" w:semiHidden="0" w:uiPriority="0" w:unhideWhenUsed="0"/>
    <w:lsdException w:name="Emphasis" w:semiHidden="0" w:uiPriority="0" w:unhideWhenUsed="0"/>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uiPriority="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365FF"/>
    <w:rPr>
      <w:rFonts w:ascii="Arial" w:hAnsi="Arial"/>
      <w:sz w:val="22"/>
      <w:szCs w:val="24"/>
      <w:lang w:eastAsia="en-US"/>
    </w:rPr>
  </w:style>
  <w:style w:type="paragraph" w:styleId="Heading1">
    <w:name w:val="heading 1"/>
    <w:basedOn w:val="Normal"/>
    <w:next w:val="Normal"/>
    <w:link w:val="Heading1Char"/>
    <w:qFormat/>
    <w:rsid w:val="003365FF"/>
    <w:pPr>
      <w:keepNext/>
      <w:numPr>
        <w:numId w:val="19"/>
      </w:numPr>
      <w:spacing w:before="240" w:after="240"/>
      <w:outlineLvl w:val="0"/>
    </w:pPr>
    <w:rPr>
      <w:b/>
      <w:caps/>
      <w:kern w:val="28"/>
      <w:sz w:val="24"/>
      <w:szCs w:val="20"/>
      <w:lang w:eastAsia="de-DE"/>
    </w:rPr>
  </w:style>
  <w:style w:type="paragraph" w:styleId="Heading2">
    <w:name w:val="heading 2"/>
    <w:basedOn w:val="Normal"/>
    <w:next w:val="BodyText"/>
    <w:link w:val="Heading2Char"/>
    <w:qFormat/>
    <w:rsid w:val="003365FF"/>
    <w:pPr>
      <w:numPr>
        <w:ilvl w:val="1"/>
        <w:numId w:val="19"/>
      </w:numPr>
      <w:spacing w:before="120" w:after="120"/>
      <w:outlineLvl w:val="1"/>
    </w:pPr>
    <w:rPr>
      <w:b/>
    </w:rPr>
  </w:style>
  <w:style w:type="paragraph" w:styleId="Heading3">
    <w:name w:val="heading 3"/>
    <w:basedOn w:val="Normal"/>
    <w:next w:val="Normal"/>
    <w:link w:val="Heading3Char"/>
    <w:qFormat/>
    <w:rsid w:val="003365FF"/>
    <w:pPr>
      <w:keepNext/>
      <w:numPr>
        <w:ilvl w:val="2"/>
        <w:numId w:val="19"/>
      </w:numPr>
      <w:spacing w:before="120" w:after="120"/>
      <w:outlineLvl w:val="2"/>
    </w:pPr>
    <w:rPr>
      <w:szCs w:val="20"/>
      <w:lang w:eastAsia="de-DE"/>
    </w:rPr>
  </w:style>
  <w:style w:type="paragraph" w:styleId="Heading4">
    <w:name w:val="heading 4"/>
    <w:basedOn w:val="Normal"/>
    <w:next w:val="Normal"/>
    <w:link w:val="Heading4Char"/>
    <w:rsid w:val="003365FF"/>
    <w:pPr>
      <w:keepNext/>
      <w:numPr>
        <w:ilvl w:val="3"/>
        <w:numId w:val="19"/>
      </w:numPr>
      <w:spacing w:before="120" w:after="120"/>
      <w:outlineLvl w:val="3"/>
    </w:pPr>
    <w:rPr>
      <w:szCs w:val="20"/>
      <w:lang w:eastAsia="de-DE"/>
    </w:rPr>
  </w:style>
  <w:style w:type="paragraph" w:styleId="Heading5">
    <w:name w:val="heading 5"/>
    <w:basedOn w:val="Normal"/>
    <w:next w:val="Normal"/>
    <w:link w:val="Heading5Char"/>
    <w:rsid w:val="003365FF"/>
    <w:pPr>
      <w:numPr>
        <w:ilvl w:val="4"/>
        <w:numId w:val="19"/>
      </w:numPr>
      <w:spacing w:before="240" w:after="60"/>
      <w:outlineLvl w:val="4"/>
    </w:pPr>
    <w:rPr>
      <w:szCs w:val="20"/>
      <w:lang w:val="de-DE" w:eastAsia="de-DE"/>
    </w:rPr>
  </w:style>
  <w:style w:type="paragraph" w:styleId="Heading6">
    <w:name w:val="heading 6"/>
    <w:basedOn w:val="Normal"/>
    <w:next w:val="Normal"/>
    <w:link w:val="Heading6Char"/>
    <w:rsid w:val="003365FF"/>
    <w:pPr>
      <w:numPr>
        <w:ilvl w:val="5"/>
        <w:numId w:val="19"/>
      </w:numPr>
      <w:spacing w:before="240" w:after="60"/>
      <w:outlineLvl w:val="5"/>
    </w:pPr>
    <w:rPr>
      <w:i/>
      <w:szCs w:val="20"/>
      <w:lang w:val="de-DE" w:eastAsia="de-DE"/>
    </w:rPr>
  </w:style>
  <w:style w:type="paragraph" w:styleId="Heading7">
    <w:name w:val="heading 7"/>
    <w:basedOn w:val="Normal"/>
    <w:next w:val="Normal"/>
    <w:link w:val="Heading7Char"/>
    <w:rsid w:val="003365FF"/>
    <w:pPr>
      <w:numPr>
        <w:ilvl w:val="6"/>
        <w:numId w:val="19"/>
      </w:numPr>
      <w:spacing w:before="240" w:after="60"/>
      <w:outlineLvl w:val="6"/>
    </w:pPr>
    <w:rPr>
      <w:szCs w:val="20"/>
      <w:lang w:val="de-DE" w:eastAsia="de-DE"/>
    </w:rPr>
  </w:style>
  <w:style w:type="paragraph" w:styleId="Heading8">
    <w:name w:val="heading 8"/>
    <w:basedOn w:val="Normal"/>
    <w:next w:val="Normal"/>
    <w:link w:val="Heading8Char"/>
    <w:rsid w:val="003365FF"/>
    <w:pPr>
      <w:numPr>
        <w:ilvl w:val="7"/>
        <w:numId w:val="19"/>
      </w:numPr>
      <w:spacing w:before="240" w:after="60"/>
      <w:outlineLvl w:val="7"/>
    </w:pPr>
    <w:rPr>
      <w:i/>
      <w:szCs w:val="20"/>
      <w:lang w:val="de-DE" w:eastAsia="de-DE"/>
    </w:rPr>
  </w:style>
  <w:style w:type="paragraph" w:styleId="Heading9">
    <w:name w:val="heading 9"/>
    <w:basedOn w:val="Normal"/>
    <w:next w:val="Normal"/>
    <w:link w:val="Heading9Char"/>
    <w:rsid w:val="003365FF"/>
    <w:pPr>
      <w:numPr>
        <w:ilvl w:val="8"/>
        <w:numId w:val="1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67ED"/>
    <w:rPr>
      <w:rFonts w:ascii="Arial" w:hAnsi="Arial"/>
      <w:b/>
      <w:caps/>
      <w:kern w:val="28"/>
      <w:sz w:val="24"/>
      <w:lang w:eastAsia="de-DE"/>
    </w:rPr>
  </w:style>
  <w:style w:type="character" w:customStyle="1" w:styleId="Heading2Char">
    <w:name w:val="Heading 2 Char"/>
    <w:basedOn w:val="DefaultParagraphFont"/>
    <w:link w:val="Heading2"/>
    <w:locked/>
    <w:rsid w:val="002367ED"/>
    <w:rPr>
      <w:rFonts w:ascii="Arial" w:hAnsi="Arial"/>
      <w:b/>
      <w:sz w:val="22"/>
      <w:szCs w:val="24"/>
      <w:lang w:eastAsia="en-US"/>
    </w:rPr>
  </w:style>
  <w:style w:type="character" w:customStyle="1" w:styleId="Heading3Char">
    <w:name w:val="Heading 3 Char"/>
    <w:basedOn w:val="DefaultParagraphFont"/>
    <w:link w:val="Heading3"/>
    <w:locked/>
    <w:rsid w:val="002367ED"/>
    <w:rPr>
      <w:rFonts w:ascii="Arial" w:hAnsi="Arial"/>
      <w:sz w:val="22"/>
      <w:lang w:eastAsia="de-DE"/>
    </w:rPr>
  </w:style>
  <w:style w:type="character" w:customStyle="1" w:styleId="Heading4Char">
    <w:name w:val="Heading 4 Char"/>
    <w:basedOn w:val="DefaultParagraphFont"/>
    <w:link w:val="Heading4"/>
    <w:locked/>
    <w:rsid w:val="002367ED"/>
    <w:rPr>
      <w:rFonts w:ascii="Arial" w:hAnsi="Arial"/>
      <w:sz w:val="22"/>
      <w:lang w:eastAsia="de-DE"/>
    </w:rPr>
  </w:style>
  <w:style w:type="character" w:customStyle="1" w:styleId="Heading5Char">
    <w:name w:val="Heading 5 Char"/>
    <w:basedOn w:val="DefaultParagraphFont"/>
    <w:link w:val="Heading5"/>
    <w:locked/>
    <w:rsid w:val="002367ED"/>
    <w:rPr>
      <w:rFonts w:ascii="Arial" w:hAnsi="Arial"/>
      <w:sz w:val="22"/>
      <w:lang w:val="de-DE" w:eastAsia="de-DE"/>
    </w:rPr>
  </w:style>
  <w:style w:type="character" w:customStyle="1" w:styleId="Heading6Char">
    <w:name w:val="Heading 6 Char"/>
    <w:basedOn w:val="DefaultParagraphFont"/>
    <w:link w:val="Heading6"/>
    <w:locked/>
    <w:rsid w:val="002367ED"/>
    <w:rPr>
      <w:rFonts w:ascii="Arial" w:hAnsi="Arial"/>
      <w:i/>
      <w:sz w:val="22"/>
      <w:lang w:val="de-DE" w:eastAsia="de-DE"/>
    </w:rPr>
  </w:style>
  <w:style w:type="character" w:customStyle="1" w:styleId="Heading7Char">
    <w:name w:val="Heading 7 Char"/>
    <w:basedOn w:val="DefaultParagraphFont"/>
    <w:link w:val="Heading7"/>
    <w:locked/>
    <w:rsid w:val="002367ED"/>
    <w:rPr>
      <w:rFonts w:ascii="Arial" w:hAnsi="Arial"/>
      <w:sz w:val="22"/>
      <w:lang w:val="de-DE" w:eastAsia="de-DE"/>
    </w:rPr>
  </w:style>
  <w:style w:type="character" w:customStyle="1" w:styleId="Heading8Char">
    <w:name w:val="Heading 8 Char"/>
    <w:basedOn w:val="DefaultParagraphFont"/>
    <w:link w:val="Heading8"/>
    <w:locked/>
    <w:rsid w:val="002367ED"/>
    <w:rPr>
      <w:rFonts w:ascii="Arial" w:hAnsi="Arial"/>
      <w:i/>
      <w:sz w:val="22"/>
      <w:lang w:val="de-DE" w:eastAsia="de-DE"/>
    </w:rPr>
  </w:style>
  <w:style w:type="character" w:customStyle="1" w:styleId="Heading9Char">
    <w:name w:val="Heading 9 Char"/>
    <w:basedOn w:val="DefaultParagraphFont"/>
    <w:link w:val="Heading9"/>
    <w:locked/>
    <w:rsid w:val="002367ED"/>
    <w:rPr>
      <w:rFonts w:ascii="Arial" w:hAnsi="Arial"/>
      <w:b/>
      <w:i/>
      <w:sz w:val="18"/>
      <w:lang w:val="de-DE" w:eastAsia="de-DE"/>
    </w:rPr>
  </w:style>
  <w:style w:type="paragraph" w:styleId="BodyText">
    <w:name w:val="Body Text"/>
    <w:basedOn w:val="Normal"/>
    <w:link w:val="BodyTextChar"/>
    <w:qFormat/>
    <w:rsid w:val="003365FF"/>
    <w:pPr>
      <w:spacing w:after="120"/>
      <w:jc w:val="both"/>
    </w:pPr>
  </w:style>
  <w:style w:type="character" w:customStyle="1" w:styleId="BodyTextChar">
    <w:name w:val="Body Text Char"/>
    <w:basedOn w:val="DefaultParagraphFont"/>
    <w:link w:val="BodyText"/>
    <w:locked/>
    <w:rsid w:val="00DF6EB4"/>
    <w:rPr>
      <w:rFonts w:ascii="Arial" w:hAnsi="Arial"/>
      <w:sz w:val="22"/>
      <w:szCs w:val="24"/>
      <w:lang w:eastAsia="en-US"/>
    </w:rPr>
  </w:style>
  <w:style w:type="paragraph" w:styleId="FootnoteText">
    <w:name w:val="footnote text"/>
    <w:basedOn w:val="Normal"/>
    <w:link w:val="FootnoteTextChar"/>
    <w:rsid w:val="003365FF"/>
    <w:rPr>
      <w:sz w:val="20"/>
      <w:szCs w:val="20"/>
    </w:rPr>
  </w:style>
  <w:style w:type="character" w:customStyle="1" w:styleId="FootnoteTextChar">
    <w:name w:val="Footnote Text Char"/>
    <w:basedOn w:val="DefaultParagraphFont"/>
    <w:link w:val="FootnoteText"/>
    <w:locked/>
    <w:rsid w:val="002D2AF2"/>
    <w:rPr>
      <w:rFonts w:ascii="Arial" w:hAnsi="Arial"/>
      <w:lang w:eastAsia="en-US"/>
    </w:rPr>
  </w:style>
  <w:style w:type="character" w:styleId="FootnoteReference">
    <w:name w:val="footnote reference"/>
    <w:basedOn w:val="DefaultParagraphFont"/>
    <w:rsid w:val="003365FF"/>
    <w:rPr>
      <w:vertAlign w:val="superscript"/>
    </w:rPr>
  </w:style>
  <w:style w:type="paragraph" w:styleId="Header">
    <w:name w:val="header"/>
    <w:basedOn w:val="Normal"/>
    <w:link w:val="HeaderChar"/>
    <w:rsid w:val="003365FF"/>
    <w:pPr>
      <w:tabs>
        <w:tab w:val="center" w:pos="4678"/>
        <w:tab w:val="right" w:pos="9356"/>
      </w:tabs>
    </w:pPr>
  </w:style>
  <w:style w:type="character" w:customStyle="1" w:styleId="HeaderChar">
    <w:name w:val="Header Char"/>
    <w:basedOn w:val="DefaultParagraphFont"/>
    <w:link w:val="Header"/>
    <w:locked/>
    <w:rsid w:val="002367ED"/>
    <w:rPr>
      <w:rFonts w:ascii="Arial" w:hAnsi="Arial"/>
      <w:sz w:val="22"/>
      <w:szCs w:val="24"/>
      <w:lang w:eastAsia="en-US"/>
    </w:rPr>
  </w:style>
  <w:style w:type="paragraph" w:styleId="Quote">
    <w:name w:val="Quote"/>
    <w:basedOn w:val="Normal"/>
    <w:link w:val="QuoteChar"/>
    <w:rsid w:val="003365FF"/>
    <w:pPr>
      <w:spacing w:before="60" w:after="60"/>
      <w:ind w:left="567" w:right="935"/>
      <w:jc w:val="both"/>
    </w:pPr>
    <w:rPr>
      <w:i/>
    </w:rPr>
  </w:style>
  <w:style w:type="character" w:customStyle="1" w:styleId="QuoteChar">
    <w:name w:val="Quote Char"/>
    <w:basedOn w:val="DefaultParagraphFont"/>
    <w:link w:val="Quote"/>
    <w:locked/>
    <w:rsid w:val="002367ED"/>
    <w:rPr>
      <w:rFonts w:ascii="Arial" w:hAnsi="Arial"/>
      <w:i/>
      <w:sz w:val="22"/>
      <w:szCs w:val="24"/>
      <w:lang w:eastAsia="en-US"/>
    </w:rPr>
  </w:style>
  <w:style w:type="paragraph" w:styleId="ListBullet">
    <w:name w:val="List Bullet"/>
    <w:basedOn w:val="Normal"/>
    <w:autoRedefine/>
    <w:rsid w:val="003365FF"/>
    <w:pPr>
      <w:spacing w:before="60" w:after="80"/>
      <w:ind w:left="354"/>
    </w:pPr>
  </w:style>
  <w:style w:type="paragraph" w:styleId="Title">
    <w:name w:val="Title"/>
    <w:basedOn w:val="Normal"/>
    <w:link w:val="TitleChar"/>
    <w:qFormat/>
    <w:rsid w:val="003365FF"/>
    <w:pPr>
      <w:spacing w:before="240" w:after="240"/>
      <w:jc w:val="center"/>
      <w:outlineLvl w:val="0"/>
    </w:pPr>
    <w:rPr>
      <w:rFonts w:cs="Arial"/>
      <w:b/>
      <w:bCs/>
      <w:kern w:val="28"/>
      <w:sz w:val="32"/>
      <w:szCs w:val="32"/>
    </w:rPr>
  </w:style>
  <w:style w:type="character" w:customStyle="1" w:styleId="TitleChar">
    <w:name w:val="Title Char"/>
    <w:basedOn w:val="DefaultParagraphFont"/>
    <w:link w:val="Title"/>
    <w:locked/>
    <w:rsid w:val="003365FF"/>
    <w:rPr>
      <w:rFonts w:ascii="Arial" w:hAnsi="Arial" w:cs="Arial"/>
      <w:b/>
      <w:bCs/>
      <w:kern w:val="28"/>
      <w:sz w:val="32"/>
      <w:szCs w:val="32"/>
      <w:lang w:eastAsia="en-US"/>
    </w:rPr>
  </w:style>
  <w:style w:type="paragraph" w:styleId="Footer">
    <w:name w:val="footer"/>
    <w:basedOn w:val="Normal"/>
    <w:link w:val="FooterChar"/>
    <w:rsid w:val="003365FF"/>
    <w:pPr>
      <w:tabs>
        <w:tab w:val="center" w:pos="4678"/>
        <w:tab w:val="right" w:pos="9356"/>
      </w:tabs>
    </w:pPr>
  </w:style>
  <w:style w:type="character" w:customStyle="1" w:styleId="FooterChar">
    <w:name w:val="Footer Char"/>
    <w:basedOn w:val="DefaultParagraphFont"/>
    <w:link w:val="Footer"/>
    <w:locked/>
    <w:rsid w:val="002367ED"/>
    <w:rPr>
      <w:rFonts w:ascii="Arial" w:hAnsi="Arial"/>
      <w:sz w:val="22"/>
      <w:szCs w:val="24"/>
      <w:lang w:eastAsia="en-US"/>
    </w:rPr>
  </w:style>
  <w:style w:type="character" w:styleId="PageNumber">
    <w:name w:val="page number"/>
    <w:basedOn w:val="DefaultParagraphFont"/>
    <w:rsid w:val="003365FF"/>
    <w:rPr>
      <w:rFonts w:ascii="Arial" w:hAnsi="Arial"/>
      <w:sz w:val="20"/>
    </w:rPr>
  </w:style>
  <w:style w:type="paragraph" w:styleId="BodyText2">
    <w:name w:val="Body Text 2"/>
    <w:basedOn w:val="Normal"/>
    <w:link w:val="BodyText2Char"/>
    <w:uiPriority w:val="99"/>
    <w:rsid w:val="00DF6EB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uiPriority w:val="99"/>
    <w:semiHidden/>
    <w:locked/>
    <w:rsid w:val="002D2AF2"/>
    <w:rPr>
      <w:rFonts w:ascii="Arial" w:hAnsi="Arial" w:cs="Times New Roman"/>
      <w:sz w:val="24"/>
      <w:szCs w:val="24"/>
      <w:lang w:val="en-GB" w:eastAsia="en-US"/>
    </w:rPr>
  </w:style>
  <w:style w:type="paragraph" w:styleId="BodyText3">
    <w:name w:val="Body Text 3"/>
    <w:basedOn w:val="Normal"/>
    <w:link w:val="BodyText3Char"/>
    <w:uiPriority w:val="99"/>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uiPriority w:val="99"/>
    <w:locked/>
    <w:rsid w:val="002367ED"/>
    <w:rPr>
      <w:rFonts w:ascii="Arial" w:hAnsi="Arial" w:cs="Times New Roman"/>
      <w:bCs/>
      <w:i/>
      <w:iCs/>
      <w:sz w:val="24"/>
      <w:szCs w:val="24"/>
      <w:lang w:eastAsia="en-US"/>
    </w:rPr>
  </w:style>
  <w:style w:type="paragraph" w:styleId="Subtitle">
    <w:name w:val="Subtitle"/>
    <w:basedOn w:val="Normal"/>
    <w:link w:val="SubtitleChar"/>
    <w:qFormat/>
    <w:rsid w:val="003365FF"/>
    <w:pPr>
      <w:spacing w:after="60"/>
      <w:jc w:val="center"/>
      <w:outlineLvl w:val="1"/>
    </w:pPr>
    <w:rPr>
      <w:rFonts w:cs="Arial"/>
      <w:b/>
      <w:sz w:val="28"/>
      <w:szCs w:val="28"/>
    </w:rPr>
  </w:style>
  <w:style w:type="character" w:customStyle="1" w:styleId="SubtitleChar">
    <w:name w:val="Subtitle Char"/>
    <w:basedOn w:val="DefaultParagraphFont"/>
    <w:link w:val="Subtitle"/>
    <w:locked/>
    <w:rsid w:val="002367ED"/>
    <w:rPr>
      <w:rFonts w:ascii="Arial" w:hAnsi="Arial" w:cs="Arial"/>
      <w:b/>
      <w:sz w:val="28"/>
      <w:szCs w:val="28"/>
      <w:lang w:eastAsia="en-US"/>
    </w:rPr>
  </w:style>
  <w:style w:type="paragraph" w:styleId="TOC1">
    <w:name w:val="toc 1"/>
    <w:basedOn w:val="Normal"/>
    <w:next w:val="Normal"/>
    <w:autoRedefine/>
    <w:uiPriority w:val="39"/>
    <w:rsid w:val="00173A36"/>
    <w:pPr>
      <w:tabs>
        <w:tab w:val="left" w:pos="567"/>
        <w:tab w:val="right" w:pos="9639"/>
      </w:tabs>
      <w:spacing w:before="120"/>
      <w:ind w:left="567" w:right="142" w:hanging="567"/>
      <w:jc w:val="center"/>
    </w:pPr>
    <w:rPr>
      <w:rFonts w:cs="Arial"/>
      <w:bCs/>
      <w:caps/>
      <w:lang w:eastAsia="en-GB"/>
    </w:rPr>
  </w:style>
  <w:style w:type="paragraph" w:styleId="TOC2">
    <w:name w:val="toc 2"/>
    <w:basedOn w:val="Normal"/>
    <w:next w:val="Normal"/>
    <w:uiPriority w:val="39"/>
    <w:rsid w:val="00AC7B4F"/>
    <w:pPr>
      <w:tabs>
        <w:tab w:val="left" w:pos="1418"/>
        <w:tab w:val="right" w:pos="9639"/>
      </w:tabs>
      <w:spacing w:before="120" w:after="120"/>
      <w:ind w:left="567"/>
    </w:pPr>
    <w:rPr>
      <w:bCs/>
      <w:szCs w:val="20"/>
    </w:rPr>
  </w:style>
  <w:style w:type="paragraph" w:styleId="TOC3">
    <w:name w:val="toc 3"/>
    <w:basedOn w:val="Normal"/>
    <w:next w:val="Normal"/>
    <w:uiPriority w:val="39"/>
    <w:rsid w:val="003365FF"/>
    <w:pPr>
      <w:tabs>
        <w:tab w:val="left" w:pos="1701"/>
        <w:tab w:val="right" w:pos="9639"/>
      </w:tabs>
      <w:ind w:left="851"/>
    </w:pPr>
    <w:rPr>
      <w:sz w:val="20"/>
      <w:szCs w:val="20"/>
    </w:rPr>
  </w:style>
  <w:style w:type="paragraph" w:styleId="TOC4">
    <w:name w:val="toc 4"/>
    <w:basedOn w:val="Normal"/>
    <w:next w:val="Normal"/>
    <w:autoRedefine/>
    <w:uiPriority w:val="39"/>
    <w:rsid w:val="003365FF"/>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3365FF"/>
    <w:pPr>
      <w:tabs>
        <w:tab w:val="left" w:pos="1134"/>
        <w:tab w:val="right" w:pos="9639"/>
      </w:tabs>
      <w:spacing w:before="120" w:after="120"/>
      <w:ind w:left="1134" w:hanging="1134"/>
    </w:pPr>
    <w:rPr>
      <w:b/>
      <w:szCs w:val="20"/>
    </w:rPr>
  </w:style>
  <w:style w:type="paragraph" w:styleId="TOC6">
    <w:name w:val="toc 6"/>
    <w:basedOn w:val="Normal"/>
    <w:next w:val="Normal"/>
    <w:autoRedefine/>
    <w:rsid w:val="003365FF"/>
    <w:pPr>
      <w:ind w:left="960"/>
    </w:pPr>
    <w:rPr>
      <w:sz w:val="20"/>
      <w:szCs w:val="20"/>
    </w:rPr>
  </w:style>
  <w:style w:type="paragraph" w:styleId="TOC7">
    <w:name w:val="toc 7"/>
    <w:basedOn w:val="Normal"/>
    <w:next w:val="Normal"/>
    <w:autoRedefine/>
    <w:rsid w:val="003365FF"/>
    <w:pPr>
      <w:ind w:left="1200"/>
    </w:pPr>
    <w:rPr>
      <w:sz w:val="20"/>
      <w:szCs w:val="20"/>
    </w:rPr>
  </w:style>
  <w:style w:type="paragraph" w:styleId="TOC8">
    <w:name w:val="toc 8"/>
    <w:basedOn w:val="Normal"/>
    <w:next w:val="Normal"/>
    <w:autoRedefine/>
    <w:rsid w:val="003365FF"/>
    <w:pPr>
      <w:ind w:left="1440"/>
    </w:pPr>
    <w:rPr>
      <w:sz w:val="20"/>
      <w:szCs w:val="20"/>
    </w:rPr>
  </w:style>
  <w:style w:type="paragraph" w:styleId="TOC9">
    <w:name w:val="toc 9"/>
    <w:basedOn w:val="Normal"/>
    <w:next w:val="Normal"/>
    <w:autoRedefine/>
    <w:rsid w:val="003365FF"/>
    <w:pPr>
      <w:ind w:left="1680"/>
    </w:pPr>
    <w:rPr>
      <w:sz w:val="20"/>
      <w:szCs w:val="20"/>
    </w:rPr>
  </w:style>
  <w:style w:type="character" w:styleId="Hyperlink">
    <w:name w:val="Hyperlink"/>
    <w:basedOn w:val="DefaultParagraphFont"/>
    <w:uiPriority w:val="99"/>
    <w:rsid w:val="003365FF"/>
    <w:rPr>
      <w:color w:val="0000FF"/>
      <w:u w:val="single"/>
    </w:rPr>
  </w:style>
  <w:style w:type="paragraph" w:customStyle="1" w:styleId="THECOUNCIL">
    <w:name w:val="THE COUNCIL"/>
    <w:basedOn w:val="BodyText"/>
    <w:uiPriority w:val="99"/>
    <w:rsid w:val="00DF6EB4"/>
    <w:rPr>
      <w:b/>
      <w:sz w:val="28"/>
    </w:rPr>
  </w:style>
  <w:style w:type="paragraph" w:customStyle="1" w:styleId="Recallings">
    <w:name w:val="Recallings"/>
    <w:basedOn w:val="BodyText"/>
    <w:uiPriority w:val="99"/>
    <w:rsid w:val="00DF6EB4"/>
    <w:pPr>
      <w:spacing w:before="240"/>
      <w:ind w:left="425"/>
    </w:pPr>
    <w:rPr>
      <w:rFonts w:cs="Arial"/>
    </w:rPr>
  </w:style>
  <w:style w:type="paragraph" w:customStyle="1" w:styleId="RecommendsNo">
    <w:name w:val="Recommends No"/>
    <w:basedOn w:val="Normal"/>
    <w:uiPriority w:val="99"/>
    <w:rsid w:val="00DF6EB4"/>
    <w:pPr>
      <w:ind w:left="1145" w:right="-45" w:hanging="720"/>
      <w:jc w:val="both"/>
    </w:pPr>
  </w:style>
  <w:style w:type="paragraph" w:styleId="ListNumber">
    <w:name w:val="List Number"/>
    <w:basedOn w:val="Normal"/>
    <w:rsid w:val="003365FF"/>
    <w:pPr>
      <w:numPr>
        <w:numId w:val="22"/>
      </w:numPr>
    </w:pPr>
  </w:style>
  <w:style w:type="paragraph" w:styleId="ListNumber2">
    <w:name w:val="List Number 2"/>
    <w:basedOn w:val="Normal"/>
    <w:uiPriority w:val="99"/>
    <w:rsid w:val="00DF6EB4"/>
    <w:pPr>
      <w:tabs>
        <w:tab w:val="num" w:pos="720"/>
      </w:tabs>
      <w:ind w:left="720" w:hanging="360"/>
    </w:pPr>
  </w:style>
  <w:style w:type="paragraph" w:styleId="BodyTextIndent">
    <w:name w:val="Body Text Indent"/>
    <w:basedOn w:val="Normal"/>
    <w:link w:val="BodyTextIndentChar"/>
    <w:rsid w:val="003365FF"/>
    <w:pPr>
      <w:spacing w:after="120"/>
      <w:ind w:left="993"/>
    </w:pPr>
  </w:style>
  <w:style w:type="character" w:customStyle="1" w:styleId="BodyTextIndentChar">
    <w:name w:val="Body Text Indent Char"/>
    <w:basedOn w:val="DefaultParagraphFont"/>
    <w:link w:val="BodyTextIndent"/>
    <w:locked/>
    <w:rsid w:val="002D2AF2"/>
    <w:rPr>
      <w:rFonts w:ascii="Arial" w:hAnsi="Arial"/>
      <w:sz w:val="22"/>
      <w:szCs w:val="24"/>
      <w:lang w:eastAsia="en-US"/>
    </w:rPr>
  </w:style>
  <w:style w:type="paragraph" w:styleId="BodyTextFirstIndent2">
    <w:name w:val="Body Text First Indent 2"/>
    <w:aliases w:val="Body Text Second Indent"/>
    <w:basedOn w:val="Normal"/>
    <w:link w:val="BodyTextFirstIndent2Char"/>
    <w:uiPriority w:val="99"/>
    <w:rsid w:val="00DF6EB4"/>
    <w:pPr>
      <w:ind w:left="720"/>
      <w:jc w:val="both"/>
    </w:pPr>
    <w:rPr>
      <w:lang w:val="en-US"/>
    </w:rPr>
  </w:style>
  <w:style w:type="character" w:customStyle="1" w:styleId="BodyTextFirstIndent2Char">
    <w:name w:val="Body Text First Indent 2 Char"/>
    <w:aliases w:val="Body Text Second Indent Char"/>
    <w:basedOn w:val="BodyTextIndentChar"/>
    <w:link w:val="BodyTextFirstIndent2"/>
    <w:uiPriority w:val="99"/>
    <w:semiHidden/>
    <w:locked/>
    <w:rsid w:val="002D2AF2"/>
    <w:rPr>
      <w:rFonts w:ascii="Arial" w:hAnsi="Arial"/>
      <w:sz w:val="22"/>
      <w:szCs w:val="24"/>
      <w:lang w:eastAsia="en-US"/>
    </w:rPr>
  </w:style>
  <w:style w:type="paragraph" w:styleId="BodyTextIndent2">
    <w:name w:val="Body Text Indent 2"/>
    <w:basedOn w:val="Normal"/>
    <w:link w:val="BodyTextIndent2Char"/>
    <w:rsid w:val="003365FF"/>
    <w:pPr>
      <w:spacing w:after="120"/>
      <w:ind w:left="1134"/>
      <w:jc w:val="both"/>
    </w:pPr>
    <w:rPr>
      <w:lang w:eastAsia="de-DE"/>
    </w:rPr>
  </w:style>
  <w:style w:type="character" w:customStyle="1" w:styleId="BodyTextIndent2Char">
    <w:name w:val="Body Text Indent 2 Char"/>
    <w:basedOn w:val="DefaultParagraphFont"/>
    <w:link w:val="BodyTextIndent2"/>
    <w:locked/>
    <w:rsid w:val="003C44EB"/>
    <w:rPr>
      <w:rFonts w:ascii="Arial" w:hAnsi="Arial"/>
      <w:sz w:val="22"/>
      <w:szCs w:val="24"/>
      <w:lang w:eastAsia="de-DE"/>
    </w:rPr>
  </w:style>
  <w:style w:type="paragraph" w:styleId="BodyTextFirstIndent">
    <w:name w:val="Body Text First Indent"/>
    <w:basedOn w:val="Normal"/>
    <w:link w:val="BodyTextFirstIndentChar"/>
    <w:uiPriority w:val="99"/>
    <w:rsid w:val="00DF6EB4"/>
    <w:pPr>
      <w:spacing w:after="120"/>
      <w:ind w:left="851"/>
      <w:jc w:val="both"/>
    </w:pPr>
  </w:style>
  <w:style w:type="character" w:customStyle="1" w:styleId="BodyTextFirstIndentChar">
    <w:name w:val="Body Text First Indent Char"/>
    <w:basedOn w:val="DefaultParagraphFont"/>
    <w:link w:val="BodyTextFirstIndent"/>
    <w:uiPriority w:val="99"/>
    <w:locked/>
    <w:rsid w:val="002367ED"/>
    <w:rPr>
      <w:rFonts w:ascii="Arial" w:hAnsi="Arial" w:cs="Times New Roman"/>
      <w:sz w:val="24"/>
      <w:szCs w:val="24"/>
      <w:lang w:eastAsia="en-US"/>
    </w:rPr>
  </w:style>
  <w:style w:type="paragraph" w:customStyle="1" w:styleId="Bullet1">
    <w:name w:val="Bullet 1"/>
    <w:basedOn w:val="Normal"/>
    <w:qFormat/>
    <w:rsid w:val="00E1538C"/>
    <w:pPr>
      <w:numPr>
        <w:numId w:val="1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3365FF"/>
    <w:pPr>
      <w:suppressAutoHyphens/>
      <w:spacing w:after="120"/>
      <w:ind w:left="993"/>
      <w:jc w:val="both"/>
    </w:pPr>
    <w:rPr>
      <w:szCs w:val="20"/>
      <w:lang w:eastAsia="en-GB"/>
    </w:rPr>
  </w:style>
  <w:style w:type="paragraph" w:customStyle="1" w:styleId="Bullet2">
    <w:name w:val="Bullet 2"/>
    <w:basedOn w:val="Normal"/>
    <w:rsid w:val="003365FF"/>
    <w:pPr>
      <w:numPr>
        <w:numId w:val="15"/>
      </w:numPr>
      <w:tabs>
        <w:tab w:val="left" w:pos="1418"/>
      </w:tabs>
      <w:spacing w:after="120"/>
    </w:pPr>
    <w:rPr>
      <w:sz w:val="20"/>
      <w:szCs w:val="20"/>
      <w:lang w:eastAsia="en-GB"/>
    </w:rPr>
  </w:style>
  <w:style w:type="paragraph" w:customStyle="1" w:styleId="Bullet2text">
    <w:name w:val="Bullet 2 text"/>
    <w:basedOn w:val="Normal"/>
    <w:rsid w:val="003365FF"/>
    <w:pPr>
      <w:suppressAutoHyphens/>
      <w:spacing w:after="120"/>
      <w:ind w:left="1418"/>
      <w:jc w:val="both"/>
    </w:pPr>
    <w:rPr>
      <w:sz w:val="20"/>
      <w:szCs w:val="20"/>
      <w:lang w:eastAsia="en-GB"/>
    </w:rPr>
  </w:style>
  <w:style w:type="paragraph" w:customStyle="1" w:styleId="Bullet3">
    <w:name w:val="Bullet 3"/>
    <w:basedOn w:val="Bullet2"/>
    <w:rsid w:val="003365FF"/>
    <w:pPr>
      <w:numPr>
        <w:numId w:val="16"/>
      </w:numPr>
      <w:tabs>
        <w:tab w:val="clear" w:pos="1418"/>
        <w:tab w:val="left" w:pos="1843"/>
      </w:tabs>
    </w:pPr>
  </w:style>
  <w:style w:type="paragraph" w:customStyle="1" w:styleId="Bullet3text">
    <w:name w:val="Bullet 3 text"/>
    <w:basedOn w:val="Normal"/>
    <w:autoRedefine/>
    <w:rsid w:val="003365FF"/>
    <w:pPr>
      <w:suppressAutoHyphens/>
      <w:spacing w:after="120"/>
      <w:ind w:left="1843"/>
      <w:jc w:val="both"/>
    </w:pPr>
    <w:rPr>
      <w:sz w:val="20"/>
      <w:szCs w:val="20"/>
      <w:lang w:eastAsia="en-GB"/>
    </w:rPr>
  </w:style>
  <w:style w:type="paragraph" w:customStyle="1" w:styleId="Figure">
    <w:name w:val="Figure_#"/>
    <w:basedOn w:val="Normal"/>
    <w:next w:val="BodyText"/>
    <w:qFormat/>
    <w:rsid w:val="003365FF"/>
    <w:pPr>
      <w:numPr>
        <w:numId w:val="18"/>
      </w:numPr>
      <w:spacing w:before="120" w:after="120"/>
      <w:jc w:val="center"/>
    </w:pPr>
    <w:rPr>
      <w:i/>
      <w:szCs w:val="20"/>
      <w:lang w:eastAsia="en-GB"/>
    </w:rPr>
  </w:style>
  <w:style w:type="paragraph" w:customStyle="1" w:styleId="List1">
    <w:name w:val="List 1"/>
    <w:basedOn w:val="Normal"/>
    <w:qFormat/>
    <w:rsid w:val="003365FF"/>
    <w:pPr>
      <w:numPr>
        <w:numId w:val="20"/>
      </w:numPr>
      <w:spacing w:after="120"/>
      <w:jc w:val="both"/>
    </w:pPr>
    <w:rPr>
      <w:szCs w:val="20"/>
      <w:lang w:eastAsia="en-GB"/>
    </w:rPr>
  </w:style>
  <w:style w:type="paragraph" w:customStyle="1" w:styleId="List1indent">
    <w:name w:val="List 1 indent"/>
    <w:basedOn w:val="Normal"/>
    <w:rsid w:val="002E71B6"/>
    <w:pPr>
      <w:numPr>
        <w:ilvl w:val="1"/>
        <w:numId w:val="2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3365FF"/>
    <w:pPr>
      <w:numPr>
        <w:ilvl w:val="2"/>
        <w:numId w:val="21"/>
      </w:numPr>
      <w:spacing w:after="120"/>
      <w:jc w:val="both"/>
    </w:pPr>
    <w:rPr>
      <w:sz w:val="20"/>
      <w:szCs w:val="20"/>
      <w:lang w:eastAsia="en-GB"/>
    </w:rPr>
  </w:style>
  <w:style w:type="paragraph" w:customStyle="1" w:styleId="List1indent2text">
    <w:name w:val="List 1 indent 2 text"/>
    <w:basedOn w:val="Normal"/>
    <w:rsid w:val="003365FF"/>
    <w:pPr>
      <w:spacing w:after="120"/>
      <w:ind w:left="1701"/>
      <w:jc w:val="both"/>
    </w:pPr>
    <w:rPr>
      <w:sz w:val="20"/>
      <w:szCs w:val="20"/>
      <w:lang w:eastAsia="en-GB"/>
    </w:rPr>
  </w:style>
  <w:style w:type="paragraph" w:customStyle="1" w:styleId="List1indenttext">
    <w:name w:val="List 1 indent text"/>
    <w:basedOn w:val="Normal"/>
    <w:rsid w:val="003365FF"/>
    <w:pPr>
      <w:spacing w:after="120"/>
      <w:ind w:left="1134"/>
      <w:jc w:val="both"/>
    </w:pPr>
    <w:rPr>
      <w:szCs w:val="20"/>
      <w:lang w:eastAsia="en-GB"/>
    </w:rPr>
  </w:style>
  <w:style w:type="paragraph" w:customStyle="1" w:styleId="List1text">
    <w:name w:val="List 1 text"/>
    <w:basedOn w:val="Normal"/>
    <w:rsid w:val="003365FF"/>
    <w:pPr>
      <w:spacing w:after="120"/>
      <w:ind w:left="567"/>
      <w:jc w:val="both"/>
    </w:pPr>
    <w:rPr>
      <w:szCs w:val="20"/>
      <w:lang w:eastAsia="en-GB"/>
    </w:rPr>
  </w:style>
  <w:style w:type="character" w:customStyle="1" w:styleId="StyleFootnoteReference115ptBlack">
    <w:name w:val="Style Footnote Reference + 11.5 pt Black"/>
    <w:basedOn w:val="FootnoteReference"/>
    <w:uiPriority w:val="99"/>
    <w:rsid w:val="00DF6EB4"/>
    <w:rPr>
      <w:rFonts w:ascii="Arial" w:hAnsi="Arial"/>
      <w:color w:val="000000"/>
      <w:sz w:val="23"/>
      <w:vertAlign w:val="superscript"/>
    </w:rPr>
  </w:style>
  <w:style w:type="paragraph" w:customStyle="1" w:styleId="Table">
    <w:name w:val="Table_#"/>
    <w:basedOn w:val="Normal"/>
    <w:next w:val="Normal"/>
    <w:qFormat/>
    <w:rsid w:val="003365FF"/>
    <w:pPr>
      <w:numPr>
        <w:numId w:val="24"/>
      </w:numPr>
      <w:spacing w:before="120" w:after="120"/>
      <w:jc w:val="center"/>
    </w:pPr>
    <w:rPr>
      <w:i/>
      <w:szCs w:val="20"/>
      <w:lang w:eastAsia="en-GB"/>
    </w:rPr>
  </w:style>
  <w:style w:type="paragraph" w:styleId="BalloonText">
    <w:name w:val="Balloon Text"/>
    <w:basedOn w:val="Normal"/>
    <w:link w:val="BalloonTextChar"/>
    <w:rsid w:val="003365FF"/>
    <w:rPr>
      <w:rFonts w:ascii="Tahoma" w:hAnsi="Tahoma" w:cs="Tahoma"/>
      <w:sz w:val="16"/>
      <w:szCs w:val="16"/>
    </w:rPr>
  </w:style>
  <w:style w:type="character" w:customStyle="1" w:styleId="BalloonTextChar">
    <w:name w:val="Balloon Text Char"/>
    <w:basedOn w:val="DefaultParagraphFont"/>
    <w:link w:val="BalloonText"/>
    <w:locked/>
    <w:rsid w:val="004668B4"/>
    <w:rPr>
      <w:rFonts w:ascii="Tahoma" w:hAnsi="Tahoma" w:cs="Tahoma"/>
      <w:sz w:val="16"/>
      <w:szCs w:val="16"/>
      <w:lang w:eastAsia="en-US"/>
    </w:rPr>
  </w:style>
  <w:style w:type="paragraph" w:styleId="BlockText">
    <w:name w:val="Block Text"/>
    <w:basedOn w:val="Normal"/>
    <w:rsid w:val="003365FF"/>
    <w:pPr>
      <w:spacing w:after="120"/>
      <w:ind w:left="1440" w:right="1440"/>
    </w:pPr>
  </w:style>
  <w:style w:type="character" w:styleId="CommentReference">
    <w:name w:val="annotation reference"/>
    <w:basedOn w:val="DefaultParagraphFont"/>
    <w:rsid w:val="003365FF"/>
    <w:rPr>
      <w:sz w:val="16"/>
      <w:szCs w:val="16"/>
    </w:rPr>
  </w:style>
  <w:style w:type="paragraph" w:styleId="CommentText">
    <w:name w:val="annotation text"/>
    <w:basedOn w:val="Normal"/>
    <w:link w:val="CommentTextChar"/>
    <w:rsid w:val="003365FF"/>
    <w:rPr>
      <w:lang w:eastAsia="de-DE"/>
    </w:rPr>
  </w:style>
  <w:style w:type="character" w:customStyle="1" w:styleId="CommentTextChar">
    <w:name w:val="Comment Text Char"/>
    <w:basedOn w:val="DefaultParagraphFont"/>
    <w:link w:val="CommentText"/>
    <w:locked/>
    <w:rsid w:val="004668B4"/>
    <w:rPr>
      <w:rFonts w:ascii="Arial" w:hAnsi="Arial"/>
      <w:sz w:val="22"/>
      <w:szCs w:val="24"/>
      <w:lang w:eastAsia="de-DE"/>
    </w:rPr>
  </w:style>
  <w:style w:type="paragraph" w:styleId="DocumentMap">
    <w:name w:val="Document Map"/>
    <w:basedOn w:val="Normal"/>
    <w:link w:val="DocumentMapChar"/>
    <w:rsid w:val="003365FF"/>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locked/>
    <w:rsid w:val="004668B4"/>
    <w:rPr>
      <w:rFonts w:ascii="Tahoma" w:hAnsi="Tahoma"/>
      <w:szCs w:val="24"/>
      <w:shd w:val="clear" w:color="auto" w:fill="000080"/>
      <w:lang w:val="de-DE" w:eastAsia="de-DE"/>
    </w:rPr>
  </w:style>
  <w:style w:type="character" w:styleId="FollowedHyperlink">
    <w:name w:val="FollowedHyperlink"/>
    <w:basedOn w:val="DefaultParagraphFont"/>
    <w:rsid w:val="003365FF"/>
    <w:rPr>
      <w:color w:val="800080"/>
      <w:u w:val="single"/>
    </w:rPr>
  </w:style>
  <w:style w:type="paragraph" w:styleId="Index1">
    <w:name w:val="index 1"/>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3365FF"/>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3365FF"/>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uiPriority w:val="99"/>
    <w:rsid w:val="003365FF"/>
  </w:style>
  <w:style w:type="paragraph" w:customStyle="1" w:styleId="Tabletext">
    <w:name w:val="Table_text"/>
    <w:basedOn w:val="Normal"/>
    <w:rsid w:val="003365F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3365FF"/>
    <w:rPr>
      <w:b/>
      <w:bCs/>
      <w:sz w:val="20"/>
      <w:szCs w:val="20"/>
      <w:lang w:eastAsia="en-US"/>
    </w:rPr>
  </w:style>
  <w:style w:type="character" w:customStyle="1" w:styleId="CommentSubjectChar">
    <w:name w:val="Comment Subject Char"/>
    <w:basedOn w:val="CommentTextChar"/>
    <w:link w:val="CommentSubject"/>
    <w:locked/>
    <w:rsid w:val="007578C8"/>
    <w:rPr>
      <w:rFonts w:ascii="Arial" w:hAnsi="Arial"/>
      <w:b/>
      <w:bCs/>
      <w:sz w:val="22"/>
      <w:szCs w:val="24"/>
      <w:lang w:eastAsia="en-US"/>
    </w:rPr>
  </w:style>
  <w:style w:type="character" w:styleId="Emphasis">
    <w:name w:val="Emphasis"/>
    <w:basedOn w:val="DefaultParagraphFont"/>
    <w:rsid w:val="003365FF"/>
    <w:rPr>
      <w:i/>
      <w:iCs/>
    </w:rPr>
  </w:style>
  <w:style w:type="character" w:styleId="HTMLCite">
    <w:name w:val="HTML Cite"/>
    <w:basedOn w:val="DefaultParagraphFont"/>
    <w:uiPriority w:val="99"/>
    <w:rsid w:val="00DF6EB4"/>
    <w:rPr>
      <w:rFonts w:cs="Times New Roman"/>
      <w:i/>
      <w:iCs/>
    </w:rPr>
  </w:style>
  <w:style w:type="paragraph" w:customStyle="1" w:styleId="References">
    <w:name w:val="References"/>
    <w:basedOn w:val="Normal"/>
    <w:qFormat/>
    <w:rsid w:val="003365FF"/>
    <w:pPr>
      <w:numPr>
        <w:numId w:val="23"/>
      </w:numPr>
      <w:tabs>
        <w:tab w:val="left" w:pos="567"/>
      </w:tabs>
      <w:spacing w:after="120"/>
    </w:pPr>
    <w:rPr>
      <w:szCs w:val="20"/>
    </w:rPr>
  </w:style>
  <w:style w:type="paragraph" w:customStyle="1" w:styleId="Appendix">
    <w:name w:val="Appendix"/>
    <w:basedOn w:val="Normal"/>
    <w:next w:val="Heading1"/>
    <w:rsid w:val="003365FF"/>
    <w:pPr>
      <w:numPr>
        <w:numId w:val="12"/>
      </w:numPr>
      <w:tabs>
        <w:tab w:val="left" w:pos="1985"/>
      </w:tabs>
      <w:spacing w:after="240"/>
    </w:pPr>
    <w:rPr>
      <w:b/>
      <w:sz w:val="24"/>
      <w:szCs w:val="28"/>
    </w:rPr>
  </w:style>
  <w:style w:type="paragraph" w:styleId="TableofFigures">
    <w:name w:val="table of figures"/>
    <w:basedOn w:val="Normal"/>
    <w:next w:val="Normal"/>
    <w:uiPriority w:val="99"/>
    <w:rsid w:val="003365FF"/>
    <w:pPr>
      <w:tabs>
        <w:tab w:val="left" w:pos="1418"/>
        <w:tab w:val="right" w:pos="9639"/>
      </w:tabs>
      <w:spacing w:before="60" w:after="60"/>
      <w:ind w:left="1418" w:hanging="1418"/>
    </w:pPr>
  </w:style>
  <w:style w:type="paragraph" w:customStyle="1" w:styleId="equation">
    <w:name w:val="equation"/>
    <w:basedOn w:val="Normal"/>
    <w:next w:val="BodyText"/>
    <w:qFormat/>
    <w:rsid w:val="003365FF"/>
    <w:pPr>
      <w:keepNext/>
      <w:numPr>
        <w:numId w:val="17"/>
      </w:numPr>
      <w:tabs>
        <w:tab w:val="left" w:pos="142"/>
      </w:tabs>
      <w:spacing w:after="120"/>
      <w:jc w:val="right"/>
    </w:pPr>
  </w:style>
  <w:style w:type="paragraph" w:styleId="NoSpacing">
    <w:name w:val="No Spacing"/>
    <w:uiPriority w:val="99"/>
    <w:rsid w:val="002367ED"/>
    <w:rPr>
      <w:rFonts w:ascii="Arial" w:hAnsi="Arial"/>
      <w:sz w:val="22"/>
      <w:szCs w:val="22"/>
      <w:lang w:eastAsia="en-US"/>
    </w:rPr>
  </w:style>
  <w:style w:type="character" w:styleId="SubtleEmphasis">
    <w:name w:val="Subtle Emphasis"/>
    <w:basedOn w:val="DefaultParagraphFont"/>
    <w:uiPriority w:val="99"/>
    <w:rsid w:val="002367ED"/>
    <w:rPr>
      <w:rFonts w:cs="Times New Roman"/>
      <w:i/>
      <w:iCs/>
      <w:color w:val="808080"/>
    </w:rPr>
  </w:style>
  <w:style w:type="character" w:styleId="IntenseEmphasis">
    <w:name w:val="Intense Emphasis"/>
    <w:basedOn w:val="DefaultParagraphFont"/>
    <w:uiPriority w:val="99"/>
    <w:rsid w:val="002367ED"/>
    <w:rPr>
      <w:rFonts w:cs="Times New Roman"/>
      <w:b/>
      <w:bCs/>
      <w:i/>
      <w:iCs/>
      <w:color w:val="4F81BD"/>
    </w:rPr>
  </w:style>
  <w:style w:type="character" w:styleId="Strong">
    <w:name w:val="Strong"/>
    <w:basedOn w:val="DefaultParagraphFont"/>
    <w:uiPriority w:val="99"/>
    <w:rsid w:val="002367ED"/>
    <w:rPr>
      <w:rFonts w:cs="Times New Roman"/>
      <w:b/>
      <w:bCs/>
    </w:rPr>
  </w:style>
  <w:style w:type="paragraph" w:styleId="IntenseQuote">
    <w:name w:val="Intense Quote"/>
    <w:basedOn w:val="Normal"/>
    <w:next w:val="Normal"/>
    <w:link w:val="IntenseQuoteChar"/>
    <w:uiPriority w:val="99"/>
    <w:rsid w:val="002367ED"/>
    <w:pPr>
      <w:pBdr>
        <w:bottom w:val="single" w:sz="4" w:space="4" w:color="4F81BD"/>
      </w:pBdr>
      <w:spacing w:before="200" w:after="280"/>
      <w:ind w:left="936" w:right="936"/>
    </w:pPr>
    <w:rPr>
      <w:b/>
      <w:bCs/>
      <w:i/>
      <w:iCs/>
      <w:color w:val="4F81BD"/>
      <w:lang w:val="fr-FR" w:eastAsia="fr-FR"/>
    </w:rPr>
  </w:style>
  <w:style w:type="character" w:customStyle="1" w:styleId="IntenseQuoteChar">
    <w:name w:val="Intense Quote Char"/>
    <w:basedOn w:val="DefaultParagraphFont"/>
    <w:link w:val="IntenseQuote"/>
    <w:uiPriority w:val="99"/>
    <w:locked/>
    <w:rsid w:val="002367ED"/>
    <w:rPr>
      <w:rFonts w:ascii="Arial" w:hAnsi="Arial" w:cs="Times New Roman"/>
      <w:b/>
      <w:bCs/>
      <w:i/>
      <w:iCs/>
      <w:color w:val="4F81BD"/>
      <w:sz w:val="24"/>
      <w:szCs w:val="24"/>
      <w:lang w:val="fr-FR" w:eastAsia="fr-FR"/>
    </w:rPr>
  </w:style>
  <w:style w:type="character" w:styleId="SubtleReference">
    <w:name w:val="Subtle Reference"/>
    <w:basedOn w:val="DefaultParagraphFont"/>
    <w:uiPriority w:val="99"/>
    <w:rsid w:val="002367ED"/>
    <w:rPr>
      <w:rFonts w:cs="Times New Roman"/>
      <w:smallCaps/>
      <w:color w:val="C0504D"/>
      <w:u w:val="single"/>
    </w:rPr>
  </w:style>
  <w:style w:type="character" w:styleId="IntenseReference">
    <w:name w:val="Intense Reference"/>
    <w:basedOn w:val="DefaultParagraphFont"/>
    <w:uiPriority w:val="99"/>
    <w:rsid w:val="002367ED"/>
    <w:rPr>
      <w:rFonts w:cs="Times New Roman"/>
      <w:b/>
      <w:bCs/>
      <w:smallCaps/>
      <w:color w:val="C0504D"/>
      <w:spacing w:val="5"/>
      <w:u w:val="single"/>
    </w:rPr>
  </w:style>
  <w:style w:type="character" w:styleId="BookTitle">
    <w:name w:val="Book Title"/>
    <w:basedOn w:val="DefaultParagraphFont"/>
    <w:uiPriority w:val="99"/>
    <w:rsid w:val="002367ED"/>
    <w:rPr>
      <w:rFonts w:cs="Times New Roman"/>
      <w:b/>
      <w:bCs/>
      <w:smallCaps/>
      <w:spacing w:val="5"/>
    </w:rPr>
  </w:style>
  <w:style w:type="paragraph" w:styleId="ListParagraph">
    <w:name w:val="List Paragraph"/>
    <w:basedOn w:val="Normal"/>
    <w:uiPriority w:val="99"/>
    <w:rsid w:val="002367ED"/>
    <w:pPr>
      <w:ind w:left="720"/>
      <w:contextualSpacing/>
    </w:pPr>
    <w:rPr>
      <w:lang w:val="fr-FR" w:eastAsia="fr-FR"/>
    </w:rPr>
  </w:style>
  <w:style w:type="paragraph" w:customStyle="1" w:styleId="Action">
    <w:name w:val="Action"/>
    <w:basedOn w:val="Normal"/>
    <w:next w:val="Normal"/>
    <w:uiPriority w:val="99"/>
    <w:rsid w:val="002367ED"/>
    <w:pPr>
      <w:numPr>
        <w:numId w:val="2"/>
      </w:numPr>
      <w:autoSpaceDE w:val="0"/>
      <w:autoSpaceDN w:val="0"/>
      <w:adjustRightInd w:val="0"/>
    </w:pPr>
    <w:rPr>
      <w:b/>
      <w:bCs/>
    </w:rPr>
  </w:style>
  <w:style w:type="paragraph" w:customStyle="1" w:styleId="Agendaitems">
    <w:name w:val="Agenda items"/>
    <w:basedOn w:val="Normal"/>
    <w:uiPriority w:val="99"/>
    <w:rsid w:val="002367ED"/>
    <w:pPr>
      <w:numPr>
        <w:numId w:val="7"/>
      </w:numPr>
      <w:tabs>
        <w:tab w:val="left" w:pos="1985"/>
      </w:tabs>
      <w:spacing w:before="240" w:after="240"/>
      <w:jc w:val="both"/>
    </w:pPr>
    <w:rPr>
      <w:b/>
      <w:lang w:eastAsia="fr-FR"/>
    </w:rPr>
  </w:style>
  <w:style w:type="paragraph" w:customStyle="1" w:styleId="Annex">
    <w:name w:val="Annex"/>
    <w:basedOn w:val="Normal"/>
    <w:next w:val="Heading1"/>
    <w:qFormat/>
    <w:rsid w:val="003365FF"/>
    <w:pPr>
      <w:numPr>
        <w:numId w:val="10"/>
      </w:numPr>
      <w:tabs>
        <w:tab w:val="left" w:pos="1418"/>
      </w:tabs>
      <w:spacing w:after="240"/>
      <w:jc w:val="both"/>
    </w:pPr>
    <w:rPr>
      <w:b/>
      <w:caps/>
      <w:snapToGrid w:val="0"/>
      <w:sz w:val="24"/>
      <w:lang w:eastAsia="en-GB"/>
    </w:rPr>
  </w:style>
  <w:style w:type="paragraph" w:customStyle="1" w:styleId="AnnexFigure">
    <w:name w:val="Annex Figure"/>
    <w:basedOn w:val="Normal"/>
    <w:next w:val="Normal"/>
    <w:uiPriority w:val="99"/>
    <w:rsid w:val="002367ED"/>
    <w:pPr>
      <w:numPr>
        <w:numId w:val="3"/>
      </w:numPr>
      <w:jc w:val="center"/>
    </w:pPr>
    <w:rPr>
      <w:i/>
    </w:rPr>
  </w:style>
  <w:style w:type="paragraph" w:customStyle="1" w:styleId="AnnexHead1">
    <w:name w:val="Annex Head 1"/>
    <w:basedOn w:val="Normal"/>
    <w:next w:val="Normal"/>
    <w:uiPriority w:val="99"/>
    <w:rsid w:val="0062797E"/>
    <w:pPr>
      <w:tabs>
        <w:tab w:val="num" w:pos="567"/>
        <w:tab w:val="num" w:pos="720"/>
      </w:tabs>
      <w:spacing w:before="120" w:after="240"/>
      <w:ind w:left="567" w:hanging="567"/>
    </w:pPr>
    <w:rPr>
      <w:b/>
      <w:caps/>
      <w:sz w:val="24"/>
    </w:rPr>
  </w:style>
  <w:style w:type="paragraph" w:customStyle="1" w:styleId="AnnexHead2">
    <w:name w:val="Annex Head 2"/>
    <w:basedOn w:val="Normal"/>
    <w:next w:val="Normal"/>
    <w:uiPriority w:val="99"/>
    <w:rsid w:val="002367ED"/>
    <w:pPr>
      <w:tabs>
        <w:tab w:val="num" w:pos="720"/>
        <w:tab w:val="num" w:pos="849"/>
      </w:tabs>
      <w:ind w:left="849" w:hanging="849"/>
    </w:pPr>
    <w:rPr>
      <w:b/>
      <w:lang w:val="fr-FR"/>
    </w:rPr>
  </w:style>
  <w:style w:type="paragraph" w:customStyle="1" w:styleId="AnnexHead3">
    <w:name w:val="Annex Head 3"/>
    <w:basedOn w:val="Normal"/>
    <w:next w:val="Normal"/>
    <w:uiPriority w:val="99"/>
    <w:rsid w:val="002367ED"/>
    <w:pPr>
      <w:tabs>
        <w:tab w:val="num" w:pos="720"/>
        <w:tab w:val="num" w:pos="849"/>
      </w:tabs>
      <w:ind w:left="849" w:hanging="849"/>
    </w:pPr>
    <w:rPr>
      <w:b/>
    </w:rPr>
  </w:style>
  <w:style w:type="paragraph" w:customStyle="1" w:styleId="AnnexHead4">
    <w:name w:val="Annex Head 4"/>
    <w:basedOn w:val="Normal"/>
    <w:next w:val="Normal"/>
    <w:uiPriority w:val="99"/>
    <w:rsid w:val="002367ED"/>
    <w:pPr>
      <w:tabs>
        <w:tab w:val="num" w:pos="720"/>
        <w:tab w:val="num" w:pos="1132"/>
      </w:tabs>
      <w:ind w:left="1132" w:hanging="1132"/>
    </w:pPr>
  </w:style>
  <w:style w:type="paragraph" w:customStyle="1" w:styleId="AnnexTable">
    <w:name w:val="Annex Table"/>
    <w:basedOn w:val="Normal"/>
    <w:next w:val="Normal"/>
    <w:uiPriority w:val="99"/>
    <w:rsid w:val="002367ED"/>
    <w:pPr>
      <w:numPr>
        <w:numId w:val="4"/>
      </w:numPr>
      <w:tabs>
        <w:tab w:val="left" w:pos="1418"/>
      </w:tabs>
      <w:jc w:val="center"/>
    </w:pPr>
    <w:rPr>
      <w:i/>
      <w:lang w:val="fr-FR"/>
    </w:rPr>
  </w:style>
  <w:style w:type="paragraph" w:customStyle="1" w:styleId="Article">
    <w:name w:val="Article"/>
    <w:basedOn w:val="Normal"/>
    <w:next w:val="Normal"/>
    <w:uiPriority w:val="99"/>
    <w:rsid w:val="002367ED"/>
    <w:pPr>
      <w:autoSpaceDE w:val="0"/>
      <w:autoSpaceDN w:val="0"/>
      <w:adjustRightInd w:val="0"/>
      <w:spacing w:before="360"/>
    </w:pPr>
    <w:rPr>
      <w:b/>
      <w:caps/>
      <w:sz w:val="28"/>
      <w:szCs w:val="28"/>
    </w:rPr>
  </w:style>
  <w:style w:type="paragraph" w:customStyle="1" w:styleId="BodyText21">
    <w:name w:val="Body Text 21"/>
    <w:basedOn w:val="Normal"/>
    <w:uiPriority w:val="99"/>
    <w:rsid w:val="002367ED"/>
  </w:style>
  <w:style w:type="paragraph" w:customStyle="1" w:styleId="List1indent1text">
    <w:name w:val="List 1 indent 1 text"/>
    <w:basedOn w:val="Normal"/>
    <w:uiPriority w:val="99"/>
    <w:rsid w:val="002367ED"/>
    <w:pPr>
      <w:spacing w:after="120"/>
      <w:ind w:left="1134"/>
      <w:jc w:val="both"/>
    </w:pPr>
    <w:rPr>
      <w:lang w:val="fr-FR" w:eastAsia="fr-FR"/>
    </w:rPr>
  </w:style>
  <w:style w:type="paragraph" w:customStyle="1" w:styleId="ActionItem">
    <w:name w:val="Action Item"/>
    <w:basedOn w:val="Normal"/>
    <w:next w:val="Normal"/>
    <w:link w:val="ActionItemChar"/>
    <w:uiPriority w:val="99"/>
    <w:rsid w:val="002367ED"/>
    <w:pPr>
      <w:spacing w:before="240" w:after="240"/>
    </w:pPr>
    <w:rPr>
      <w:i/>
      <w:lang w:eastAsia="fr-FR"/>
    </w:rPr>
  </w:style>
  <w:style w:type="character" w:customStyle="1" w:styleId="ActionItemChar">
    <w:name w:val="Action Item Char"/>
    <w:basedOn w:val="DefaultParagraphFont"/>
    <w:link w:val="ActionItem"/>
    <w:uiPriority w:val="99"/>
    <w:locked/>
    <w:rsid w:val="002367ED"/>
    <w:rPr>
      <w:rFonts w:ascii="Arial" w:hAnsi="Arial" w:cs="Times New Roman"/>
      <w:i/>
      <w:sz w:val="24"/>
      <w:szCs w:val="24"/>
      <w:lang w:eastAsia="fr-FR"/>
    </w:rPr>
  </w:style>
  <w:style w:type="paragraph" w:customStyle="1" w:styleId="Agenda">
    <w:name w:val="Agenda"/>
    <w:basedOn w:val="Normal"/>
    <w:uiPriority w:val="99"/>
    <w:rsid w:val="002367ED"/>
    <w:pPr>
      <w:numPr>
        <w:numId w:val="6"/>
      </w:numPr>
      <w:spacing w:before="120" w:after="120"/>
      <w:jc w:val="both"/>
    </w:pPr>
    <w:rPr>
      <w:rFonts w:eastAsia="MS Mincho"/>
      <w:szCs w:val="20"/>
      <w:lang w:eastAsia="ja-JP" w:bidi="ar-DZ"/>
    </w:rPr>
  </w:style>
  <w:style w:type="paragraph" w:customStyle="1" w:styleId="StyleTableofFiguresJustifiedAfter6pt">
    <w:name w:val="Style Table of Figures + Justified After:  6 pt"/>
    <w:basedOn w:val="TableofFigures"/>
    <w:uiPriority w:val="99"/>
    <w:rsid w:val="002367ED"/>
    <w:pPr>
      <w:numPr>
        <w:numId w:val="5"/>
      </w:numPr>
      <w:tabs>
        <w:tab w:val="clear" w:pos="1418"/>
        <w:tab w:val="left" w:pos="1134"/>
      </w:tabs>
      <w:ind w:right="-1"/>
    </w:pPr>
    <w:rPr>
      <w:noProof/>
    </w:rPr>
  </w:style>
  <w:style w:type="paragraph" w:customStyle="1" w:styleId="Task">
    <w:name w:val="Task"/>
    <w:basedOn w:val="Normal"/>
    <w:uiPriority w:val="99"/>
    <w:rsid w:val="002367ED"/>
    <w:pPr>
      <w:tabs>
        <w:tab w:val="left" w:pos="459"/>
      </w:tabs>
    </w:pPr>
    <w:rPr>
      <w:rFonts w:eastAsia="MS Mincho"/>
      <w:lang w:eastAsia="ja-JP"/>
    </w:rPr>
  </w:style>
  <w:style w:type="paragraph" w:customStyle="1" w:styleId="StyleHeading2Bold">
    <w:name w:val="Style Heading 2 + Bold"/>
    <w:basedOn w:val="Heading2"/>
    <w:uiPriority w:val="99"/>
    <w:rsid w:val="002367ED"/>
    <w:pPr>
      <w:keepNext/>
      <w:tabs>
        <w:tab w:val="clear" w:pos="851"/>
        <w:tab w:val="num" w:pos="849"/>
      </w:tabs>
      <w:spacing w:before="240" w:after="60"/>
      <w:ind w:left="849" w:hanging="849"/>
    </w:pPr>
    <w:rPr>
      <w:b w:val="0"/>
      <w:bCs/>
      <w:i/>
      <w:iCs/>
      <w:szCs w:val="20"/>
      <w:lang w:eastAsia="de-DE"/>
    </w:rPr>
  </w:style>
  <w:style w:type="table" w:styleId="TableGrid">
    <w:name w:val="Table Grid"/>
    <w:basedOn w:val="TableNormal"/>
    <w:rsid w:val="003365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level1">
    <w:name w:val="Table level 1"/>
    <w:basedOn w:val="Normal"/>
    <w:uiPriority w:val="99"/>
    <w:rsid w:val="0001731D"/>
    <w:pPr>
      <w:spacing w:before="60" w:after="60"/>
    </w:pPr>
    <w:rPr>
      <w:szCs w:val="20"/>
    </w:rPr>
  </w:style>
  <w:style w:type="paragraph" w:customStyle="1" w:styleId="Tablelevel1bold">
    <w:name w:val="Table level 1 bold"/>
    <w:basedOn w:val="Normal"/>
    <w:uiPriority w:val="99"/>
    <w:rsid w:val="0001731D"/>
    <w:pPr>
      <w:spacing w:before="60" w:after="60"/>
    </w:pPr>
    <w:rPr>
      <w:b/>
      <w:szCs w:val="22"/>
    </w:rPr>
  </w:style>
  <w:style w:type="paragraph" w:customStyle="1" w:styleId="Tablelevel2">
    <w:name w:val="Table level 2"/>
    <w:basedOn w:val="Normal"/>
    <w:uiPriority w:val="99"/>
    <w:rsid w:val="0001731D"/>
    <w:pPr>
      <w:ind w:left="284"/>
    </w:pPr>
    <w:rPr>
      <w:szCs w:val="20"/>
    </w:rPr>
  </w:style>
  <w:style w:type="paragraph" w:customStyle="1" w:styleId="Tablelevel3">
    <w:name w:val="Table level 3"/>
    <w:basedOn w:val="Normal"/>
    <w:uiPriority w:val="99"/>
    <w:rsid w:val="0001731D"/>
    <w:pPr>
      <w:ind w:left="567"/>
    </w:pPr>
    <w:rPr>
      <w:sz w:val="20"/>
      <w:szCs w:val="20"/>
    </w:rPr>
  </w:style>
  <w:style w:type="paragraph" w:customStyle="1" w:styleId="Tablelevel4">
    <w:name w:val="Table level 4"/>
    <w:basedOn w:val="Tablelevel3"/>
    <w:uiPriority w:val="99"/>
    <w:rsid w:val="0001731D"/>
    <w:pPr>
      <w:ind w:left="851"/>
    </w:pPr>
    <w:rPr>
      <w:sz w:val="18"/>
    </w:rPr>
  </w:style>
  <w:style w:type="paragraph" w:customStyle="1" w:styleId="Tabletitle">
    <w:name w:val="Table title"/>
    <w:basedOn w:val="Normal"/>
    <w:uiPriority w:val="99"/>
    <w:rsid w:val="001B2C61"/>
    <w:pPr>
      <w:spacing w:before="120" w:after="120"/>
      <w:jc w:val="center"/>
    </w:pPr>
    <w:rPr>
      <w:b/>
      <w:sz w:val="28"/>
      <w:lang w:eastAsia="en-GB"/>
    </w:rPr>
  </w:style>
  <w:style w:type="numbering" w:styleId="ArticleSection">
    <w:name w:val="Outline List 3"/>
    <w:basedOn w:val="NoList"/>
    <w:locked/>
    <w:rsid w:val="003365FF"/>
    <w:pPr>
      <w:numPr>
        <w:numId w:val="13"/>
      </w:numPr>
    </w:pPr>
  </w:style>
  <w:style w:type="paragraph" w:styleId="TOCHeading">
    <w:name w:val="TOC Heading"/>
    <w:basedOn w:val="Heading1"/>
    <w:next w:val="Normal"/>
    <w:uiPriority w:val="39"/>
    <w:unhideWhenUsed/>
    <w:qFormat/>
    <w:rsid w:val="00253C19"/>
    <w:pPr>
      <w:keepLines/>
      <w:spacing w:before="480" w:after="0" w:line="276" w:lineRule="auto"/>
      <w:outlineLvl w:val="9"/>
    </w:pPr>
    <w:rPr>
      <w:rFonts w:ascii="Cambria" w:hAnsi="Cambria"/>
      <w:bCs/>
      <w:caps w:val="0"/>
      <w:color w:val="365F91"/>
      <w:kern w:val="0"/>
      <w:sz w:val="28"/>
      <w:szCs w:val="28"/>
      <w:lang w:val="sv-SE" w:eastAsia="en-US"/>
    </w:rPr>
  </w:style>
  <w:style w:type="paragraph" w:customStyle="1" w:styleId="AnnexHeading1">
    <w:name w:val="Annex Heading 1"/>
    <w:basedOn w:val="Normal"/>
    <w:next w:val="BodyText"/>
    <w:rsid w:val="003365FF"/>
    <w:pPr>
      <w:numPr>
        <w:numId w:val="11"/>
      </w:numPr>
      <w:spacing w:before="120" w:after="120"/>
    </w:pPr>
    <w:rPr>
      <w:rFonts w:cs="Arial"/>
      <w:b/>
      <w:caps/>
      <w:sz w:val="24"/>
      <w:lang w:eastAsia="en-GB"/>
    </w:rPr>
  </w:style>
  <w:style w:type="paragraph" w:customStyle="1" w:styleId="AnnexHeading2">
    <w:name w:val="Annex Heading 2"/>
    <w:basedOn w:val="Normal"/>
    <w:next w:val="BodyText"/>
    <w:qFormat/>
    <w:rsid w:val="003365FF"/>
    <w:pPr>
      <w:numPr>
        <w:ilvl w:val="1"/>
        <w:numId w:val="11"/>
      </w:numPr>
      <w:spacing w:before="120" w:after="120"/>
    </w:pPr>
    <w:rPr>
      <w:rFonts w:cs="Arial"/>
      <w:b/>
      <w:szCs w:val="22"/>
    </w:rPr>
  </w:style>
  <w:style w:type="paragraph" w:customStyle="1" w:styleId="AnnexHeading3">
    <w:name w:val="Annex Heading 3"/>
    <w:basedOn w:val="Normal"/>
    <w:next w:val="Normal"/>
    <w:rsid w:val="003365FF"/>
    <w:pPr>
      <w:numPr>
        <w:ilvl w:val="2"/>
        <w:numId w:val="11"/>
      </w:numPr>
      <w:spacing w:before="120" w:after="120"/>
    </w:pPr>
    <w:rPr>
      <w:rFonts w:cs="Arial"/>
      <w:lang w:eastAsia="en-GB"/>
    </w:rPr>
  </w:style>
  <w:style w:type="paragraph" w:customStyle="1" w:styleId="AnnexHeading4">
    <w:name w:val="Annex Heading 4"/>
    <w:basedOn w:val="Normal"/>
    <w:next w:val="BodyText"/>
    <w:rsid w:val="003365FF"/>
    <w:pPr>
      <w:numPr>
        <w:ilvl w:val="3"/>
        <w:numId w:val="11"/>
      </w:numPr>
      <w:spacing w:before="120" w:after="120"/>
    </w:pPr>
    <w:rPr>
      <w:rFonts w:cs="Arial"/>
      <w:lang w:eastAsia="en-GB"/>
    </w:rPr>
  </w:style>
  <w:style w:type="paragraph" w:customStyle="1" w:styleId="VrijevormA">
    <w:name w:val="Vrije vorm A"/>
    <w:rsid w:val="00350E23"/>
    <w:rPr>
      <w:rFonts w:eastAsia="ヒラギノ角ゴ Pro W3"/>
      <w:color w:val="000000"/>
      <w:sz w:val="24"/>
      <w:szCs w:val="24"/>
      <w:lang w:eastAsia="nl-NL"/>
    </w:rPr>
  </w:style>
  <w:style w:type="character" w:customStyle="1" w:styleId="apple-converted-space">
    <w:name w:val="apple-converted-space"/>
    <w:basedOn w:val="DefaultParagraphFont"/>
    <w:rsid w:val="00D23BFB"/>
  </w:style>
  <w:style w:type="paragraph" w:styleId="Revision">
    <w:name w:val="Revision"/>
    <w:hidden/>
    <w:uiPriority w:val="99"/>
    <w:semiHidden/>
    <w:rsid w:val="00114600"/>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45102">
      <w:bodyDiv w:val="1"/>
      <w:marLeft w:val="0"/>
      <w:marRight w:val="0"/>
      <w:marTop w:val="0"/>
      <w:marBottom w:val="0"/>
      <w:divBdr>
        <w:top w:val="none" w:sz="0" w:space="0" w:color="auto"/>
        <w:left w:val="none" w:sz="0" w:space="0" w:color="auto"/>
        <w:bottom w:val="none" w:sz="0" w:space="0" w:color="auto"/>
        <w:right w:val="none" w:sz="0" w:space="0" w:color="auto"/>
      </w:divBdr>
    </w:div>
    <w:div w:id="770276434">
      <w:bodyDiv w:val="1"/>
      <w:marLeft w:val="0"/>
      <w:marRight w:val="0"/>
      <w:marTop w:val="0"/>
      <w:marBottom w:val="0"/>
      <w:divBdr>
        <w:top w:val="none" w:sz="0" w:space="0" w:color="auto"/>
        <w:left w:val="none" w:sz="0" w:space="0" w:color="auto"/>
        <w:bottom w:val="none" w:sz="0" w:space="0" w:color="auto"/>
        <w:right w:val="none" w:sz="0" w:space="0" w:color="auto"/>
      </w:divBdr>
    </w:div>
    <w:div w:id="807671401">
      <w:bodyDiv w:val="1"/>
      <w:marLeft w:val="0"/>
      <w:marRight w:val="0"/>
      <w:marTop w:val="0"/>
      <w:marBottom w:val="0"/>
      <w:divBdr>
        <w:top w:val="none" w:sz="0" w:space="0" w:color="auto"/>
        <w:left w:val="none" w:sz="0" w:space="0" w:color="auto"/>
        <w:bottom w:val="none" w:sz="0" w:space="0" w:color="auto"/>
        <w:right w:val="none" w:sz="0" w:space="0" w:color="auto"/>
      </w:divBdr>
    </w:div>
    <w:div w:id="1342127981">
      <w:bodyDiv w:val="1"/>
      <w:marLeft w:val="0"/>
      <w:marRight w:val="0"/>
      <w:marTop w:val="0"/>
      <w:marBottom w:val="0"/>
      <w:divBdr>
        <w:top w:val="none" w:sz="0" w:space="0" w:color="auto"/>
        <w:left w:val="none" w:sz="0" w:space="0" w:color="auto"/>
        <w:bottom w:val="none" w:sz="0" w:space="0" w:color="auto"/>
        <w:right w:val="none" w:sz="0" w:space="0" w:color="auto"/>
      </w:divBdr>
    </w:div>
    <w:div w:id="1991135168">
      <w:bodyDiv w:val="1"/>
      <w:marLeft w:val="0"/>
      <w:marRight w:val="0"/>
      <w:marTop w:val="0"/>
      <w:marBottom w:val="0"/>
      <w:divBdr>
        <w:top w:val="none" w:sz="0" w:space="0" w:color="auto"/>
        <w:left w:val="none" w:sz="0" w:space="0" w:color="auto"/>
        <w:bottom w:val="none" w:sz="0" w:space="0" w:color="auto"/>
        <w:right w:val="none" w:sz="0" w:space="0" w:color="auto"/>
      </w:divBdr>
    </w:div>
    <w:div w:id="209304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footer" Target="foot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iala-aism.org"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www.iala-aism.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contact@iala-aism.org" TargetMode="External"/><Relationship Id="rId22" Type="http://schemas.openxmlformats.org/officeDocument/2006/relationships/footer" Target="footer3.xml"/><Relationship Id="rId27" Type="http://schemas.openxmlformats.org/officeDocument/2006/relationships/fontTable" Target="fontTable.xml"/><Relationship Id="rId30"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Recommend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6755D-A588-40B9-8670-C96E5733A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Template.dot</Template>
  <TotalTime>410</TotalTime>
  <Pages>30</Pages>
  <Words>8218</Words>
  <Characters>45199</Characters>
  <Application>Microsoft Office Word</Application>
  <DocSecurity>0</DocSecurity>
  <Lines>376</Lines>
  <Paragraphs>106</Paragraphs>
  <ScaleCrop>false</ScaleCrop>
  <HeadingPairs>
    <vt:vector size="8" baseType="variant">
      <vt:variant>
        <vt:lpstr>Title</vt:lpstr>
      </vt:variant>
      <vt:variant>
        <vt:i4>1</vt:i4>
      </vt:variant>
      <vt:variant>
        <vt:lpstr>Titolo</vt:lpstr>
      </vt:variant>
      <vt:variant>
        <vt:i4>1</vt:i4>
      </vt:variant>
      <vt:variant>
        <vt:lpstr>Titel</vt:lpstr>
      </vt:variant>
      <vt:variant>
        <vt:i4>1</vt:i4>
      </vt:variant>
      <vt:variant>
        <vt:lpstr>Rubrik</vt:lpstr>
      </vt:variant>
      <vt:variant>
        <vt:i4>1</vt:i4>
      </vt:variant>
    </vt:vector>
  </HeadingPairs>
  <TitlesOfParts>
    <vt:vector size="4" baseType="lpstr">
      <vt:lpstr>Recommendation Template</vt:lpstr>
      <vt:lpstr>Recommendation Template</vt:lpstr>
      <vt:lpstr>Recommendation Template</vt:lpstr>
      <vt:lpstr>Recommendation Template</vt:lpstr>
    </vt:vector>
  </TitlesOfParts>
  <Company>Transportstyrelsen</Company>
  <LinksUpToDate>false</LinksUpToDate>
  <CharactersWithSpaces>53311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Wim</cp:lastModifiedBy>
  <cp:revision>45</cp:revision>
  <cp:lastPrinted>2016-02-23T15:01:00Z</cp:lastPrinted>
  <dcterms:created xsi:type="dcterms:W3CDTF">2016-02-09T14:54:00Z</dcterms:created>
  <dcterms:modified xsi:type="dcterms:W3CDTF">2016-02-24T20:28:00Z</dcterms:modified>
</cp:coreProperties>
</file>